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dTable1Light-Accent2"/>
        <w:tblW w:w="5000" w:type="pct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Layout table"/>
      </w:tblPr>
      <w:tblGrid>
        <w:gridCol w:w="7200"/>
        <w:gridCol w:w="7200"/>
      </w:tblGrid>
      <w:tr w:rsidR="002F6E35" w14:paraId="36803A37" w14:textId="77777777" w:rsidTr="00AB29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bottom w:val="none" w:sz="0" w:space="0" w:color="auto"/>
            </w:tcBorders>
          </w:tcPr>
          <w:p w14:paraId="539D1DF9" w14:textId="77777777" w:rsidR="002F6E35" w:rsidRDefault="009035F5">
            <w:pPr>
              <w:pStyle w:val="Month"/>
            </w:pPr>
            <w:r>
              <w:fldChar w:fldCharType="begin"/>
            </w:r>
            <w:r>
              <w:instrText xml:space="preserve"> DOCVARIABLE  MonthStart \@ MMMM \* MERGEFORMAT </w:instrText>
            </w:r>
            <w:r>
              <w:fldChar w:fldCharType="separate"/>
            </w:r>
            <w:r w:rsidR="00A01875" w:rsidRPr="00A01875">
              <w:t>May</w:t>
            </w:r>
            <w:r>
              <w:fldChar w:fldCharType="end"/>
            </w:r>
          </w:p>
        </w:tc>
        <w:tc>
          <w:tcPr>
            <w:tcW w:w="2500" w:type="pct"/>
            <w:tcBorders>
              <w:bottom w:val="none" w:sz="0" w:space="0" w:color="auto"/>
            </w:tcBorders>
          </w:tcPr>
          <w:p w14:paraId="4D93B47F" w14:textId="77777777" w:rsidR="002F6E35" w:rsidRDefault="002F6E3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F6E35" w14:paraId="7C9AB9A5" w14:textId="77777777" w:rsidTr="00AB29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bottom w:val="single" w:sz="18" w:space="0" w:color="FFFFFF" w:themeColor="background1"/>
            </w:tcBorders>
            <w:shd w:val="clear" w:color="auto" w:fill="0D5672" w:themeFill="accent1" w:themeFillShade="80"/>
          </w:tcPr>
          <w:p w14:paraId="70460DCB" w14:textId="77777777" w:rsidR="002F6E35" w:rsidRDefault="002F6E35"/>
        </w:tc>
        <w:tc>
          <w:tcPr>
            <w:tcW w:w="2500" w:type="pct"/>
            <w:tcBorders>
              <w:bottom w:val="single" w:sz="18" w:space="0" w:color="FFFFFF" w:themeColor="background1"/>
            </w:tcBorders>
            <w:shd w:val="clear" w:color="auto" w:fill="0D5672" w:themeFill="accent1" w:themeFillShade="80"/>
          </w:tcPr>
          <w:p w14:paraId="4A8C1F54" w14:textId="77777777" w:rsidR="002F6E35" w:rsidRDefault="009035F5">
            <w:pPr>
              <w:pStyle w:val="Yea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DOCVARIABLE  MonthStart \@  yyyy   \* MERGEFORMAT </w:instrText>
            </w:r>
            <w:r>
              <w:fldChar w:fldCharType="separate"/>
            </w:r>
            <w:r w:rsidR="00A01875">
              <w:t>2019</w:t>
            </w:r>
            <w:r>
              <w:fldChar w:fldCharType="end"/>
            </w:r>
          </w:p>
        </w:tc>
      </w:tr>
      <w:tr w:rsidR="002F6E35" w14:paraId="4E62E527" w14:textId="77777777" w:rsidTr="00AB29FA">
        <w:trPr>
          <w:trHeight w:hRule="exact"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single" w:sz="18" w:space="0" w:color="FFFFFF" w:themeColor="background1"/>
              <w:bottom w:val="single" w:sz="18" w:space="0" w:color="FFFFFF" w:themeColor="background1"/>
            </w:tcBorders>
            <w:shd w:val="clear" w:color="auto" w:fill="595959" w:themeFill="text1" w:themeFillTint="A6"/>
          </w:tcPr>
          <w:p w14:paraId="56D0F0DE" w14:textId="7B397AF3" w:rsidR="002F6E35" w:rsidRDefault="00FD22C4">
            <w:pPr>
              <w:pStyle w:val="Title"/>
            </w:pPr>
            <w:r>
              <w:t>The Summer900 Challenge!</w:t>
            </w:r>
          </w:p>
        </w:tc>
        <w:tc>
          <w:tcPr>
            <w:tcW w:w="2500" w:type="pct"/>
            <w:tcBorders>
              <w:top w:val="single" w:sz="18" w:space="0" w:color="FFFFFF" w:themeColor="background1"/>
              <w:bottom w:val="single" w:sz="18" w:space="0" w:color="FFFFFF" w:themeColor="background1"/>
            </w:tcBorders>
            <w:shd w:val="clear" w:color="auto" w:fill="595959" w:themeFill="text1" w:themeFillTint="A6"/>
          </w:tcPr>
          <w:p w14:paraId="28B54D4A" w14:textId="77777777" w:rsidR="002F6E35" w:rsidRDefault="002F6E35">
            <w:pPr>
              <w:pStyle w:val="Subtit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tbl>
      <w:tblPr>
        <w:tblStyle w:val="TableCalendar"/>
        <w:tblW w:w="5000" w:type="pct"/>
        <w:tblLayout w:type="fixed"/>
        <w:tblLook w:val="0420" w:firstRow="1" w:lastRow="0" w:firstColumn="0" w:lastColumn="0" w:noHBand="0" w:noVBand="1"/>
        <w:tblCaption w:val="Layout table"/>
      </w:tblPr>
      <w:tblGrid>
        <w:gridCol w:w="2054"/>
        <w:gridCol w:w="2055"/>
        <w:gridCol w:w="2055"/>
        <w:gridCol w:w="2055"/>
        <w:gridCol w:w="2055"/>
        <w:gridCol w:w="2055"/>
        <w:gridCol w:w="2055"/>
      </w:tblGrid>
      <w:tr w:rsidR="002F6E35" w14:paraId="09A2181C" w14:textId="77777777" w:rsidTr="001D2B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7"/>
        </w:trPr>
        <w:sdt>
          <w:sdtPr>
            <w:id w:val="1527134494"/>
            <w:placeholder>
              <w:docPart w:val="C0445BAB20D9401781FAF9F5477358AF"/>
            </w:placeholder>
            <w:temporary/>
            <w:showingPlcHdr/>
            <w15:appearance w15:val="hidden"/>
          </w:sdtPr>
          <w:sdtContent>
            <w:tc>
              <w:tcPr>
                <w:tcW w:w="2054" w:type="dxa"/>
              </w:tcPr>
              <w:p w14:paraId="42FDD7C5" w14:textId="77777777" w:rsidR="002F6E35" w:rsidRDefault="009035F5">
                <w:pPr>
                  <w:pStyle w:val="Days"/>
                </w:pPr>
                <w:r>
                  <w:t>Sunday</w:t>
                </w:r>
              </w:p>
            </w:tc>
          </w:sdtContent>
        </w:sdt>
        <w:tc>
          <w:tcPr>
            <w:tcW w:w="2055" w:type="dxa"/>
          </w:tcPr>
          <w:p w14:paraId="1F4B68CD" w14:textId="77777777" w:rsidR="002F6E35" w:rsidRDefault="00FD22C4">
            <w:pPr>
              <w:pStyle w:val="Days"/>
            </w:pPr>
            <w:sdt>
              <w:sdtPr>
                <w:id w:val="8650153"/>
                <w:placeholder>
                  <w:docPart w:val="CA98AAD43B2D411FB5D0EAFE677E3D92"/>
                </w:placeholder>
                <w:temporary/>
                <w:showingPlcHdr/>
                <w15:appearance w15:val="hidden"/>
              </w:sdtPr>
              <w:sdtContent>
                <w:r w:rsidR="009035F5">
                  <w:t>Monday</w:t>
                </w:r>
              </w:sdtContent>
            </w:sdt>
          </w:p>
        </w:tc>
        <w:tc>
          <w:tcPr>
            <w:tcW w:w="2055" w:type="dxa"/>
          </w:tcPr>
          <w:p w14:paraId="2B0037D9" w14:textId="77777777" w:rsidR="002F6E35" w:rsidRDefault="00FD22C4">
            <w:pPr>
              <w:pStyle w:val="Days"/>
            </w:pPr>
            <w:sdt>
              <w:sdtPr>
                <w:id w:val="-1517691135"/>
                <w:placeholder>
                  <w:docPart w:val="90D8DEB6E31F459C8F6301B7D0A5FE36"/>
                </w:placeholder>
                <w:temporary/>
                <w:showingPlcHdr/>
                <w15:appearance w15:val="hidden"/>
              </w:sdtPr>
              <w:sdtContent>
                <w:r w:rsidR="009035F5">
                  <w:t>Tuesday</w:t>
                </w:r>
              </w:sdtContent>
            </w:sdt>
          </w:p>
        </w:tc>
        <w:tc>
          <w:tcPr>
            <w:tcW w:w="2055" w:type="dxa"/>
          </w:tcPr>
          <w:p w14:paraId="426B3C39" w14:textId="77777777" w:rsidR="002F6E35" w:rsidRDefault="00FD22C4">
            <w:pPr>
              <w:pStyle w:val="Days"/>
            </w:pPr>
            <w:sdt>
              <w:sdtPr>
                <w:id w:val="-1684429625"/>
                <w:placeholder>
                  <w:docPart w:val="1EE633F0F2944B8A929E7ED0C5E9C525"/>
                </w:placeholder>
                <w:temporary/>
                <w:showingPlcHdr/>
                <w15:appearance w15:val="hidden"/>
              </w:sdtPr>
              <w:sdtContent>
                <w:r w:rsidR="009035F5">
                  <w:t>Wednesday</w:t>
                </w:r>
              </w:sdtContent>
            </w:sdt>
          </w:p>
        </w:tc>
        <w:tc>
          <w:tcPr>
            <w:tcW w:w="2055" w:type="dxa"/>
          </w:tcPr>
          <w:p w14:paraId="26F23FFC" w14:textId="77777777" w:rsidR="002F6E35" w:rsidRDefault="00FD22C4">
            <w:pPr>
              <w:pStyle w:val="Days"/>
            </w:pPr>
            <w:sdt>
              <w:sdtPr>
                <w:id w:val="-1188375605"/>
                <w:placeholder>
                  <w:docPart w:val="BC092C65FB244AC59CB2440F7266463C"/>
                </w:placeholder>
                <w:temporary/>
                <w:showingPlcHdr/>
                <w15:appearance w15:val="hidden"/>
              </w:sdtPr>
              <w:sdtContent>
                <w:r w:rsidR="009035F5">
                  <w:t>Thursday</w:t>
                </w:r>
              </w:sdtContent>
            </w:sdt>
          </w:p>
        </w:tc>
        <w:tc>
          <w:tcPr>
            <w:tcW w:w="2055" w:type="dxa"/>
          </w:tcPr>
          <w:p w14:paraId="368D61E4" w14:textId="77777777" w:rsidR="002F6E35" w:rsidRDefault="00FD22C4">
            <w:pPr>
              <w:pStyle w:val="Days"/>
            </w:pPr>
            <w:sdt>
              <w:sdtPr>
                <w:id w:val="1991825489"/>
                <w:placeholder>
                  <w:docPart w:val="82D543B4D14C4BD5AD40AC498C2985C3"/>
                </w:placeholder>
                <w:temporary/>
                <w:showingPlcHdr/>
                <w15:appearance w15:val="hidden"/>
              </w:sdtPr>
              <w:sdtContent>
                <w:r w:rsidR="009035F5">
                  <w:t>Friday</w:t>
                </w:r>
              </w:sdtContent>
            </w:sdt>
          </w:p>
        </w:tc>
        <w:tc>
          <w:tcPr>
            <w:tcW w:w="2055" w:type="dxa"/>
          </w:tcPr>
          <w:p w14:paraId="68F13C45" w14:textId="77777777" w:rsidR="002F6E35" w:rsidRDefault="00FD22C4">
            <w:pPr>
              <w:pStyle w:val="Days"/>
            </w:pPr>
            <w:sdt>
              <w:sdtPr>
                <w:id w:val="115736794"/>
                <w:placeholder>
                  <w:docPart w:val="ED88860220B44F2185286368505BFCD0"/>
                </w:placeholder>
                <w:temporary/>
                <w:showingPlcHdr/>
                <w15:appearance w15:val="hidden"/>
              </w:sdtPr>
              <w:sdtContent>
                <w:r w:rsidR="009035F5">
                  <w:t>Saturday</w:t>
                </w:r>
              </w:sdtContent>
            </w:sdt>
          </w:p>
        </w:tc>
      </w:tr>
      <w:tr w:rsidR="002F6E35" w14:paraId="3AB06AF1" w14:textId="77777777" w:rsidTr="001D2BF7">
        <w:trPr>
          <w:trHeight w:val="272"/>
        </w:trPr>
        <w:tc>
          <w:tcPr>
            <w:tcW w:w="2054" w:type="dxa"/>
            <w:tcBorders>
              <w:bottom w:val="nil"/>
            </w:tcBorders>
          </w:tcPr>
          <w:p w14:paraId="2A839302" w14:textId="77777777" w:rsidR="002F6E35" w:rsidRPr="00616402" w:rsidRDefault="009035F5">
            <w:pPr>
              <w:pStyle w:val="Dates"/>
              <w:rPr>
                <w:color w:val="FF0000"/>
              </w:rPr>
            </w:pP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 IF </w:instrText>
            </w: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 DocVariable MonthStart \@ dddd </w:instrText>
            </w:r>
            <w:r w:rsidRPr="00616402">
              <w:rPr>
                <w:color w:val="FF0000"/>
              </w:rPr>
              <w:fldChar w:fldCharType="separate"/>
            </w:r>
            <w:r w:rsidR="00A01875" w:rsidRPr="00616402">
              <w:rPr>
                <w:color w:val="FF0000"/>
              </w:rPr>
              <w:instrText>Wednesday</w:instrText>
            </w:r>
            <w:r w:rsidRPr="00616402">
              <w:rPr>
                <w:color w:val="FF0000"/>
              </w:rPr>
              <w:fldChar w:fldCharType="end"/>
            </w:r>
            <w:r w:rsidRPr="00616402">
              <w:rPr>
                <w:color w:val="FF0000"/>
              </w:rPr>
              <w:instrText xml:space="preserve"> = "Sunday" 1 ""</w:instrText>
            </w:r>
            <w:r w:rsidRPr="00616402">
              <w:rPr>
                <w:color w:val="FF0000"/>
              </w:rPr>
              <w:fldChar w:fldCharType="end"/>
            </w:r>
          </w:p>
        </w:tc>
        <w:tc>
          <w:tcPr>
            <w:tcW w:w="2055" w:type="dxa"/>
            <w:tcBorders>
              <w:bottom w:val="nil"/>
            </w:tcBorders>
          </w:tcPr>
          <w:p w14:paraId="14AB8D58" w14:textId="77777777" w:rsidR="002F6E35" w:rsidRPr="00616402" w:rsidRDefault="009035F5">
            <w:pPr>
              <w:pStyle w:val="Dates"/>
              <w:rPr>
                <w:color w:val="FF0000"/>
              </w:rPr>
            </w:pP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 IF </w:instrText>
            </w: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 DocVariable MonthStart \@ dddd </w:instrText>
            </w:r>
            <w:r w:rsidRPr="00616402">
              <w:rPr>
                <w:color w:val="FF0000"/>
              </w:rPr>
              <w:fldChar w:fldCharType="separate"/>
            </w:r>
            <w:r w:rsidR="00A01875" w:rsidRPr="00616402">
              <w:rPr>
                <w:color w:val="FF0000"/>
              </w:rPr>
              <w:instrText>Wednesday</w:instrText>
            </w:r>
            <w:r w:rsidRPr="00616402">
              <w:rPr>
                <w:color w:val="FF0000"/>
              </w:rPr>
              <w:fldChar w:fldCharType="end"/>
            </w:r>
            <w:r w:rsidRPr="00616402">
              <w:rPr>
                <w:color w:val="FF0000"/>
              </w:rPr>
              <w:instrText xml:space="preserve"> = "Monday" 1 </w:instrText>
            </w: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 IF </w:instrText>
            </w: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 =A2 </w:instrText>
            </w:r>
            <w:r w:rsidRPr="00616402">
              <w:rPr>
                <w:color w:val="FF0000"/>
              </w:rPr>
              <w:fldChar w:fldCharType="separate"/>
            </w:r>
            <w:r w:rsidR="00A01875" w:rsidRPr="00616402">
              <w:rPr>
                <w:noProof/>
                <w:color w:val="FF0000"/>
              </w:rPr>
              <w:instrText>0</w:instrText>
            </w:r>
            <w:r w:rsidRPr="00616402">
              <w:rPr>
                <w:color w:val="FF0000"/>
              </w:rPr>
              <w:fldChar w:fldCharType="end"/>
            </w:r>
            <w:r w:rsidRPr="00616402">
              <w:rPr>
                <w:color w:val="FF0000"/>
              </w:rPr>
              <w:instrText xml:space="preserve"> &lt;&gt; 0 </w:instrText>
            </w: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 =A2+1 </w:instrText>
            </w:r>
            <w:r w:rsidRPr="00616402">
              <w:rPr>
                <w:color w:val="FF0000"/>
              </w:rPr>
              <w:fldChar w:fldCharType="separate"/>
            </w:r>
            <w:r w:rsidR="00FA21CA" w:rsidRPr="00616402">
              <w:rPr>
                <w:noProof/>
                <w:color w:val="FF0000"/>
              </w:rPr>
              <w:instrText>2</w:instrText>
            </w:r>
            <w:r w:rsidRPr="00616402">
              <w:rPr>
                <w:color w:val="FF0000"/>
              </w:rPr>
              <w:fldChar w:fldCharType="end"/>
            </w:r>
            <w:r w:rsidRPr="00616402">
              <w:rPr>
                <w:color w:val="FF0000"/>
              </w:rPr>
              <w:instrText xml:space="preserve"> "" </w:instrText>
            </w:r>
            <w:r w:rsidRPr="00616402">
              <w:rPr>
                <w:color w:val="FF0000"/>
              </w:rPr>
              <w:fldChar w:fldCharType="end"/>
            </w:r>
            <w:r w:rsidRPr="00616402">
              <w:rPr>
                <w:color w:val="FF0000"/>
              </w:rPr>
              <w:fldChar w:fldCharType="end"/>
            </w:r>
          </w:p>
        </w:tc>
        <w:tc>
          <w:tcPr>
            <w:tcW w:w="2055" w:type="dxa"/>
            <w:tcBorders>
              <w:bottom w:val="nil"/>
            </w:tcBorders>
          </w:tcPr>
          <w:p w14:paraId="145A25BD" w14:textId="77777777" w:rsidR="002F6E35" w:rsidRPr="00616402" w:rsidRDefault="009035F5">
            <w:pPr>
              <w:pStyle w:val="Dates"/>
              <w:rPr>
                <w:color w:val="FF0000"/>
              </w:rPr>
            </w:pP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 IF </w:instrText>
            </w: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 DocVariable MonthStart \@ dddd </w:instrText>
            </w:r>
            <w:r w:rsidRPr="00616402">
              <w:rPr>
                <w:color w:val="FF0000"/>
              </w:rPr>
              <w:fldChar w:fldCharType="separate"/>
            </w:r>
            <w:r w:rsidR="00A01875" w:rsidRPr="00616402">
              <w:rPr>
                <w:color w:val="FF0000"/>
              </w:rPr>
              <w:instrText>Wednesday</w:instrText>
            </w:r>
            <w:r w:rsidRPr="00616402">
              <w:rPr>
                <w:color w:val="FF0000"/>
              </w:rPr>
              <w:fldChar w:fldCharType="end"/>
            </w:r>
            <w:r w:rsidRPr="00616402">
              <w:rPr>
                <w:color w:val="FF0000"/>
              </w:rPr>
              <w:instrText xml:space="preserve"> = "Tuesday" 1 </w:instrText>
            </w: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 IF </w:instrText>
            </w: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 =B2 </w:instrText>
            </w:r>
            <w:r w:rsidRPr="00616402">
              <w:rPr>
                <w:color w:val="FF0000"/>
              </w:rPr>
              <w:fldChar w:fldCharType="separate"/>
            </w:r>
            <w:r w:rsidR="00A01875" w:rsidRPr="00616402">
              <w:rPr>
                <w:noProof/>
                <w:color w:val="FF0000"/>
              </w:rPr>
              <w:instrText>0</w:instrText>
            </w:r>
            <w:r w:rsidRPr="00616402">
              <w:rPr>
                <w:color w:val="FF0000"/>
              </w:rPr>
              <w:fldChar w:fldCharType="end"/>
            </w:r>
            <w:r w:rsidRPr="00616402">
              <w:rPr>
                <w:color w:val="FF0000"/>
              </w:rPr>
              <w:instrText xml:space="preserve"> &lt;&gt; 0 </w:instrText>
            </w: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 =B2+1 </w:instrText>
            </w:r>
            <w:r w:rsidRPr="00616402">
              <w:rPr>
                <w:color w:val="FF0000"/>
              </w:rPr>
              <w:fldChar w:fldCharType="separate"/>
            </w:r>
            <w:r w:rsidR="00FA21CA" w:rsidRPr="00616402">
              <w:rPr>
                <w:noProof/>
                <w:color w:val="FF0000"/>
              </w:rPr>
              <w:instrText>3</w:instrText>
            </w:r>
            <w:r w:rsidRPr="00616402">
              <w:rPr>
                <w:color w:val="FF0000"/>
              </w:rPr>
              <w:fldChar w:fldCharType="end"/>
            </w:r>
            <w:r w:rsidRPr="00616402">
              <w:rPr>
                <w:color w:val="FF0000"/>
              </w:rPr>
              <w:instrText xml:space="preserve"> "" </w:instrText>
            </w:r>
            <w:r w:rsidRPr="00616402">
              <w:rPr>
                <w:color w:val="FF0000"/>
              </w:rPr>
              <w:fldChar w:fldCharType="end"/>
            </w:r>
            <w:r w:rsidRPr="00616402">
              <w:rPr>
                <w:color w:val="FF0000"/>
              </w:rPr>
              <w:fldChar w:fldCharType="end"/>
            </w:r>
          </w:p>
        </w:tc>
        <w:tc>
          <w:tcPr>
            <w:tcW w:w="2055" w:type="dxa"/>
            <w:tcBorders>
              <w:bottom w:val="nil"/>
            </w:tcBorders>
          </w:tcPr>
          <w:p w14:paraId="6166830C" w14:textId="77777777" w:rsidR="002F6E35" w:rsidRPr="00616402" w:rsidRDefault="009035F5">
            <w:pPr>
              <w:pStyle w:val="Dates"/>
              <w:rPr>
                <w:color w:val="FF0000"/>
              </w:rPr>
            </w:pP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 IF </w:instrText>
            </w: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 DocVariable MonthStart \@ dddd </w:instrText>
            </w:r>
            <w:r w:rsidRPr="00616402">
              <w:rPr>
                <w:color w:val="FF0000"/>
              </w:rPr>
              <w:fldChar w:fldCharType="separate"/>
            </w:r>
            <w:r w:rsidR="00A01875" w:rsidRPr="00616402">
              <w:rPr>
                <w:color w:val="FF0000"/>
              </w:rPr>
              <w:instrText>Wednesday</w:instrText>
            </w:r>
            <w:r w:rsidRPr="00616402">
              <w:rPr>
                <w:color w:val="FF0000"/>
              </w:rPr>
              <w:fldChar w:fldCharType="end"/>
            </w:r>
            <w:r w:rsidRPr="00616402">
              <w:rPr>
                <w:color w:val="FF0000"/>
              </w:rPr>
              <w:instrText xml:space="preserve"> = "Wednesday" 1 </w:instrText>
            </w: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 IF </w:instrText>
            </w: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 =C2 </w:instrText>
            </w:r>
            <w:r w:rsidRPr="00616402">
              <w:rPr>
                <w:color w:val="FF0000"/>
              </w:rPr>
              <w:fldChar w:fldCharType="separate"/>
            </w:r>
            <w:r w:rsidR="007A49F2" w:rsidRPr="00616402">
              <w:rPr>
                <w:noProof/>
                <w:color w:val="FF0000"/>
              </w:rPr>
              <w:instrText>1</w:instrText>
            </w:r>
            <w:r w:rsidRPr="00616402">
              <w:rPr>
                <w:color w:val="FF0000"/>
              </w:rPr>
              <w:fldChar w:fldCharType="end"/>
            </w:r>
            <w:r w:rsidRPr="00616402">
              <w:rPr>
                <w:color w:val="FF0000"/>
              </w:rPr>
              <w:instrText xml:space="preserve"> &lt;&gt; 0 </w:instrText>
            </w: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 =C2+1 </w:instrText>
            </w:r>
            <w:r w:rsidRPr="00616402">
              <w:rPr>
                <w:color w:val="FF0000"/>
              </w:rPr>
              <w:fldChar w:fldCharType="separate"/>
            </w:r>
            <w:r w:rsidR="007A49F2" w:rsidRPr="00616402">
              <w:rPr>
                <w:noProof/>
                <w:color w:val="FF0000"/>
              </w:rPr>
              <w:instrText>2</w:instrText>
            </w:r>
            <w:r w:rsidRPr="00616402">
              <w:rPr>
                <w:color w:val="FF0000"/>
              </w:rPr>
              <w:fldChar w:fldCharType="end"/>
            </w:r>
            <w:r w:rsidRPr="00616402">
              <w:rPr>
                <w:color w:val="FF0000"/>
              </w:rPr>
              <w:instrText xml:space="preserve"> "" </w:instrText>
            </w:r>
            <w:r w:rsidRPr="00616402">
              <w:rPr>
                <w:color w:val="FF0000"/>
              </w:rPr>
              <w:fldChar w:fldCharType="separate"/>
            </w:r>
            <w:r w:rsidR="00A01875" w:rsidRPr="00616402">
              <w:rPr>
                <w:noProof/>
                <w:color w:val="FF0000"/>
              </w:rPr>
              <w:instrText>2</w:instrText>
            </w:r>
            <w:r w:rsidRPr="00616402">
              <w:rPr>
                <w:color w:val="FF0000"/>
              </w:rPr>
              <w:fldChar w:fldCharType="end"/>
            </w:r>
            <w:r w:rsidRPr="00616402">
              <w:rPr>
                <w:color w:val="FF0000"/>
              </w:rPr>
              <w:fldChar w:fldCharType="separate"/>
            </w:r>
            <w:r w:rsidR="00A01875" w:rsidRPr="00616402">
              <w:rPr>
                <w:noProof/>
                <w:color w:val="FF0000"/>
              </w:rPr>
              <w:t>1</w:t>
            </w:r>
            <w:r w:rsidRPr="00616402">
              <w:rPr>
                <w:color w:val="FF0000"/>
              </w:rPr>
              <w:fldChar w:fldCharType="end"/>
            </w:r>
          </w:p>
        </w:tc>
        <w:tc>
          <w:tcPr>
            <w:tcW w:w="2055" w:type="dxa"/>
            <w:tcBorders>
              <w:bottom w:val="nil"/>
            </w:tcBorders>
          </w:tcPr>
          <w:p w14:paraId="34BE56D3" w14:textId="77777777" w:rsidR="002F6E35" w:rsidRPr="00616402" w:rsidRDefault="009035F5">
            <w:pPr>
              <w:pStyle w:val="Dates"/>
              <w:rPr>
                <w:color w:val="FF0000"/>
              </w:rPr>
            </w:pP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 IF </w:instrText>
            </w: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 DocVariable MonthStart \@ dddd </w:instrText>
            </w:r>
            <w:r w:rsidRPr="00616402">
              <w:rPr>
                <w:color w:val="FF0000"/>
              </w:rPr>
              <w:fldChar w:fldCharType="separate"/>
            </w:r>
            <w:r w:rsidR="00A01875" w:rsidRPr="00616402">
              <w:rPr>
                <w:color w:val="FF0000"/>
              </w:rPr>
              <w:instrText>Wednesday</w:instrText>
            </w:r>
            <w:r w:rsidRPr="00616402">
              <w:rPr>
                <w:color w:val="FF0000"/>
              </w:rPr>
              <w:fldChar w:fldCharType="end"/>
            </w:r>
            <w:r w:rsidRPr="00616402">
              <w:rPr>
                <w:color w:val="FF0000"/>
              </w:rPr>
              <w:instrText xml:space="preserve">= "Thursday" 1 </w:instrText>
            </w: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 IF </w:instrText>
            </w: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 =D2 </w:instrText>
            </w:r>
            <w:r w:rsidRPr="00616402">
              <w:rPr>
                <w:color w:val="FF0000"/>
              </w:rPr>
              <w:fldChar w:fldCharType="separate"/>
            </w:r>
            <w:r w:rsidR="00A01875" w:rsidRPr="00616402">
              <w:rPr>
                <w:noProof/>
                <w:color w:val="FF0000"/>
              </w:rPr>
              <w:instrText>1</w:instrText>
            </w:r>
            <w:r w:rsidRPr="00616402">
              <w:rPr>
                <w:color w:val="FF0000"/>
              </w:rPr>
              <w:fldChar w:fldCharType="end"/>
            </w:r>
            <w:r w:rsidRPr="00616402">
              <w:rPr>
                <w:color w:val="FF0000"/>
              </w:rPr>
              <w:instrText xml:space="preserve"> &lt;&gt; 0 </w:instrText>
            </w: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 =D2+1 </w:instrText>
            </w:r>
            <w:r w:rsidRPr="00616402">
              <w:rPr>
                <w:color w:val="FF0000"/>
              </w:rPr>
              <w:fldChar w:fldCharType="separate"/>
            </w:r>
            <w:r w:rsidR="00A01875" w:rsidRPr="00616402">
              <w:rPr>
                <w:noProof/>
                <w:color w:val="FF0000"/>
              </w:rPr>
              <w:instrText>2</w:instrText>
            </w:r>
            <w:r w:rsidRPr="00616402">
              <w:rPr>
                <w:color w:val="FF0000"/>
              </w:rPr>
              <w:fldChar w:fldCharType="end"/>
            </w:r>
            <w:r w:rsidRPr="00616402">
              <w:rPr>
                <w:color w:val="FF0000"/>
              </w:rPr>
              <w:instrText xml:space="preserve"> "" </w:instrText>
            </w:r>
            <w:r w:rsidRPr="00616402">
              <w:rPr>
                <w:color w:val="FF0000"/>
              </w:rPr>
              <w:fldChar w:fldCharType="separate"/>
            </w:r>
            <w:r w:rsidR="00A01875" w:rsidRPr="00616402">
              <w:rPr>
                <w:noProof/>
                <w:color w:val="FF0000"/>
              </w:rPr>
              <w:instrText>2</w:instrText>
            </w:r>
            <w:r w:rsidRPr="00616402">
              <w:rPr>
                <w:color w:val="FF0000"/>
              </w:rPr>
              <w:fldChar w:fldCharType="end"/>
            </w:r>
            <w:r w:rsidRPr="00616402">
              <w:rPr>
                <w:color w:val="FF0000"/>
              </w:rPr>
              <w:fldChar w:fldCharType="separate"/>
            </w:r>
            <w:r w:rsidR="00A01875" w:rsidRPr="00616402">
              <w:rPr>
                <w:noProof/>
                <w:color w:val="FF0000"/>
              </w:rPr>
              <w:t>2</w:t>
            </w:r>
            <w:r w:rsidRPr="00616402">
              <w:rPr>
                <w:color w:val="FF0000"/>
              </w:rPr>
              <w:fldChar w:fldCharType="end"/>
            </w:r>
          </w:p>
        </w:tc>
        <w:tc>
          <w:tcPr>
            <w:tcW w:w="2055" w:type="dxa"/>
            <w:tcBorders>
              <w:bottom w:val="nil"/>
            </w:tcBorders>
          </w:tcPr>
          <w:p w14:paraId="0515B2F9" w14:textId="77777777" w:rsidR="002F6E35" w:rsidRPr="00616402" w:rsidRDefault="009035F5">
            <w:pPr>
              <w:pStyle w:val="Dates"/>
              <w:rPr>
                <w:color w:val="FF0000"/>
              </w:rPr>
            </w:pP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 IF </w:instrText>
            </w: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 DocVariable MonthStart \@ dddd </w:instrText>
            </w:r>
            <w:r w:rsidRPr="00616402">
              <w:rPr>
                <w:color w:val="FF0000"/>
              </w:rPr>
              <w:fldChar w:fldCharType="separate"/>
            </w:r>
            <w:r w:rsidR="00A01875" w:rsidRPr="00616402">
              <w:rPr>
                <w:color w:val="FF0000"/>
              </w:rPr>
              <w:instrText>Wednesday</w:instrText>
            </w:r>
            <w:r w:rsidRPr="00616402">
              <w:rPr>
                <w:color w:val="FF0000"/>
              </w:rPr>
              <w:fldChar w:fldCharType="end"/>
            </w:r>
            <w:r w:rsidRPr="00616402">
              <w:rPr>
                <w:color w:val="FF0000"/>
              </w:rPr>
              <w:instrText xml:space="preserve"> = "Friday" 1 </w:instrText>
            </w: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 IF </w:instrText>
            </w: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 =E2 </w:instrText>
            </w:r>
            <w:r w:rsidRPr="00616402">
              <w:rPr>
                <w:color w:val="FF0000"/>
              </w:rPr>
              <w:fldChar w:fldCharType="separate"/>
            </w:r>
            <w:r w:rsidR="00A01875" w:rsidRPr="00616402">
              <w:rPr>
                <w:noProof/>
                <w:color w:val="FF0000"/>
              </w:rPr>
              <w:instrText>2</w:instrText>
            </w:r>
            <w:r w:rsidRPr="00616402">
              <w:rPr>
                <w:color w:val="FF0000"/>
              </w:rPr>
              <w:fldChar w:fldCharType="end"/>
            </w:r>
            <w:r w:rsidRPr="00616402">
              <w:rPr>
                <w:color w:val="FF0000"/>
              </w:rPr>
              <w:instrText xml:space="preserve"> &lt;&gt; 0 </w:instrText>
            </w: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 =E2+1 </w:instrText>
            </w:r>
            <w:r w:rsidRPr="00616402">
              <w:rPr>
                <w:color w:val="FF0000"/>
              </w:rPr>
              <w:fldChar w:fldCharType="separate"/>
            </w:r>
            <w:r w:rsidR="00A01875" w:rsidRPr="00616402">
              <w:rPr>
                <w:noProof/>
                <w:color w:val="FF0000"/>
              </w:rPr>
              <w:instrText>3</w:instrText>
            </w:r>
            <w:r w:rsidRPr="00616402">
              <w:rPr>
                <w:color w:val="FF0000"/>
              </w:rPr>
              <w:fldChar w:fldCharType="end"/>
            </w:r>
            <w:r w:rsidRPr="00616402">
              <w:rPr>
                <w:color w:val="FF0000"/>
              </w:rPr>
              <w:instrText xml:space="preserve"> "" </w:instrText>
            </w:r>
            <w:r w:rsidRPr="00616402">
              <w:rPr>
                <w:color w:val="FF0000"/>
              </w:rPr>
              <w:fldChar w:fldCharType="separate"/>
            </w:r>
            <w:r w:rsidR="00A01875" w:rsidRPr="00616402">
              <w:rPr>
                <w:noProof/>
                <w:color w:val="FF0000"/>
              </w:rPr>
              <w:instrText>3</w:instrText>
            </w:r>
            <w:r w:rsidRPr="00616402">
              <w:rPr>
                <w:color w:val="FF0000"/>
              </w:rPr>
              <w:fldChar w:fldCharType="end"/>
            </w:r>
            <w:r w:rsidRPr="00616402">
              <w:rPr>
                <w:color w:val="FF0000"/>
              </w:rPr>
              <w:fldChar w:fldCharType="separate"/>
            </w:r>
            <w:r w:rsidR="00A01875" w:rsidRPr="00616402">
              <w:rPr>
                <w:noProof/>
                <w:color w:val="FF0000"/>
              </w:rPr>
              <w:t>3</w:t>
            </w:r>
            <w:r w:rsidRPr="00616402">
              <w:rPr>
                <w:color w:val="FF0000"/>
              </w:rPr>
              <w:fldChar w:fldCharType="end"/>
            </w:r>
          </w:p>
        </w:tc>
        <w:tc>
          <w:tcPr>
            <w:tcW w:w="2055" w:type="dxa"/>
            <w:tcBorders>
              <w:bottom w:val="nil"/>
            </w:tcBorders>
          </w:tcPr>
          <w:p w14:paraId="2C7FB786" w14:textId="77777777" w:rsidR="002F6E35" w:rsidRPr="00616402" w:rsidRDefault="009035F5">
            <w:pPr>
              <w:pStyle w:val="Dates"/>
              <w:rPr>
                <w:color w:val="FF0000"/>
              </w:rPr>
            </w:pP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 IF </w:instrText>
            </w: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 DocVariable MonthStart \@ dddd </w:instrText>
            </w:r>
            <w:r w:rsidRPr="00616402">
              <w:rPr>
                <w:color w:val="FF0000"/>
              </w:rPr>
              <w:fldChar w:fldCharType="separate"/>
            </w:r>
            <w:r w:rsidR="00A01875" w:rsidRPr="00616402">
              <w:rPr>
                <w:color w:val="FF0000"/>
              </w:rPr>
              <w:instrText>Wednesday</w:instrText>
            </w:r>
            <w:r w:rsidRPr="00616402">
              <w:rPr>
                <w:color w:val="FF0000"/>
              </w:rPr>
              <w:fldChar w:fldCharType="end"/>
            </w:r>
            <w:r w:rsidRPr="00616402">
              <w:rPr>
                <w:color w:val="FF0000"/>
              </w:rPr>
              <w:instrText xml:space="preserve"> = "Saturday" 1 </w:instrText>
            </w: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 IF </w:instrText>
            </w: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 =F2 </w:instrText>
            </w:r>
            <w:r w:rsidRPr="00616402">
              <w:rPr>
                <w:color w:val="FF0000"/>
              </w:rPr>
              <w:fldChar w:fldCharType="separate"/>
            </w:r>
            <w:r w:rsidR="00A01875" w:rsidRPr="00616402">
              <w:rPr>
                <w:noProof/>
                <w:color w:val="FF0000"/>
              </w:rPr>
              <w:instrText>3</w:instrText>
            </w:r>
            <w:r w:rsidRPr="00616402">
              <w:rPr>
                <w:color w:val="FF0000"/>
              </w:rPr>
              <w:fldChar w:fldCharType="end"/>
            </w:r>
            <w:r w:rsidRPr="00616402">
              <w:rPr>
                <w:color w:val="FF0000"/>
              </w:rPr>
              <w:instrText xml:space="preserve"> &lt;&gt; 0 </w:instrText>
            </w: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 =F2+1 </w:instrText>
            </w:r>
            <w:r w:rsidRPr="00616402">
              <w:rPr>
                <w:color w:val="FF0000"/>
              </w:rPr>
              <w:fldChar w:fldCharType="separate"/>
            </w:r>
            <w:r w:rsidR="00A01875" w:rsidRPr="00616402">
              <w:rPr>
                <w:noProof/>
                <w:color w:val="FF0000"/>
              </w:rPr>
              <w:instrText>4</w:instrText>
            </w:r>
            <w:r w:rsidRPr="00616402">
              <w:rPr>
                <w:color w:val="FF0000"/>
              </w:rPr>
              <w:fldChar w:fldCharType="end"/>
            </w:r>
            <w:r w:rsidRPr="00616402">
              <w:rPr>
                <w:color w:val="FF0000"/>
              </w:rPr>
              <w:instrText xml:space="preserve"> "" </w:instrText>
            </w:r>
            <w:r w:rsidRPr="00616402">
              <w:rPr>
                <w:color w:val="FF0000"/>
              </w:rPr>
              <w:fldChar w:fldCharType="separate"/>
            </w:r>
            <w:r w:rsidR="00A01875" w:rsidRPr="00616402">
              <w:rPr>
                <w:noProof/>
                <w:color w:val="FF0000"/>
              </w:rPr>
              <w:instrText>4</w:instrText>
            </w:r>
            <w:r w:rsidRPr="00616402">
              <w:rPr>
                <w:color w:val="FF0000"/>
              </w:rPr>
              <w:fldChar w:fldCharType="end"/>
            </w:r>
            <w:r w:rsidRPr="00616402">
              <w:rPr>
                <w:color w:val="FF0000"/>
              </w:rPr>
              <w:fldChar w:fldCharType="separate"/>
            </w:r>
            <w:r w:rsidR="00A01875" w:rsidRPr="00616402">
              <w:rPr>
                <w:noProof/>
                <w:color w:val="FF0000"/>
              </w:rPr>
              <w:t>4</w:t>
            </w:r>
            <w:r w:rsidRPr="00616402">
              <w:rPr>
                <w:color w:val="FF0000"/>
              </w:rPr>
              <w:fldChar w:fldCharType="end"/>
            </w:r>
          </w:p>
        </w:tc>
      </w:tr>
      <w:tr w:rsidR="002F6E35" w14:paraId="376DD11E" w14:textId="77777777" w:rsidTr="001D2BF7">
        <w:trPr>
          <w:trHeight w:hRule="exact" w:val="914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1D038289" w14:textId="77777777" w:rsidR="002F6E35" w:rsidRPr="00616402" w:rsidRDefault="002F6E35">
            <w:pPr>
              <w:rPr>
                <w:color w:val="FF0000"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AB37339" w14:textId="77777777" w:rsidR="002F6E35" w:rsidRPr="00616402" w:rsidRDefault="002F6E35">
            <w:pPr>
              <w:rPr>
                <w:color w:val="FF0000"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4158270D" w14:textId="77777777" w:rsidR="002F6E35" w:rsidRPr="00616402" w:rsidRDefault="002F6E35">
            <w:pPr>
              <w:rPr>
                <w:color w:val="FF0000"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6DDEF34A" w14:textId="77777777" w:rsidR="002F6E35" w:rsidRPr="00616402" w:rsidRDefault="002F6E35">
            <w:pPr>
              <w:rPr>
                <w:color w:val="FF0000"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D28485C" w14:textId="77777777" w:rsidR="002F6E35" w:rsidRPr="00616402" w:rsidRDefault="002F6E35">
            <w:pPr>
              <w:rPr>
                <w:color w:val="FF0000"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D6CA93F" w14:textId="77777777" w:rsidR="002F6E35" w:rsidRPr="00616402" w:rsidRDefault="002F6E35">
            <w:pPr>
              <w:rPr>
                <w:color w:val="FF0000"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3CA595BA" w14:textId="77777777" w:rsidR="002F6E35" w:rsidRPr="00616402" w:rsidRDefault="002F6E35">
            <w:pPr>
              <w:rPr>
                <w:color w:val="FF0000"/>
              </w:rPr>
            </w:pPr>
          </w:p>
        </w:tc>
      </w:tr>
      <w:tr w:rsidR="002F6E35" w14:paraId="52EB6987" w14:textId="77777777" w:rsidTr="001D2BF7">
        <w:trPr>
          <w:trHeight w:val="272"/>
        </w:trPr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14:paraId="0AFC4FDB" w14:textId="77777777" w:rsidR="002F6E35" w:rsidRPr="00616402" w:rsidRDefault="009035F5">
            <w:pPr>
              <w:pStyle w:val="Dates"/>
              <w:rPr>
                <w:color w:val="FF0000"/>
              </w:rPr>
            </w:pP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 =G2+1 </w:instrText>
            </w:r>
            <w:r w:rsidRPr="00616402">
              <w:rPr>
                <w:color w:val="FF0000"/>
              </w:rPr>
              <w:fldChar w:fldCharType="separate"/>
            </w:r>
            <w:r w:rsidR="00A01875" w:rsidRPr="00616402">
              <w:rPr>
                <w:noProof/>
                <w:color w:val="FF0000"/>
              </w:rPr>
              <w:t>5</w:t>
            </w:r>
            <w:r w:rsidRPr="00616402">
              <w:rPr>
                <w:color w:val="FF0000"/>
              </w:rP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0C9043E0" w14:textId="77777777" w:rsidR="002F6E35" w:rsidRPr="00616402" w:rsidRDefault="009035F5">
            <w:pPr>
              <w:pStyle w:val="Dates"/>
              <w:rPr>
                <w:color w:val="FF0000"/>
              </w:rPr>
            </w:pP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 =A4+1 </w:instrText>
            </w:r>
            <w:r w:rsidRPr="00616402">
              <w:rPr>
                <w:color w:val="FF0000"/>
              </w:rPr>
              <w:fldChar w:fldCharType="separate"/>
            </w:r>
            <w:r w:rsidR="00A01875" w:rsidRPr="00616402">
              <w:rPr>
                <w:noProof/>
                <w:color w:val="FF0000"/>
              </w:rPr>
              <w:t>6</w:t>
            </w:r>
            <w:r w:rsidRPr="00616402">
              <w:rPr>
                <w:color w:val="FF0000"/>
              </w:rP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1588AE83" w14:textId="77777777" w:rsidR="002F6E35" w:rsidRPr="00616402" w:rsidRDefault="009035F5">
            <w:pPr>
              <w:pStyle w:val="Dates"/>
              <w:rPr>
                <w:color w:val="FF0000"/>
              </w:rPr>
            </w:pP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 =B4+1 </w:instrText>
            </w:r>
            <w:r w:rsidRPr="00616402">
              <w:rPr>
                <w:color w:val="FF0000"/>
              </w:rPr>
              <w:fldChar w:fldCharType="separate"/>
            </w:r>
            <w:r w:rsidR="00A01875" w:rsidRPr="00616402">
              <w:rPr>
                <w:noProof/>
                <w:color w:val="FF0000"/>
              </w:rPr>
              <w:t>7</w:t>
            </w:r>
            <w:r w:rsidRPr="00616402">
              <w:rPr>
                <w:color w:val="FF0000"/>
              </w:rP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379B8BAA" w14:textId="77777777" w:rsidR="002F6E35" w:rsidRPr="00616402" w:rsidRDefault="009035F5">
            <w:pPr>
              <w:pStyle w:val="Dates"/>
              <w:rPr>
                <w:color w:val="FF0000"/>
              </w:rPr>
            </w:pP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 =C4+1 </w:instrText>
            </w:r>
            <w:r w:rsidRPr="00616402">
              <w:rPr>
                <w:color w:val="FF0000"/>
              </w:rPr>
              <w:fldChar w:fldCharType="separate"/>
            </w:r>
            <w:r w:rsidR="00A01875" w:rsidRPr="00616402">
              <w:rPr>
                <w:noProof/>
                <w:color w:val="FF0000"/>
              </w:rPr>
              <w:t>8</w:t>
            </w:r>
            <w:r w:rsidRPr="00616402">
              <w:rPr>
                <w:color w:val="FF0000"/>
              </w:rP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6549DBD0" w14:textId="77777777" w:rsidR="002F6E35" w:rsidRPr="00616402" w:rsidRDefault="009035F5">
            <w:pPr>
              <w:pStyle w:val="Dates"/>
              <w:rPr>
                <w:color w:val="FF0000"/>
              </w:rPr>
            </w:pP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 =D4+1 </w:instrText>
            </w:r>
            <w:r w:rsidRPr="00616402">
              <w:rPr>
                <w:color w:val="FF0000"/>
              </w:rPr>
              <w:fldChar w:fldCharType="separate"/>
            </w:r>
            <w:r w:rsidR="00A01875" w:rsidRPr="00616402">
              <w:rPr>
                <w:noProof/>
                <w:color w:val="FF0000"/>
              </w:rPr>
              <w:t>9</w:t>
            </w:r>
            <w:r w:rsidRPr="00616402">
              <w:rPr>
                <w:color w:val="FF0000"/>
              </w:rP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5D829958" w14:textId="77777777" w:rsidR="002F6E35" w:rsidRPr="00616402" w:rsidRDefault="009035F5">
            <w:pPr>
              <w:pStyle w:val="Dates"/>
              <w:rPr>
                <w:color w:val="FF0000"/>
              </w:rPr>
            </w:pP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 =E4+1 </w:instrText>
            </w:r>
            <w:r w:rsidRPr="00616402">
              <w:rPr>
                <w:color w:val="FF0000"/>
              </w:rPr>
              <w:fldChar w:fldCharType="separate"/>
            </w:r>
            <w:r w:rsidR="00A01875" w:rsidRPr="00616402">
              <w:rPr>
                <w:noProof/>
                <w:color w:val="FF0000"/>
              </w:rPr>
              <w:t>10</w:t>
            </w:r>
            <w:r w:rsidRPr="00616402">
              <w:rPr>
                <w:color w:val="FF0000"/>
              </w:rP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7641BC8D" w14:textId="77777777" w:rsidR="002F6E35" w:rsidRPr="00616402" w:rsidRDefault="009035F5">
            <w:pPr>
              <w:pStyle w:val="Dates"/>
              <w:rPr>
                <w:color w:val="FF0000"/>
              </w:rPr>
            </w:pP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 =F4+1 </w:instrText>
            </w:r>
            <w:r w:rsidRPr="00616402">
              <w:rPr>
                <w:color w:val="FF0000"/>
              </w:rPr>
              <w:fldChar w:fldCharType="separate"/>
            </w:r>
            <w:r w:rsidR="00A01875" w:rsidRPr="00616402">
              <w:rPr>
                <w:noProof/>
                <w:color w:val="FF0000"/>
              </w:rPr>
              <w:t>11</w:t>
            </w:r>
            <w:r w:rsidRPr="00616402">
              <w:rPr>
                <w:color w:val="FF0000"/>
              </w:rPr>
              <w:fldChar w:fldCharType="end"/>
            </w:r>
          </w:p>
        </w:tc>
      </w:tr>
      <w:tr w:rsidR="002F6E35" w14:paraId="4E848D69" w14:textId="77777777" w:rsidTr="001D2BF7">
        <w:trPr>
          <w:trHeight w:hRule="exact" w:val="914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2C3C4712" w14:textId="25001A6C" w:rsidR="002F6E35" w:rsidRPr="00616402" w:rsidRDefault="002F6E35">
            <w:pPr>
              <w:rPr>
                <w:color w:val="FF0000"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F7F4E04" w14:textId="77777777" w:rsidR="002F6E35" w:rsidRPr="00616402" w:rsidRDefault="002F6E35">
            <w:pPr>
              <w:rPr>
                <w:color w:val="FF0000"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1E0A613" w14:textId="77777777" w:rsidR="002F6E35" w:rsidRPr="00616402" w:rsidRDefault="002F6E35">
            <w:pPr>
              <w:rPr>
                <w:color w:val="FF0000"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525010B3" w14:textId="77777777" w:rsidR="002F6E35" w:rsidRPr="00616402" w:rsidRDefault="002F6E35">
            <w:pPr>
              <w:rPr>
                <w:color w:val="FF0000"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649D8F26" w14:textId="77777777" w:rsidR="002F6E35" w:rsidRPr="00616402" w:rsidRDefault="002F6E35">
            <w:pPr>
              <w:rPr>
                <w:color w:val="FF0000"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0B8982C5" w14:textId="77777777" w:rsidR="002F6E35" w:rsidRPr="00616402" w:rsidRDefault="002F6E35">
            <w:pPr>
              <w:rPr>
                <w:color w:val="FF0000"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356A6A80" w14:textId="77777777" w:rsidR="002F6E35" w:rsidRPr="00616402" w:rsidRDefault="002F6E35">
            <w:pPr>
              <w:rPr>
                <w:color w:val="FF0000"/>
              </w:rPr>
            </w:pPr>
          </w:p>
        </w:tc>
      </w:tr>
      <w:tr w:rsidR="002F6E35" w14:paraId="2C3EFAED" w14:textId="77777777" w:rsidTr="001D2BF7">
        <w:trPr>
          <w:trHeight w:val="272"/>
        </w:trPr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14:paraId="4E31D7F9" w14:textId="77777777" w:rsidR="002F6E35" w:rsidRPr="00616402" w:rsidRDefault="009035F5">
            <w:pPr>
              <w:pStyle w:val="Dates"/>
              <w:rPr>
                <w:color w:val="FF0000"/>
              </w:rPr>
            </w:pP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 =G4+1 </w:instrText>
            </w:r>
            <w:r w:rsidRPr="00616402">
              <w:rPr>
                <w:color w:val="FF0000"/>
              </w:rPr>
              <w:fldChar w:fldCharType="separate"/>
            </w:r>
            <w:r w:rsidR="00A01875" w:rsidRPr="00616402">
              <w:rPr>
                <w:noProof/>
                <w:color w:val="FF0000"/>
              </w:rPr>
              <w:t>12</w:t>
            </w:r>
            <w:r w:rsidRPr="00616402">
              <w:rPr>
                <w:color w:val="FF0000"/>
              </w:rP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69375BB3" w14:textId="77777777" w:rsidR="002F6E35" w:rsidRPr="00616402" w:rsidRDefault="009035F5">
            <w:pPr>
              <w:pStyle w:val="Dates"/>
              <w:rPr>
                <w:color w:val="FF0000"/>
              </w:rPr>
            </w:pP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 =A6+1 </w:instrText>
            </w:r>
            <w:r w:rsidRPr="00616402">
              <w:rPr>
                <w:color w:val="FF0000"/>
              </w:rPr>
              <w:fldChar w:fldCharType="separate"/>
            </w:r>
            <w:r w:rsidR="00A01875" w:rsidRPr="00616402">
              <w:rPr>
                <w:noProof/>
                <w:color w:val="FF0000"/>
              </w:rPr>
              <w:t>13</w:t>
            </w:r>
            <w:r w:rsidRPr="00616402">
              <w:rPr>
                <w:color w:val="FF0000"/>
              </w:rP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0BC5BF9E" w14:textId="77777777" w:rsidR="002F6E35" w:rsidRPr="00616402" w:rsidRDefault="009035F5">
            <w:pPr>
              <w:pStyle w:val="Dates"/>
              <w:rPr>
                <w:color w:val="FF0000"/>
              </w:rPr>
            </w:pP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 =B6+1 </w:instrText>
            </w:r>
            <w:r w:rsidRPr="00616402">
              <w:rPr>
                <w:color w:val="FF0000"/>
              </w:rPr>
              <w:fldChar w:fldCharType="separate"/>
            </w:r>
            <w:r w:rsidR="00A01875" w:rsidRPr="00616402">
              <w:rPr>
                <w:noProof/>
                <w:color w:val="FF0000"/>
              </w:rPr>
              <w:t>14</w:t>
            </w:r>
            <w:r w:rsidRPr="00616402">
              <w:rPr>
                <w:color w:val="FF0000"/>
              </w:rP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3C54BEDB" w14:textId="77777777" w:rsidR="002F6E35" w:rsidRPr="00616402" w:rsidRDefault="009035F5">
            <w:pPr>
              <w:pStyle w:val="Dates"/>
              <w:rPr>
                <w:color w:val="FF0000"/>
              </w:rPr>
            </w:pP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 =C6+1 </w:instrText>
            </w:r>
            <w:r w:rsidRPr="00616402">
              <w:rPr>
                <w:color w:val="FF0000"/>
              </w:rPr>
              <w:fldChar w:fldCharType="separate"/>
            </w:r>
            <w:r w:rsidR="00A01875" w:rsidRPr="00616402">
              <w:rPr>
                <w:noProof/>
                <w:color w:val="FF0000"/>
              </w:rPr>
              <w:t>15</w:t>
            </w:r>
            <w:r w:rsidRPr="00616402">
              <w:rPr>
                <w:color w:val="FF0000"/>
              </w:rP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1A2AA2B7" w14:textId="77777777" w:rsidR="002F6E35" w:rsidRPr="00616402" w:rsidRDefault="009035F5">
            <w:pPr>
              <w:pStyle w:val="Dates"/>
              <w:rPr>
                <w:color w:val="FF0000"/>
              </w:rPr>
            </w:pP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 =D6+1 </w:instrText>
            </w:r>
            <w:r w:rsidRPr="00616402">
              <w:rPr>
                <w:color w:val="FF0000"/>
              </w:rPr>
              <w:fldChar w:fldCharType="separate"/>
            </w:r>
            <w:r w:rsidR="00A01875" w:rsidRPr="00616402">
              <w:rPr>
                <w:noProof/>
                <w:color w:val="FF0000"/>
              </w:rPr>
              <w:t>16</w:t>
            </w:r>
            <w:r w:rsidRPr="00616402">
              <w:rPr>
                <w:color w:val="FF0000"/>
              </w:rP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70B10112" w14:textId="77777777" w:rsidR="002F6E35" w:rsidRPr="00616402" w:rsidRDefault="009035F5">
            <w:pPr>
              <w:pStyle w:val="Dates"/>
              <w:rPr>
                <w:color w:val="FF0000"/>
              </w:rPr>
            </w:pP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 =E6+1 </w:instrText>
            </w:r>
            <w:r w:rsidRPr="00616402">
              <w:rPr>
                <w:color w:val="FF0000"/>
              </w:rPr>
              <w:fldChar w:fldCharType="separate"/>
            </w:r>
            <w:r w:rsidR="00A01875" w:rsidRPr="00616402">
              <w:rPr>
                <w:noProof/>
                <w:color w:val="FF0000"/>
              </w:rPr>
              <w:t>17</w:t>
            </w:r>
            <w:r w:rsidRPr="00616402">
              <w:rPr>
                <w:color w:val="FF0000"/>
              </w:rP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51831164" w14:textId="77777777" w:rsidR="002F6E35" w:rsidRPr="00616402" w:rsidRDefault="009035F5">
            <w:pPr>
              <w:pStyle w:val="Dates"/>
              <w:rPr>
                <w:color w:val="FF0000"/>
              </w:rPr>
            </w:pP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 =F6+1 </w:instrText>
            </w:r>
            <w:r w:rsidRPr="00616402">
              <w:rPr>
                <w:color w:val="FF0000"/>
              </w:rPr>
              <w:fldChar w:fldCharType="separate"/>
            </w:r>
            <w:r w:rsidR="00A01875" w:rsidRPr="00616402">
              <w:rPr>
                <w:noProof/>
                <w:color w:val="FF0000"/>
              </w:rPr>
              <w:t>18</w:t>
            </w:r>
            <w:r w:rsidRPr="00616402">
              <w:rPr>
                <w:color w:val="FF0000"/>
              </w:rPr>
              <w:fldChar w:fldCharType="end"/>
            </w:r>
          </w:p>
        </w:tc>
      </w:tr>
      <w:tr w:rsidR="002F6E35" w14:paraId="43604CB5" w14:textId="77777777" w:rsidTr="001D2BF7">
        <w:trPr>
          <w:trHeight w:hRule="exact" w:val="914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072D2886" w14:textId="77777777" w:rsidR="002F6E35" w:rsidRPr="00616402" w:rsidRDefault="002F6E35">
            <w:pPr>
              <w:rPr>
                <w:color w:val="FF0000"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6A7848A9" w14:textId="77777777" w:rsidR="002F6E35" w:rsidRPr="00616402" w:rsidRDefault="002F6E35">
            <w:pPr>
              <w:rPr>
                <w:color w:val="FF0000"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3886D23" w14:textId="77777777" w:rsidR="002F6E35" w:rsidRPr="00616402" w:rsidRDefault="002F6E35">
            <w:pPr>
              <w:rPr>
                <w:color w:val="FF0000"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43CFA737" w14:textId="77777777" w:rsidR="002F6E35" w:rsidRPr="00616402" w:rsidRDefault="002F6E35">
            <w:pPr>
              <w:rPr>
                <w:color w:val="FF0000"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04EB81C" w14:textId="77777777" w:rsidR="002F6E35" w:rsidRPr="00616402" w:rsidRDefault="002F6E35">
            <w:pPr>
              <w:rPr>
                <w:color w:val="FF0000"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36F9B675" w14:textId="77777777" w:rsidR="002F6E35" w:rsidRPr="00616402" w:rsidRDefault="002F6E35">
            <w:pPr>
              <w:rPr>
                <w:color w:val="FF0000"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4D96765" w14:textId="77777777" w:rsidR="002F6E35" w:rsidRPr="00616402" w:rsidRDefault="002F6E35">
            <w:pPr>
              <w:rPr>
                <w:color w:val="FF0000"/>
              </w:rPr>
            </w:pPr>
          </w:p>
        </w:tc>
      </w:tr>
      <w:tr w:rsidR="002F6E35" w14:paraId="09654556" w14:textId="77777777" w:rsidTr="001D2BF7">
        <w:trPr>
          <w:trHeight w:val="272"/>
        </w:trPr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14:paraId="606B8C60" w14:textId="77777777" w:rsidR="002F6E35" w:rsidRPr="00616402" w:rsidRDefault="009035F5">
            <w:pPr>
              <w:pStyle w:val="Dates"/>
              <w:rPr>
                <w:color w:val="FF0000"/>
              </w:rPr>
            </w:pP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 =G6+1 </w:instrText>
            </w:r>
            <w:r w:rsidRPr="00616402">
              <w:rPr>
                <w:color w:val="FF0000"/>
              </w:rPr>
              <w:fldChar w:fldCharType="separate"/>
            </w:r>
            <w:r w:rsidR="00A01875" w:rsidRPr="00616402">
              <w:rPr>
                <w:noProof/>
                <w:color w:val="FF0000"/>
              </w:rPr>
              <w:t>19</w:t>
            </w:r>
            <w:r w:rsidRPr="00616402">
              <w:rPr>
                <w:color w:val="FF0000"/>
              </w:rP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18F529CD" w14:textId="77777777" w:rsidR="002F6E35" w:rsidRPr="00616402" w:rsidRDefault="009035F5">
            <w:pPr>
              <w:pStyle w:val="Dates"/>
              <w:rPr>
                <w:color w:val="FF0000"/>
              </w:rPr>
            </w:pP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 =A8+1 </w:instrText>
            </w:r>
            <w:r w:rsidRPr="00616402">
              <w:rPr>
                <w:color w:val="FF0000"/>
              </w:rPr>
              <w:fldChar w:fldCharType="separate"/>
            </w:r>
            <w:r w:rsidR="00A01875" w:rsidRPr="00616402">
              <w:rPr>
                <w:noProof/>
                <w:color w:val="FF0000"/>
              </w:rPr>
              <w:t>20</w:t>
            </w:r>
            <w:r w:rsidRPr="00616402">
              <w:rPr>
                <w:color w:val="FF0000"/>
              </w:rP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105158AB" w14:textId="77777777" w:rsidR="002F6E35" w:rsidRPr="00616402" w:rsidRDefault="009035F5">
            <w:pPr>
              <w:pStyle w:val="Dates"/>
              <w:rPr>
                <w:color w:val="FF0000"/>
              </w:rPr>
            </w:pP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 =B8+1 </w:instrText>
            </w:r>
            <w:r w:rsidRPr="00616402">
              <w:rPr>
                <w:color w:val="FF0000"/>
              </w:rPr>
              <w:fldChar w:fldCharType="separate"/>
            </w:r>
            <w:r w:rsidR="00A01875" w:rsidRPr="00616402">
              <w:rPr>
                <w:noProof/>
                <w:color w:val="FF0000"/>
              </w:rPr>
              <w:t>21</w:t>
            </w:r>
            <w:r w:rsidRPr="00616402">
              <w:rPr>
                <w:color w:val="FF0000"/>
              </w:rP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1BC35EA2" w14:textId="77777777" w:rsidR="002F6E35" w:rsidRPr="00616402" w:rsidRDefault="009035F5">
            <w:pPr>
              <w:pStyle w:val="Dates"/>
              <w:rPr>
                <w:color w:val="FF0000"/>
              </w:rPr>
            </w:pP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 =C8+1 </w:instrText>
            </w:r>
            <w:r w:rsidRPr="00616402">
              <w:rPr>
                <w:color w:val="FF0000"/>
              </w:rPr>
              <w:fldChar w:fldCharType="separate"/>
            </w:r>
            <w:r w:rsidR="00A01875" w:rsidRPr="00616402">
              <w:rPr>
                <w:noProof/>
                <w:color w:val="FF0000"/>
              </w:rPr>
              <w:t>22</w:t>
            </w:r>
            <w:r w:rsidRPr="00616402">
              <w:rPr>
                <w:color w:val="FF0000"/>
              </w:rP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31121D68" w14:textId="77777777" w:rsidR="002F6E35" w:rsidRPr="00616402" w:rsidRDefault="009035F5">
            <w:pPr>
              <w:pStyle w:val="Dates"/>
              <w:rPr>
                <w:color w:val="FF0000"/>
              </w:rPr>
            </w:pP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 =D8+1 </w:instrText>
            </w:r>
            <w:r w:rsidRPr="00616402">
              <w:rPr>
                <w:color w:val="FF0000"/>
              </w:rPr>
              <w:fldChar w:fldCharType="separate"/>
            </w:r>
            <w:r w:rsidR="00A01875" w:rsidRPr="00616402">
              <w:rPr>
                <w:noProof/>
                <w:color w:val="FF0000"/>
              </w:rPr>
              <w:t>23</w:t>
            </w:r>
            <w:r w:rsidRPr="00616402">
              <w:rPr>
                <w:color w:val="FF0000"/>
              </w:rP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1EFEED3C" w14:textId="77777777" w:rsidR="002F6E35" w:rsidRPr="00616402" w:rsidRDefault="009035F5">
            <w:pPr>
              <w:pStyle w:val="Dates"/>
              <w:rPr>
                <w:color w:val="FF0000"/>
              </w:rPr>
            </w:pP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 =E8+1 </w:instrText>
            </w:r>
            <w:r w:rsidRPr="00616402">
              <w:rPr>
                <w:color w:val="FF0000"/>
              </w:rPr>
              <w:fldChar w:fldCharType="separate"/>
            </w:r>
            <w:r w:rsidR="00A01875" w:rsidRPr="00616402">
              <w:rPr>
                <w:noProof/>
                <w:color w:val="FF0000"/>
              </w:rPr>
              <w:t>24</w:t>
            </w:r>
            <w:r w:rsidRPr="00616402">
              <w:rPr>
                <w:color w:val="FF0000"/>
              </w:rP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34DFD118" w14:textId="77777777" w:rsidR="002F6E35" w:rsidRPr="00616402" w:rsidRDefault="009035F5">
            <w:pPr>
              <w:pStyle w:val="Dates"/>
              <w:rPr>
                <w:color w:val="FF0000"/>
              </w:rPr>
            </w:pP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 =F8+1 </w:instrText>
            </w:r>
            <w:r w:rsidRPr="00616402">
              <w:rPr>
                <w:color w:val="FF0000"/>
              </w:rPr>
              <w:fldChar w:fldCharType="separate"/>
            </w:r>
            <w:r w:rsidR="00A01875" w:rsidRPr="00616402">
              <w:rPr>
                <w:noProof/>
                <w:color w:val="FF0000"/>
              </w:rPr>
              <w:t>25</w:t>
            </w:r>
            <w:r w:rsidRPr="00616402">
              <w:rPr>
                <w:color w:val="FF0000"/>
              </w:rPr>
              <w:fldChar w:fldCharType="end"/>
            </w:r>
          </w:p>
        </w:tc>
      </w:tr>
      <w:tr w:rsidR="002F6E35" w14:paraId="1A21581F" w14:textId="77777777" w:rsidTr="001D2BF7">
        <w:trPr>
          <w:trHeight w:hRule="exact" w:val="914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0D21AFE3" w14:textId="77777777" w:rsidR="002F6E35" w:rsidRPr="00616402" w:rsidRDefault="002F6E35">
            <w:pPr>
              <w:rPr>
                <w:color w:val="FF0000"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6065616B" w14:textId="77777777" w:rsidR="002F6E35" w:rsidRPr="00616402" w:rsidRDefault="002F6E35">
            <w:pPr>
              <w:rPr>
                <w:color w:val="FF0000"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C572A6D" w14:textId="77777777" w:rsidR="002F6E35" w:rsidRPr="00616402" w:rsidRDefault="002F6E35">
            <w:pPr>
              <w:rPr>
                <w:color w:val="FF0000"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703684C" w14:textId="77777777" w:rsidR="002F6E35" w:rsidRPr="00616402" w:rsidRDefault="002F6E35">
            <w:pPr>
              <w:rPr>
                <w:color w:val="FF0000"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48C4F723" w14:textId="77777777" w:rsidR="002F6E35" w:rsidRPr="00616402" w:rsidRDefault="002F6E35">
            <w:pPr>
              <w:rPr>
                <w:color w:val="FF0000"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4749D726" w14:textId="77777777" w:rsidR="002F6E35" w:rsidRPr="00616402" w:rsidRDefault="002F6E35">
            <w:pPr>
              <w:rPr>
                <w:color w:val="FF0000"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6CFBA0C" w14:textId="77777777" w:rsidR="002F6E35" w:rsidRPr="00616402" w:rsidRDefault="002F6E35">
            <w:pPr>
              <w:rPr>
                <w:color w:val="FF0000"/>
              </w:rPr>
            </w:pPr>
          </w:p>
        </w:tc>
      </w:tr>
      <w:tr w:rsidR="002F6E35" w14:paraId="7753D7B3" w14:textId="77777777" w:rsidTr="001D2BF7">
        <w:trPr>
          <w:trHeight w:val="272"/>
        </w:trPr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14:paraId="0C3E572F" w14:textId="77777777" w:rsidR="002F6E35" w:rsidRPr="00616402" w:rsidRDefault="009035F5">
            <w:pPr>
              <w:pStyle w:val="Dates"/>
              <w:rPr>
                <w:color w:val="FF0000"/>
              </w:rPr>
            </w:pP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IF </w:instrText>
            </w: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 =G8</w:instrText>
            </w:r>
            <w:r w:rsidRPr="00616402">
              <w:rPr>
                <w:color w:val="FF0000"/>
              </w:rPr>
              <w:fldChar w:fldCharType="separate"/>
            </w:r>
            <w:r w:rsidR="00A01875" w:rsidRPr="00616402">
              <w:rPr>
                <w:noProof/>
                <w:color w:val="FF0000"/>
              </w:rPr>
              <w:instrText>25</w:instrText>
            </w:r>
            <w:r w:rsidRPr="00616402">
              <w:rPr>
                <w:color w:val="FF0000"/>
              </w:rPr>
              <w:fldChar w:fldCharType="end"/>
            </w:r>
            <w:r w:rsidRPr="00616402">
              <w:rPr>
                <w:color w:val="FF0000"/>
              </w:rPr>
              <w:instrText xml:space="preserve"> = 0,"" </w:instrText>
            </w: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 IF </w:instrText>
            </w: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 =G8 </w:instrText>
            </w:r>
            <w:r w:rsidRPr="00616402">
              <w:rPr>
                <w:color w:val="FF0000"/>
              </w:rPr>
              <w:fldChar w:fldCharType="separate"/>
            </w:r>
            <w:r w:rsidR="00A01875" w:rsidRPr="00616402">
              <w:rPr>
                <w:noProof/>
                <w:color w:val="FF0000"/>
              </w:rPr>
              <w:instrText>25</w:instrText>
            </w:r>
            <w:r w:rsidRPr="00616402">
              <w:rPr>
                <w:color w:val="FF0000"/>
              </w:rPr>
              <w:fldChar w:fldCharType="end"/>
            </w:r>
            <w:r w:rsidRPr="00616402">
              <w:rPr>
                <w:color w:val="FF0000"/>
              </w:rPr>
              <w:instrText xml:space="preserve">  &lt; </w:instrText>
            </w: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 DocVariable MonthEnd \@ d </w:instrText>
            </w:r>
            <w:r w:rsidRPr="00616402">
              <w:rPr>
                <w:color w:val="FF0000"/>
              </w:rPr>
              <w:fldChar w:fldCharType="separate"/>
            </w:r>
            <w:r w:rsidR="00A01875" w:rsidRPr="00616402">
              <w:rPr>
                <w:color w:val="FF0000"/>
              </w:rPr>
              <w:instrText>31</w:instrText>
            </w:r>
            <w:r w:rsidRPr="00616402">
              <w:rPr>
                <w:color w:val="FF0000"/>
              </w:rPr>
              <w:fldChar w:fldCharType="end"/>
            </w:r>
            <w:r w:rsidRPr="00616402">
              <w:rPr>
                <w:color w:val="FF0000"/>
              </w:rPr>
              <w:instrText xml:space="preserve">  </w:instrText>
            </w: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 =G8+1 </w:instrText>
            </w:r>
            <w:r w:rsidRPr="00616402">
              <w:rPr>
                <w:color w:val="FF0000"/>
              </w:rPr>
              <w:fldChar w:fldCharType="separate"/>
            </w:r>
            <w:r w:rsidR="00A01875" w:rsidRPr="00616402">
              <w:rPr>
                <w:noProof/>
                <w:color w:val="FF0000"/>
              </w:rPr>
              <w:instrText>26</w:instrText>
            </w:r>
            <w:r w:rsidRPr="00616402">
              <w:rPr>
                <w:color w:val="FF0000"/>
              </w:rPr>
              <w:fldChar w:fldCharType="end"/>
            </w:r>
            <w:r w:rsidRPr="00616402">
              <w:rPr>
                <w:color w:val="FF0000"/>
              </w:rPr>
              <w:instrText xml:space="preserve"> "" </w:instrText>
            </w:r>
            <w:r w:rsidRPr="00616402">
              <w:rPr>
                <w:color w:val="FF0000"/>
              </w:rPr>
              <w:fldChar w:fldCharType="separate"/>
            </w:r>
            <w:r w:rsidR="00A01875" w:rsidRPr="00616402">
              <w:rPr>
                <w:noProof/>
                <w:color w:val="FF0000"/>
              </w:rPr>
              <w:instrText>26</w:instrText>
            </w:r>
            <w:r w:rsidRPr="00616402">
              <w:rPr>
                <w:color w:val="FF0000"/>
              </w:rPr>
              <w:fldChar w:fldCharType="end"/>
            </w:r>
            <w:r w:rsidRPr="00616402">
              <w:rPr>
                <w:color w:val="FF0000"/>
              </w:rPr>
              <w:fldChar w:fldCharType="separate"/>
            </w:r>
            <w:r w:rsidR="00A01875" w:rsidRPr="00616402">
              <w:rPr>
                <w:noProof/>
                <w:color w:val="FF0000"/>
              </w:rPr>
              <w:t>26</w:t>
            </w:r>
            <w:r w:rsidRPr="00616402">
              <w:rPr>
                <w:color w:val="FF0000"/>
              </w:rP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4EA36936" w14:textId="77777777" w:rsidR="002F6E35" w:rsidRPr="00616402" w:rsidRDefault="009035F5">
            <w:pPr>
              <w:pStyle w:val="Dates"/>
              <w:rPr>
                <w:color w:val="FF0000"/>
              </w:rPr>
            </w:pPr>
            <w:r w:rsidRPr="00616402">
              <w:rPr>
                <w:color w:val="000000" w:themeColor="text1"/>
              </w:rPr>
              <w:fldChar w:fldCharType="begin"/>
            </w:r>
            <w:r w:rsidRPr="00616402">
              <w:rPr>
                <w:color w:val="000000" w:themeColor="text1"/>
              </w:rPr>
              <w:instrText xml:space="preserve">IF </w:instrText>
            </w:r>
            <w:r w:rsidRPr="00616402">
              <w:rPr>
                <w:color w:val="000000" w:themeColor="text1"/>
              </w:rPr>
              <w:fldChar w:fldCharType="begin"/>
            </w:r>
            <w:r w:rsidRPr="00616402">
              <w:rPr>
                <w:color w:val="000000" w:themeColor="text1"/>
              </w:rPr>
              <w:instrText xml:space="preserve"> =A10</w:instrText>
            </w:r>
            <w:r w:rsidRPr="00616402">
              <w:rPr>
                <w:color w:val="000000" w:themeColor="text1"/>
              </w:rPr>
              <w:fldChar w:fldCharType="separate"/>
            </w:r>
            <w:r w:rsidR="00A01875" w:rsidRPr="00616402">
              <w:rPr>
                <w:noProof/>
                <w:color w:val="000000" w:themeColor="text1"/>
              </w:rPr>
              <w:instrText>26</w:instrText>
            </w:r>
            <w:r w:rsidRPr="00616402">
              <w:rPr>
                <w:color w:val="000000" w:themeColor="text1"/>
              </w:rPr>
              <w:fldChar w:fldCharType="end"/>
            </w:r>
            <w:r w:rsidRPr="00616402">
              <w:rPr>
                <w:color w:val="000000" w:themeColor="text1"/>
              </w:rPr>
              <w:instrText xml:space="preserve"> = 0,"" </w:instrText>
            </w:r>
            <w:r w:rsidRPr="00616402">
              <w:rPr>
                <w:color w:val="000000" w:themeColor="text1"/>
              </w:rPr>
              <w:fldChar w:fldCharType="begin"/>
            </w:r>
            <w:r w:rsidRPr="00616402">
              <w:rPr>
                <w:color w:val="000000" w:themeColor="text1"/>
              </w:rPr>
              <w:instrText xml:space="preserve"> IF </w:instrText>
            </w:r>
            <w:r w:rsidRPr="00616402">
              <w:rPr>
                <w:color w:val="000000" w:themeColor="text1"/>
              </w:rPr>
              <w:fldChar w:fldCharType="begin"/>
            </w:r>
            <w:r w:rsidRPr="00616402">
              <w:rPr>
                <w:color w:val="000000" w:themeColor="text1"/>
              </w:rPr>
              <w:instrText xml:space="preserve"> =A10 </w:instrText>
            </w:r>
            <w:r w:rsidRPr="00616402">
              <w:rPr>
                <w:color w:val="000000" w:themeColor="text1"/>
              </w:rPr>
              <w:fldChar w:fldCharType="separate"/>
            </w:r>
            <w:r w:rsidR="00A01875" w:rsidRPr="00616402">
              <w:rPr>
                <w:noProof/>
                <w:color w:val="000000" w:themeColor="text1"/>
              </w:rPr>
              <w:instrText>26</w:instrText>
            </w:r>
            <w:r w:rsidRPr="00616402">
              <w:rPr>
                <w:color w:val="000000" w:themeColor="text1"/>
              </w:rPr>
              <w:fldChar w:fldCharType="end"/>
            </w:r>
            <w:r w:rsidRPr="00616402">
              <w:rPr>
                <w:color w:val="000000" w:themeColor="text1"/>
              </w:rPr>
              <w:instrText xml:space="preserve">  &lt; </w:instrText>
            </w:r>
            <w:r w:rsidRPr="00616402">
              <w:rPr>
                <w:color w:val="000000" w:themeColor="text1"/>
              </w:rPr>
              <w:fldChar w:fldCharType="begin"/>
            </w:r>
            <w:r w:rsidRPr="00616402">
              <w:rPr>
                <w:color w:val="000000" w:themeColor="text1"/>
              </w:rPr>
              <w:instrText xml:space="preserve"> DocVariable MonthEnd \@ d </w:instrText>
            </w:r>
            <w:r w:rsidRPr="00616402">
              <w:rPr>
                <w:color w:val="000000" w:themeColor="text1"/>
              </w:rPr>
              <w:fldChar w:fldCharType="separate"/>
            </w:r>
            <w:r w:rsidR="00A01875" w:rsidRPr="00616402">
              <w:rPr>
                <w:color w:val="000000" w:themeColor="text1"/>
              </w:rPr>
              <w:instrText>31</w:instrText>
            </w:r>
            <w:r w:rsidRPr="00616402">
              <w:rPr>
                <w:color w:val="000000" w:themeColor="text1"/>
              </w:rPr>
              <w:fldChar w:fldCharType="end"/>
            </w:r>
            <w:r w:rsidRPr="00616402">
              <w:rPr>
                <w:color w:val="000000" w:themeColor="text1"/>
              </w:rPr>
              <w:instrText xml:space="preserve">  </w:instrText>
            </w:r>
            <w:r w:rsidRPr="00616402">
              <w:rPr>
                <w:color w:val="000000" w:themeColor="text1"/>
              </w:rPr>
              <w:fldChar w:fldCharType="begin"/>
            </w:r>
            <w:r w:rsidRPr="00616402">
              <w:rPr>
                <w:color w:val="000000" w:themeColor="text1"/>
              </w:rPr>
              <w:instrText xml:space="preserve"> =A10+1 </w:instrText>
            </w:r>
            <w:r w:rsidRPr="00616402">
              <w:rPr>
                <w:color w:val="000000" w:themeColor="text1"/>
              </w:rPr>
              <w:fldChar w:fldCharType="separate"/>
            </w:r>
            <w:r w:rsidR="00A01875" w:rsidRPr="00616402">
              <w:rPr>
                <w:noProof/>
                <w:color w:val="000000" w:themeColor="text1"/>
              </w:rPr>
              <w:instrText>27</w:instrText>
            </w:r>
            <w:r w:rsidRPr="00616402">
              <w:rPr>
                <w:color w:val="000000" w:themeColor="text1"/>
              </w:rPr>
              <w:fldChar w:fldCharType="end"/>
            </w:r>
            <w:r w:rsidRPr="00616402">
              <w:rPr>
                <w:color w:val="000000" w:themeColor="text1"/>
              </w:rPr>
              <w:instrText xml:space="preserve"> "" </w:instrText>
            </w:r>
            <w:r w:rsidRPr="00616402">
              <w:rPr>
                <w:color w:val="000000" w:themeColor="text1"/>
              </w:rPr>
              <w:fldChar w:fldCharType="separate"/>
            </w:r>
            <w:r w:rsidR="00A01875" w:rsidRPr="00616402">
              <w:rPr>
                <w:noProof/>
                <w:color w:val="000000" w:themeColor="text1"/>
              </w:rPr>
              <w:instrText>27</w:instrText>
            </w:r>
            <w:r w:rsidRPr="00616402">
              <w:rPr>
                <w:color w:val="000000" w:themeColor="text1"/>
              </w:rPr>
              <w:fldChar w:fldCharType="end"/>
            </w:r>
            <w:r w:rsidRPr="00616402">
              <w:rPr>
                <w:color w:val="000000" w:themeColor="text1"/>
              </w:rPr>
              <w:fldChar w:fldCharType="separate"/>
            </w:r>
            <w:r w:rsidR="00A01875" w:rsidRPr="00616402">
              <w:rPr>
                <w:noProof/>
                <w:color w:val="000000" w:themeColor="text1"/>
              </w:rPr>
              <w:t>27</w:t>
            </w:r>
            <w:r w:rsidRPr="00616402">
              <w:rPr>
                <w:color w:val="000000" w:themeColor="text1"/>
              </w:rP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6E080CDD" w14:textId="77777777" w:rsidR="002F6E35" w:rsidRPr="00616402" w:rsidRDefault="009035F5">
            <w:pPr>
              <w:pStyle w:val="Dates"/>
              <w:rPr>
                <w:color w:val="000000" w:themeColor="text1"/>
              </w:rPr>
            </w:pPr>
            <w:r w:rsidRPr="00616402">
              <w:rPr>
                <w:color w:val="000000" w:themeColor="text1"/>
              </w:rPr>
              <w:fldChar w:fldCharType="begin"/>
            </w:r>
            <w:r w:rsidRPr="00616402">
              <w:rPr>
                <w:color w:val="000000" w:themeColor="text1"/>
              </w:rPr>
              <w:instrText xml:space="preserve">IF </w:instrText>
            </w:r>
            <w:r w:rsidRPr="00616402">
              <w:rPr>
                <w:color w:val="000000" w:themeColor="text1"/>
              </w:rPr>
              <w:fldChar w:fldCharType="begin"/>
            </w:r>
            <w:r w:rsidRPr="00616402">
              <w:rPr>
                <w:color w:val="000000" w:themeColor="text1"/>
              </w:rPr>
              <w:instrText xml:space="preserve"> =B10</w:instrText>
            </w:r>
            <w:r w:rsidRPr="00616402">
              <w:rPr>
                <w:color w:val="000000" w:themeColor="text1"/>
              </w:rPr>
              <w:fldChar w:fldCharType="separate"/>
            </w:r>
            <w:r w:rsidR="00A01875" w:rsidRPr="00616402">
              <w:rPr>
                <w:noProof/>
                <w:color w:val="000000" w:themeColor="text1"/>
              </w:rPr>
              <w:instrText>27</w:instrText>
            </w:r>
            <w:r w:rsidRPr="00616402">
              <w:rPr>
                <w:color w:val="000000" w:themeColor="text1"/>
              </w:rPr>
              <w:fldChar w:fldCharType="end"/>
            </w:r>
            <w:r w:rsidRPr="00616402">
              <w:rPr>
                <w:color w:val="000000" w:themeColor="text1"/>
              </w:rPr>
              <w:instrText xml:space="preserve"> = 0,"" </w:instrText>
            </w:r>
            <w:r w:rsidRPr="00616402">
              <w:rPr>
                <w:color w:val="000000" w:themeColor="text1"/>
              </w:rPr>
              <w:fldChar w:fldCharType="begin"/>
            </w:r>
            <w:r w:rsidRPr="00616402">
              <w:rPr>
                <w:color w:val="000000" w:themeColor="text1"/>
              </w:rPr>
              <w:instrText xml:space="preserve"> IF </w:instrText>
            </w:r>
            <w:r w:rsidRPr="00616402">
              <w:rPr>
                <w:color w:val="000000" w:themeColor="text1"/>
              </w:rPr>
              <w:fldChar w:fldCharType="begin"/>
            </w:r>
            <w:r w:rsidRPr="00616402">
              <w:rPr>
                <w:color w:val="000000" w:themeColor="text1"/>
              </w:rPr>
              <w:instrText xml:space="preserve"> =B10 </w:instrText>
            </w:r>
            <w:r w:rsidRPr="00616402">
              <w:rPr>
                <w:color w:val="000000" w:themeColor="text1"/>
              </w:rPr>
              <w:fldChar w:fldCharType="separate"/>
            </w:r>
            <w:r w:rsidR="00A01875" w:rsidRPr="00616402">
              <w:rPr>
                <w:noProof/>
                <w:color w:val="000000" w:themeColor="text1"/>
              </w:rPr>
              <w:instrText>27</w:instrText>
            </w:r>
            <w:r w:rsidRPr="00616402">
              <w:rPr>
                <w:color w:val="000000" w:themeColor="text1"/>
              </w:rPr>
              <w:fldChar w:fldCharType="end"/>
            </w:r>
            <w:r w:rsidRPr="00616402">
              <w:rPr>
                <w:color w:val="000000" w:themeColor="text1"/>
              </w:rPr>
              <w:instrText xml:space="preserve">  &lt; </w:instrText>
            </w:r>
            <w:r w:rsidRPr="00616402">
              <w:rPr>
                <w:color w:val="000000" w:themeColor="text1"/>
              </w:rPr>
              <w:fldChar w:fldCharType="begin"/>
            </w:r>
            <w:r w:rsidRPr="00616402">
              <w:rPr>
                <w:color w:val="000000" w:themeColor="text1"/>
              </w:rPr>
              <w:instrText xml:space="preserve"> DocVariable MonthEnd \@ d </w:instrText>
            </w:r>
            <w:r w:rsidRPr="00616402">
              <w:rPr>
                <w:color w:val="000000" w:themeColor="text1"/>
              </w:rPr>
              <w:fldChar w:fldCharType="separate"/>
            </w:r>
            <w:r w:rsidR="00A01875" w:rsidRPr="00616402">
              <w:rPr>
                <w:color w:val="000000" w:themeColor="text1"/>
              </w:rPr>
              <w:instrText>31</w:instrText>
            </w:r>
            <w:r w:rsidRPr="00616402">
              <w:rPr>
                <w:color w:val="000000" w:themeColor="text1"/>
              </w:rPr>
              <w:fldChar w:fldCharType="end"/>
            </w:r>
            <w:r w:rsidRPr="00616402">
              <w:rPr>
                <w:color w:val="000000" w:themeColor="text1"/>
              </w:rPr>
              <w:instrText xml:space="preserve">  </w:instrText>
            </w:r>
            <w:r w:rsidRPr="00616402">
              <w:rPr>
                <w:color w:val="000000" w:themeColor="text1"/>
              </w:rPr>
              <w:fldChar w:fldCharType="begin"/>
            </w:r>
            <w:r w:rsidRPr="00616402">
              <w:rPr>
                <w:color w:val="000000" w:themeColor="text1"/>
              </w:rPr>
              <w:instrText xml:space="preserve"> =B10+1 </w:instrText>
            </w:r>
            <w:r w:rsidRPr="00616402">
              <w:rPr>
                <w:color w:val="000000" w:themeColor="text1"/>
              </w:rPr>
              <w:fldChar w:fldCharType="separate"/>
            </w:r>
            <w:r w:rsidR="00A01875" w:rsidRPr="00616402">
              <w:rPr>
                <w:noProof/>
                <w:color w:val="000000" w:themeColor="text1"/>
              </w:rPr>
              <w:instrText>28</w:instrText>
            </w:r>
            <w:r w:rsidRPr="00616402">
              <w:rPr>
                <w:color w:val="000000" w:themeColor="text1"/>
              </w:rPr>
              <w:fldChar w:fldCharType="end"/>
            </w:r>
            <w:r w:rsidRPr="00616402">
              <w:rPr>
                <w:color w:val="000000" w:themeColor="text1"/>
              </w:rPr>
              <w:instrText xml:space="preserve"> "" </w:instrText>
            </w:r>
            <w:r w:rsidRPr="00616402">
              <w:rPr>
                <w:color w:val="000000" w:themeColor="text1"/>
              </w:rPr>
              <w:fldChar w:fldCharType="separate"/>
            </w:r>
            <w:r w:rsidR="00A01875" w:rsidRPr="00616402">
              <w:rPr>
                <w:noProof/>
                <w:color w:val="000000" w:themeColor="text1"/>
              </w:rPr>
              <w:instrText>28</w:instrText>
            </w:r>
            <w:r w:rsidRPr="00616402">
              <w:rPr>
                <w:color w:val="000000" w:themeColor="text1"/>
              </w:rPr>
              <w:fldChar w:fldCharType="end"/>
            </w:r>
            <w:r w:rsidRPr="00616402">
              <w:rPr>
                <w:color w:val="000000" w:themeColor="text1"/>
              </w:rPr>
              <w:fldChar w:fldCharType="separate"/>
            </w:r>
            <w:r w:rsidR="00A01875" w:rsidRPr="00616402">
              <w:rPr>
                <w:noProof/>
                <w:color w:val="000000" w:themeColor="text1"/>
              </w:rPr>
              <w:t>28</w:t>
            </w:r>
            <w:r w:rsidRPr="00616402">
              <w:rPr>
                <w:color w:val="000000" w:themeColor="text1"/>
              </w:rP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45E268BB" w14:textId="77777777" w:rsidR="002F6E35" w:rsidRPr="00616402" w:rsidRDefault="009035F5">
            <w:pPr>
              <w:pStyle w:val="Dates"/>
              <w:rPr>
                <w:color w:val="000000" w:themeColor="text1"/>
              </w:rPr>
            </w:pPr>
            <w:r w:rsidRPr="00616402">
              <w:rPr>
                <w:color w:val="000000" w:themeColor="text1"/>
              </w:rPr>
              <w:fldChar w:fldCharType="begin"/>
            </w:r>
            <w:r w:rsidRPr="00616402">
              <w:rPr>
                <w:color w:val="000000" w:themeColor="text1"/>
              </w:rPr>
              <w:instrText xml:space="preserve">IF </w:instrText>
            </w:r>
            <w:r w:rsidRPr="00616402">
              <w:rPr>
                <w:color w:val="000000" w:themeColor="text1"/>
              </w:rPr>
              <w:fldChar w:fldCharType="begin"/>
            </w:r>
            <w:r w:rsidRPr="00616402">
              <w:rPr>
                <w:color w:val="000000" w:themeColor="text1"/>
              </w:rPr>
              <w:instrText xml:space="preserve"> =C10</w:instrText>
            </w:r>
            <w:r w:rsidRPr="00616402">
              <w:rPr>
                <w:color w:val="000000" w:themeColor="text1"/>
              </w:rPr>
              <w:fldChar w:fldCharType="separate"/>
            </w:r>
            <w:r w:rsidR="00A01875" w:rsidRPr="00616402">
              <w:rPr>
                <w:noProof/>
                <w:color w:val="000000" w:themeColor="text1"/>
              </w:rPr>
              <w:instrText>28</w:instrText>
            </w:r>
            <w:r w:rsidRPr="00616402">
              <w:rPr>
                <w:color w:val="000000" w:themeColor="text1"/>
              </w:rPr>
              <w:fldChar w:fldCharType="end"/>
            </w:r>
            <w:r w:rsidRPr="00616402">
              <w:rPr>
                <w:color w:val="000000" w:themeColor="text1"/>
              </w:rPr>
              <w:instrText xml:space="preserve"> = 0,"" </w:instrText>
            </w:r>
            <w:r w:rsidRPr="00616402">
              <w:rPr>
                <w:color w:val="000000" w:themeColor="text1"/>
              </w:rPr>
              <w:fldChar w:fldCharType="begin"/>
            </w:r>
            <w:r w:rsidRPr="00616402">
              <w:rPr>
                <w:color w:val="000000" w:themeColor="text1"/>
              </w:rPr>
              <w:instrText xml:space="preserve"> IF </w:instrText>
            </w:r>
            <w:r w:rsidRPr="00616402">
              <w:rPr>
                <w:color w:val="000000" w:themeColor="text1"/>
              </w:rPr>
              <w:fldChar w:fldCharType="begin"/>
            </w:r>
            <w:r w:rsidRPr="00616402">
              <w:rPr>
                <w:color w:val="000000" w:themeColor="text1"/>
              </w:rPr>
              <w:instrText xml:space="preserve"> =C10 </w:instrText>
            </w:r>
            <w:r w:rsidRPr="00616402">
              <w:rPr>
                <w:color w:val="000000" w:themeColor="text1"/>
              </w:rPr>
              <w:fldChar w:fldCharType="separate"/>
            </w:r>
            <w:r w:rsidR="00A01875" w:rsidRPr="00616402">
              <w:rPr>
                <w:noProof/>
                <w:color w:val="000000" w:themeColor="text1"/>
              </w:rPr>
              <w:instrText>28</w:instrText>
            </w:r>
            <w:r w:rsidRPr="00616402">
              <w:rPr>
                <w:color w:val="000000" w:themeColor="text1"/>
              </w:rPr>
              <w:fldChar w:fldCharType="end"/>
            </w:r>
            <w:r w:rsidRPr="00616402">
              <w:rPr>
                <w:color w:val="000000" w:themeColor="text1"/>
              </w:rPr>
              <w:instrText xml:space="preserve">  &lt; </w:instrText>
            </w:r>
            <w:r w:rsidRPr="00616402">
              <w:rPr>
                <w:color w:val="000000" w:themeColor="text1"/>
              </w:rPr>
              <w:fldChar w:fldCharType="begin"/>
            </w:r>
            <w:r w:rsidRPr="00616402">
              <w:rPr>
                <w:color w:val="000000" w:themeColor="text1"/>
              </w:rPr>
              <w:instrText xml:space="preserve"> DocVariable MonthEnd \@ d </w:instrText>
            </w:r>
            <w:r w:rsidRPr="00616402">
              <w:rPr>
                <w:color w:val="000000" w:themeColor="text1"/>
              </w:rPr>
              <w:fldChar w:fldCharType="separate"/>
            </w:r>
            <w:r w:rsidR="00A01875" w:rsidRPr="00616402">
              <w:rPr>
                <w:color w:val="000000" w:themeColor="text1"/>
              </w:rPr>
              <w:instrText>31</w:instrText>
            </w:r>
            <w:r w:rsidRPr="00616402">
              <w:rPr>
                <w:color w:val="000000" w:themeColor="text1"/>
              </w:rPr>
              <w:fldChar w:fldCharType="end"/>
            </w:r>
            <w:r w:rsidRPr="00616402">
              <w:rPr>
                <w:color w:val="000000" w:themeColor="text1"/>
              </w:rPr>
              <w:instrText xml:space="preserve">  </w:instrText>
            </w:r>
            <w:r w:rsidRPr="00616402">
              <w:rPr>
                <w:color w:val="000000" w:themeColor="text1"/>
              </w:rPr>
              <w:fldChar w:fldCharType="begin"/>
            </w:r>
            <w:r w:rsidRPr="00616402">
              <w:rPr>
                <w:color w:val="000000" w:themeColor="text1"/>
              </w:rPr>
              <w:instrText xml:space="preserve"> =C10+1 </w:instrText>
            </w:r>
            <w:r w:rsidRPr="00616402">
              <w:rPr>
                <w:color w:val="000000" w:themeColor="text1"/>
              </w:rPr>
              <w:fldChar w:fldCharType="separate"/>
            </w:r>
            <w:r w:rsidR="00A01875" w:rsidRPr="00616402">
              <w:rPr>
                <w:noProof/>
                <w:color w:val="000000" w:themeColor="text1"/>
              </w:rPr>
              <w:instrText>29</w:instrText>
            </w:r>
            <w:r w:rsidRPr="00616402">
              <w:rPr>
                <w:color w:val="000000" w:themeColor="text1"/>
              </w:rPr>
              <w:fldChar w:fldCharType="end"/>
            </w:r>
            <w:r w:rsidRPr="00616402">
              <w:rPr>
                <w:color w:val="000000" w:themeColor="text1"/>
              </w:rPr>
              <w:instrText xml:space="preserve"> "" </w:instrText>
            </w:r>
            <w:r w:rsidRPr="00616402">
              <w:rPr>
                <w:color w:val="000000" w:themeColor="text1"/>
              </w:rPr>
              <w:fldChar w:fldCharType="separate"/>
            </w:r>
            <w:r w:rsidR="00A01875" w:rsidRPr="00616402">
              <w:rPr>
                <w:noProof/>
                <w:color w:val="000000" w:themeColor="text1"/>
              </w:rPr>
              <w:instrText>29</w:instrText>
            </w:r>
            <w:r w:rsidRPr="00616402">
              <w:rPr>
                <w:color w:val="000000" w:themeColor="text1"/>
              </w:rPr>
              <w:fldChar w:fldCharType="end"/>
            </w:r>
            <w:r w:rsidRPr="00616402">
              <w:rPr>
                <w:color w:val="000000" w:themeColor="text1"/>
              </w:rPr>
              <w:fldChar w:fldCharType="separate"/>
            </w:r>
            <w:r w:rsidR="00A01875" w:rsidRPr="00616402">
              <w:rPr>
                <w:noProof/>
                <w:color w:val="000000" w:themeColor="text1"/>
              </w:rPr>
              <w:t>29</w:t>
            </w:r>
            <w:r w:rsidRPr="00616402">
              <w:rPr>
                <w:color w:val="000000" w:themeColor="text1"/>
              </w:rP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19D89DE2" w14:textId="77777777" w:rsidR="002F6E35" w:rsidRPr="00616402" w:rsidRDefault="009035F5">
            <w:pPr>
              <w:pStyle w:val="Dates"/>
              <w:rPr>
                <w:color w:val="000000" w:themeColor="text1"/>
              </w:rPr>
            </w:pPr>
            <w:r w:rsidRPr="00616402">
              <w:rPr>
                <w:color w:val="000000" w:themeColor="text1"/>
              </w:rPr>
              <w:fldChar w:fldCharType="begin"/>
            </w:r>
            <w:r w:rsidRPr="00616402">
              <w:rPr>
                <w:color w:val="000000" w:themeColor="text1"/>
              </w:rPr>
              <w:instrText xml:space="preserve">IF </w:instrText>
            </w:r>
            <w:r w:rsidRPr="00616402">
              <w:rPr>
                <w:color w:val="000000" w:themeColor="text1"/>
              </w:rPr>
              <w:fldChar w:fldCharType="begin"/>
            </w:r>
            <w:r w:rsidRPr="00616402">
              <w:rPr>
                <w:color w:val="000000" w:themeColor="text1"/>
              </w:rPr>
              <w:instrText xml:space="preserve"> =D10</w:instrText>
            </w:r>
            <w:r w:rsidRPr="00616402">
              <w:rPr>
                <w:color w:val="000000" w:themeColor="text1"/>
              </w:rPr>
              <w:fldChar w:fldCharType="separate"/>
            </w:r>
            <w:r w:rsidR="00A01875" w:rsidRPr="00616402">
              <w:rPr>
                <w:noProof/>
                <w:color w:val="000000" w:themeColor="text1"/>
              </w:rPr>
              <w:instrText>29</w:instrText>
            </w:r>
            <w:r w:rsidRPr="00616402">
              <w:rPr>
                <w:color w:val="000000" w:themeColor="text1"/>
              </w:rPr>
              <w:fldChar w:fldCharType="end"/>
            </w:r>
            <w:r w:rsidRPr="00616402">
              <w:rPr>
                <w:color w:val="000000" w:themeColor="text1"/>
              </w:rPr>
              <w:instrText xml:space="preserve"> = 0,"" </w:instrText>
            </w:r>
            <w:r w:rsidRPr="00616402">
              <w:rPr>
                <w:color w:val="000000" w:themeColor="text1"/>
              </w:rPr>
              <w:fldChar w:fldCharType="begin"/>
            </w:r>
            <w:r w:rsidRPr="00616402">
              <w:rPr>
                <w:color w:val="000000" w:themeColor="text1"/>
              </w:rPr>
              <w:instrText xml:space="preserve"> IF </w:instrText>
            </w:r>
            <w:r w:rsidRPr="00616402">
              <w:rPr>
                <w:color w:val="000000" w:themeColor="text1"/>
              </w:rPr>
              <w:fldChar w:fldCharType="begin"/>
            </w:r>
            <w:r w:rsidRPr="00616402">
              <w:rPr>
                <w:color w:val="000000" w:themeColor="text1"/>
              </w:rPr>
              <w:instrText xml:space="preserve"> =D10 </w:instrText>
            </w:r>
            <w:r w:rsidRPr="00616402">
              <w:rPr>
                <w:color w:val="000000" w:themeColor="text1"/>
              </w:rPr>
              <w:fldChar w:fldCharType="separate"/>
            </w:r>
            <w:r w:rsidR="00A01875" w:rsidRPr="00616402">
              <w:rPr>
                <w:noProof/>
                <w:color w:val="000000" w:themeColor="text1"/>
              </w:rPr>
              <w:instrText>29</w:instrText>
            </w:r>
            <w:r w:rsidRPr="00616402">
              <w:rPr>
                <w:color w:val="000000" w:themeColor="text1"/>
              </w:rPr>
              <w:fldChar w:fldCharType="end"/>
            </w:r>
            <w:r w:rsidRPr="00616402">
              <w:rPr>
                <w:color w:val="000000" w:themeColor="text1"/>
              </w:rPr>
              <w:instrText xml:space="preserve">  &lt; </w:instrText>
            </w:r>
            <w:r w:rsidRPr="00616402">
              <w:rPr>
                <w:color w:val="000000" w:themeColor="text1"/>
              </w:rPr>
              <w:fldChar w:fldCharType="begin"/>
            </w:r>
            <w:r w:rsidRPr="00616402">
              <w:rPr>
                <w:color w:val="000000" w:themeColor="text1"/>
              </w:rPr>
              <w:instrText xml:space="preserve"> DocVariable MonthEnd \@ d </w:instrText>
            </w:r>
            <w:r w:rsidRPr="00616402">
              <w:rPr>
                <w:color w:val="000000" w:themeColor="text1"/>
              </w:rPr>
              <w:fldChar w:fldCharType="separate"/>
            </w:r>
            <w:r w:rsidR="00A01875" w:rsidRPr="00616402">
              <w:rPr>
                <w:color w:val="000000" w:themeColor="text1"/>
              </w:rPr>
              <w:instrText>31</w:instrText>
            </w:r>
            <w:r w:rsidRPr="00616402">
              <w:rPr>
                <w:color w:val="000000" w:themeColor="text1"/>
              </w:rPr>
              <w:fldChar w:fldCharType="end"/>
            </w:r>
            <w:r w:rsidRPr="00616402">
              <w:rPr>
                <w:color w:val="000000" w:themeColor="text1"/>
              </w:rPr>
              <w:instrText xml:space="preserve">  </w:instrText>
            </w:r>
            <w:r w:rsidRPr="00616402">
              <w:rPr>
                <w:color w:val="000000" w:themeColor="text1"/>
              </w:rPr>
              <w:fldChar w:fldCharType="begin"/>
            </w:r>
            <w:r w:rsidRPr="00616402">
              <w:rPr>
                <w:color w:val="000000" w:themeColor="text1"/>
              </w:rPr>
              <w:instrText xml:space="preserve"> =D10+1 </w:instrText>
            </w:r>
            <w:r w:rsidRPr="00616402">
              <w:rPr>
                <w:color w:val="000000" w:themeColor="text1"/>
              </w:rPr>
              <w:fldChar w:fldCharType="separate"/>
            </w:r>
            <w:r w:rsidR="00A01875" w:rsidRPr="00616402">
              <w:rPr>
                <w:noProof/>
                <w:color w:val="000000" w:themeColor="text1"/>
              </w:rPr>
              <w:instrText>30</w:instrText>
            </w:r>
            <w:r w:rsidRPr="00616402">
              <w:rPr>
                <w:color w:val="000000" w:themeColor="text1"/>
              </w:rPr>
              <w:fldChar w:fldCharType="end"/>
            </w:r>
            <w:r w:rsidRPr="00616402">
              <w:rPr>
                <w:color w:val="000000" w:themeColor="text1"/>
              </w:rPr>
              <w:instrText xml:space="preserve"> "" </w:instrText>
            </w:r>
            <w:r w:rsidRPr="00616402">
              <w:rPr>
                <w:color w:val="000000" w:themeColor="text1"/>
              </w:rPr>
              <w:fldChar w:fldCharType="separate"/>
            </w:r>
            <w:r w:rsidR="00A01875" w:rsidRPr="00616402">
              <w:rPr>
                <w:noProof/>
                <w:color w:val="000000" w:themeColor="text1"/>
              </w:rPr>
              <w:instrText>30</w:instrText>
            </w:r>
            <w:r w:rsidRPr="00616402">
              <w:rPr>
                <w:color w:val="000000" w:themeColor="text1"/>
              </w:rPr>
              <w:fldChar w:fldCharType="end"/>
            </w:r>
            <w:r w:rsidRPr="00616402">
              <w:rPr>
                <w:color w:val="000000" w:themeColor="text1"/>
              </w:rPr>
              <w:fldChar w:fldCharType="separate"/>
            </w:r>
            <w:r w:rsidR="00A01875" w:rsidRPr="00616402">
              <w:rPr>
                <w:noProof/>
                <w:color w:val="000000" w:themeColor="text1"/>
              </w:rPr>
              <w:t>30</w:t>
            </w:r>
            <w:r w:rsidRPr="00616402">
              <w:rPr>
                <w:color w:val="000000" w:themeColor="text1"/>
              </w:rP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262DB9AD" w14:textId="77777777" w:rsidR="002F6E35" w:rsidRPr="00616402" w:rsidRDefault="009035F5">
            <w:pPr>
              <w:pStyle w:val="Dates"/>
              <w:rPr>
                <w:color w:val="000000" w:themeColor="text1"/>
              </w:rPr>
            </w:pPr>
            <w:r w:rsidRPr="00616402">
              <w:rPr>
                <w:color w:val="000000" w:themeColor="text1"/>
              </w:rPr>
              <w:fldChar w:fldCharType="begin"/>
            </w:r>
            <w:r w:rsidRPr="00616402">
              <w:rPr>
                <w:color w:val="000000" w:themeColor="text1"/>
              </w:rPr>
              <w:instrText xml:space="preserve">IF </w:instrText>
            </w:r>
            <w:r w:rsidRPr="00616402">
              <w:rPr>
                <w:color w:val="000000" w:themeColor="text1"/>
              </w:rPr>
              <w:fldChar w:fldCharType="begin"/>
            </w:r>
            <w:r w:rsidRPr="00616402">
              <w:rPr>
                <w:color w:val="000000" w:themeColor="text1"/>
              </w:rPr>
              <w:instrText xml:space="preserve"> =E10</w:instrText>
            </w:r>
            <w:r w:rsidRPr="00616402">
              <w:rPr>
                <w:color w:val="000000" w:themeColor="text1"/>
              </w:rPr>
              <w:fldChar w:fldCharType="separate"/>
            </w:r>
            <w:r w:rsidR="00A01875" w:rsidRPr="00616402">
              <w:rPr>
                <w:noProof/>
                <w:color w:val="000000" w:themeColor="text1"/>
              </w:rPr>
              <w:instrText>30</w:instrText>
            </w:r>
            <w:r w:rsidRPr="00616402">
              <w:rPr>
                <w:color w:val="000000" w:themeColor="text1"/>
              </w:rPr>
              <w:fldChar w:fldCharType="end"/>
            </w:r>
            <w:r w:rsidRPr="00616402">
              <w:rPr>
                <w:color w:val="000000" w:themeColor="text1"/>
              </w:rPr>
              <w:instrText xml:space="preserve"> = 0,"" </w:instrText>
            </w:r>
            <w:r w:rsidRPr="00616402">
              <w:rPr>
                <w:color w:val="000000" w:themeColor="text1"/>
              </w:rPr>
              <w:fldChar w:fldCharType="begin"/>
            </w:r>
            <w:r w:rsidRPr="00616402">
              <w:rPr>
                <w:color w:val="000000" w:themeColor="text1"/>
              </w:rPr>
              <w:instrText xml:space="preserve"> IF </w:instrText>
            </w:r>
            <w:r w:rsidRPr="00616402">
              <w:rPr>
                <w:color w:val="000000" w:themeColor="text1"/>
              </w:rPr>
              <w:fldChar w:fldCharType="begin"/>
            </w:r>
            <w:r w:rsidRPr="00616402">
              <w:rPr>
                <w:color w:val="000000" w:themeColor="text1"/>
              </w:rPr>
              <w:instrText xml:space="preserve"> =E10 </w:instrText>
            </w:r>
            <w:r w:rsidRPr="00616402">
              <w:rPr>
                <w:color w:val="000000" w:themeColor="text1"/>
              </w:rPr>
              <w:fldChar w:fldCharType="separate"/>
            </w:r>
            <w:r w:rsidR="00A01875" w:rsidRPr="00616402">
              <w:rPr>
                <w:noProof/>
                <w:color w:val="000000" w:themeColor="text1"/>
              </w:rPr>
              <w:instrText>30</w:instrText>
            </w:r>
            <w:r w:rsidRPr="00616402">
              <w:rPr>
                <w:color w:val="000000" w:themeColor="text1"/>
              </w:rPr>
              <w:fldChar w:fldCharType="end"/>
            </w:r>
            <w:r w:rsidRPr="00616402">
              <w:rPr>
                <w:color w:val="000000" w:themeColor="text1"/>
              </w:rPr>
              <w:instrText xml:space="preserve">  &lt; </w:instrText>
            </w:r>
            <w:r w:rsidRPr="00616402">
              <w:rPr>
                <w:color w:val="000000" w:themeColor="text1"/>
              </w:rPr>
              <w:fldChar w:fldCharType="begin"/>
            </w:r>
            <w:r w:rsidRPr="00616402">
              <w:rPr>
                <w:color w:val="000000" w:themeColor="text1"/>
              </w:rPr>
              <w:instrText xml:space="preserve"> DocVariable MonthEnd \@ d </w:instrText>
            </w:r>
            <w:r w:rsidRPr="00616402">
              <w:rPr>
                <w:color w:val="000000" w:themeColor="text1"/>
              </w:rPr>
              <w:fldChar w:fldCharType="separate"/>
            </w:r>
            <w:r w:rsidR="00A01875" w:rsidRPr="00616402">
              <w:rPr>
                <w:color w:val="000000" w:themeColor="text1"/>
              </w:rPr>
              <w:instrText>31</w:instrText>
            </w:r>
            <w:r w:rsidRPr="00616402">
              <w:rPr>
                <w:color w:val="000000" w:themeColor="text1"/>
              </w:rPr>
              <w:fldChar w:fldCharType="end"/>
            </w:r>
            <w:r w:rsidRPr="00616402">
              <w:rPr>
                <w:color w:val="000000" w:themeColor="text1"/>
              </w:rPr>
              <w:instrText xml:space="preserve">  </w:instrText>
            </w:r>
            <w:r w:rsidRPr="00616402">
              <w:rPr>
                <w:color w:val="000000" w:themeColor="text1"/>
              </w:rPr>
              <w:fldChar w:fldCharType="begin"/>
            </w:r>
            <w:r w:rsidRPr="00616402">
              <w:rPr>
                <w:color w:val="000000" w:themeColor="text1"/>
              </w:rPr>
              <w:instrText xml:space="preserve"> =E10+1 </w:instrText>
            </w:r>
            <w:r w:rsidRPr="00616402">
              <w:rPr>
                <w:color w:val="000000" w:themeColor="text1"/>
              </w:rPr>
              <w:fldChar w:fldCharType="separate"/>
            </w:r>
            <w:r w:rsidR="00A01875" w:rsidRPr="00616402">
              <w:rPr>
                <w:noProof/>
                <w:color w:val="000000" w:themeColor="text1"/>
              </w:rPr>
              <w:instrText>31</w:instrText>
            </w:r>
            <w:r w:rsidRPr="00616402">
              <w:rPr>
                <w:color w:val="000000" w:themeColor="text1"/>
              </w:rPr>
              <w:fldChar w:fldCharType="end"/>
            </w:r>
            <w:r w:rsidRPr="00616402">
              <w:rPr>
                <w:color w:val="000000" w:themeColor="text1"/>
              </w:rPr>
              <w:instrText xml:space="preserve"> "" </w:instrText>
            </w:r>
            <w:r w:rsidR="00A01875" w:rsidRPr="00616402">
              <w:rPr>
                <w:color w:val="000000" w:themeColor="text1"/>
              </w:rPr>
              <w:fldChar w:fldCharType="separate"/>
            </w:r>
            <w:r w:rsidR="00A01875" w:rsidRPr="00616402">
              <w:rPr>
                <w:noProof/>
                <w:color w:val="000000" w:themeColor="text1"/>
              </w:rPr>
              <w:instrText>31</w:instrText>
            </w:r>
            <w:r w:rsidRPr="00616402">
              <w:rPr>
                <w:color w:val="000000" w:themeColor="text1"/>
              </w:rPr>
              <w:fldChar w:fldCharType="end"/>
            </w:r>
            <w:r w:rsidR="00A01875" w:rsidRPr="00616402">
              <w:rPr>
                <w:color w:val="000000" w:themeColor="text1"/>
              </w:rPr>
              <w:fldChar w:fldCharType="separate"/>
            </w:r>
            <w:r w:rsidR="00A01875" w:rsidRPr="00616402">
              <w:rPr>
                <w:noProof/>
                <w:color w:val="000000" w:themeColor="text1"/>
              </w:rPr>
              <w:t>31</w:t>
            </w:r>
            <w:r w:rsidRPr="00616402">
              <w:rPr>
                <w:color w:val="000000" w:themeColor="text1"/>
              </w:rP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4338DBC4" w14:textId="77777777" w:rsidR="002F6E35" w:rsidRPr="00616402" w:rsidRDefault="009035F5">
            <w:pPr>
              <w:pStyle w:val="Dates"/>
              <w:rPr>
                <w:color w:val="FF0000"/>
              </w:rPr>
            </w:pP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IF </w:instrText>
            </w: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 =F10</w:instrText>
            </w:r>
            <w:r w:rsidRPr="00616402">
              <w:rPr>
                <w:color w:val="FF0000"/>
              </w:rPr>
              <w:fldChar w:fldCharType="separate"/>
            </w:r>
            <w:r w:rsidR="00A01875" w:rsidRPr="00616402">
              <w:rPr>
                <w:noProof/>
                <w:color w:val="FF0000"/>
              </w:rPr>
              <w:instrText>31</w:instrText>
            </w:r>
            <w:r w:rsidRPr="00616402">
              <w:rPr>
                <w:color w:val="FF0000"/>
              </w:rPr>
              <w:fldChar w:fldCharType="end"/>
            </w:r>
            <w:r w:rsidRPr="00616402">
              <w:rPr>
                <w:color w:val="FF0000"/>
              </w:rPr>
              <w:instrText xml:space="preserve"> = 0,"" </w:instrText>
            </w: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 IF </w:instrText>
            </w: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 =F10 </w:instrText>
            </w:r>
            <w:r w:rsidRPr="00616402">
              <w:rPr>
                <w:color w:val="FF0000"/>
              </w:rPr>
              <w:fldChar w:fldCharType="separate"/>
            </w:r>
            <w:r w:rsidR="00A01875" w:rsidRPr="00616402">
              <w:rPr>
                <w:noProof/>
                <w:color w:val="FF0000"/>
              </w:rPr>
              <w:instrText>31</w:instrText>
            </w:r>
            <w:r w:rsidRPr="00616402">
              <w:rPr>
                <w:color w:val="FF0000"/>
              </w:rPr>
              <w:fldChar w:fldCharType="end"/>
            </w:r>
            <w:r w:rsidRPr="00616402">
              <w:rPr>
                <w:color w:val="FF0000"/>
              </w:rPr>
              <w:instrText xml:space="preserve">  &lt; </w:instrText>
            </w: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 DocVariable MonthEnd \@ d </w:instrText>
            </w:r>
            <w:r w:rsidRPr="00616402">
              <w:rPr>
                <w:color w:val="FF0000"/>
              </w:rPr>
              <w:fldChar w:fldCharType="separate"/>
            </w:r>
            <w:r w:rsidR="00A01875" w:rsidRPr="00616402">
              <w:rPr>
                <w:color w:val="FF0000"/>
              </w:rPr>
              <w:instrText>31</w:instrText>
            </w:r>
            <w:r w:rsidRPr="00616402">
              <w:rPr>
                <w:color w:val="FF0000"/>
              </w:rPr>
              <w:fldChar w:fldCharType="end"/>
            </w:r>
            <w:r w:rsidRPr="00616402">
              <w:rPr>
                <w:color w:val="FF0000"/>
              </w:rPr>
              <w:instrText xml:space="preserve">  </w:instrText>
            </w:r>
            <w:r w:rsidRPr="00616402">
              <w:rPr>
                <w:color w:val="FF0000"/>
              </w:rPr>
              <w:fldChar w:fldCharType="begin"/>
            </w:r>
            <w:r w:rsidRPr="00616402">
              <w:rPr>
                <w:color w:val="FF0000"/>
              </w:rPr>
              <w:instrText xml:space="preserve"> =F10+1 </w:instrText>
            </w:r>
            <w:r w:rsidRPr="00616402">
              <w:rPr>
                <w:color w:val="FF0000"/>
              </w:rPr>
              <w:fldChar w:fldCharType="separate"/>
            </w:r>
            <w:r w:rsidRPr="00616402">
              <w:rPr>
                <w:noProof/>
                <w:color w:val="FF0000"/>
              </w:rPr>
              <w:instrText>30</w:instrText>
            </w:r>
            <w:r w:rsidRPr="00616402">
              <w:rPr>
                <w:color w:val="FF0000"/>
              </w:rPr>
              <w:fldChar w:fldCharType="end"/>
            </w:r>
            <w:r w:rsidRPr="00616402">
              <w:rPr>
                <w:color w:val="FF0000"/>
              </w:rPr>
              <w:instrText xml:space="preserve"> "" </w:instrText>
            </w:r>
            <w:r w:rsidRPr="00616402">
              <w:rPr>
                <w:color w:val="FF0000"/>
              </w:rPr>
              <w:fldChar w:fldCharType="end"/>
            </w:r>
            <w:r w:rsidRPr="00616402">
              <w:rPr>
                <w:color w:val="FF0000"/>
              </w:rPr>
              <w:fldChar w:fldCharType="end"/>
            </w:r>
          </w:p>
        </w:tc>
      </w:tr>
      <w:tr w:rsidR="002F6E35" w14:paraId="6A44373E" w14:textId="77777777" w:rsidTr="001D2BF7">
        <w:trPr>
          <w:trHeight w:hRule="exact" w:val="914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6686E4A3" w14:textId="77777777" w:rsidR="002F6E35" w:rsidRDefault="002F6E3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4CF7B5AB" w14:textId="27A28A70" w:rsidR="00C32E33" w:rsidRDefault="00C32E33" w:rsidP="00C32E33">
            <w:pPr>
              <w:rPr>
                <w:b/>
              </w:rPr>
            </w:pPr>
            <w:r>
              <w:t>Miles:</w:t>
            </w:r>
          </w:p>
          <w:p w14:paraId="436D2DBC" w14:textId="0FE7DC36" w:rsidR="002F6E35" w:rsidRPr="001D2BF7" w:rsidRDefault="00FD22C4" w:rsidP="00FD22C4">
            <w:pPr>
              <w:jc w:val="center"/>
              <w:rPr>
                <w:b/>
              </w:rPr>
            </w:pPr>
            <w:r w:rsidRPr="001D2BF7">
              <w:rPr>
                <w:b/>
              </w:rPr>
              <w:t>Challenge Begins!</w:t>
            </w:r>
          </w:p>
          <w:p w14:paraId="5FFE2FBC" w14:textId="52011DFA" w:rsidR="001D2BF7" w:rsidRDefault="001D2BF7" w:rsidP="001D2BF7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357A1611" w14:textId="2D0D13D1" w:rsidR="002F6E35" w:rsidRDefault="001D2BF7">
            <w:r>
              <w:t xml:space="preserve">Miles: 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7AD4AB1" w14:textId="3B86D604" w:rsidR="002F6E35" w:rsidRDefault="001D2BF7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3E172AD6" w14:textId="3ECD3890" w:rsidR="002F6E35" w:rsidRDefault="001D2BF7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9D338F9" w14:textId="61FFAF5F" w:rsidR="002F6E35" w:rsidRDefault="001D2BF7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573D6B24" w14:textId="77777777" w:rsidR="002F6E35" w:rsidRDefault="002F6E35"/>
        </w:tc>
      </w:tr>
      <w:tr w:rsidR="002F6E35" w14:paraId="427A44E2" w14:textId="77777777" w:rsidTr="001D2BF7">
        <w:trPr>
          <w:trHeight w:val="272"/>
        </w:trPr>
        <w:tc>
          <w:tcPr>
            <w:tcW w:w="2054" w:type="dxa"/>
            <w:tcBorders>
              <w:top w:val="single" w:sz="6" w:space="0" w:color="BFBFBF" w:themeColor="background1" w:themeShade="BF"/>
            </w:tcBorders>
          </w:tcPr>
          <w:p w14:paraId="56082654" w14:textId="77777777" w:rsidR="002F6E35" w:rsidRDefault="009035F5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=G10</w:instrText>
            </w:r>
            <w:r>
              <w:fldChar w:fldCharType="separate"/>
            </w:r>
            <w:r w:rsidR="00A01875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=G10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=G10+1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11B3586F" w14:textId="77777777" w:rsidR="002F6E35" w:rsidRDefault="009035F5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=A12</w:instrText>
            </w:r>
            <w:r>
              <w:fldChar w:fldCharType="separate"/>
            </w:r>
            <w:r w:rsidR="00A01875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=A12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=A12+1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28544DBA" w14:textId="77777777" w:rsidR="002F6E35" w:rsidRDefault="002F6E35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4536A346" w14:textId="77777777" w:rsidR="002F6E35" w:rsidRDefault="002F6E35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5C2291F0" w14:textId="77777777" w:rsidR="002F6E35" w:rsidRDefault="002F6E35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35459867" w14:textId="77777777" w:rsidR="002F6E35" w:rsidRDefault="002F6E35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49F476B1" w14:textId="77777777" w:rsidR="002F6E35" w:rsidRDefault="002F6E35">
            <w:pPr>
              <w:pStyle w:val="Dates"/>
            </w:pPr>
          </w:p>
        </w:tc>
      </w:tr>
      <w:tr w:rsidR="002F6E35" w14:paraId="688719DF" w14:textId="77777777" w:rsidTr="001D2BF7">
        <w:trPr>
          <w:trHeight w:hRule="exact" w:val="914"/>
        </w:trPr>
        <w:tc>
          <w:tcPr>
            <w:tcW w:w="2054" w:type="dxa"/>
          </w:tcPr>
          <w:p w14:paraId="67B1711C" w14:textId="77777777" w:rsidR="002F6E35" w:rsidRDefault="002F6E35"/>
        </w:tc>
        <w:tc>
          <w:tcPr>
            <w:tcW w:w="2055" w:type="dxa"/>
          </w:tcPr>
          <w:p w14:paraId="1D4D254D" w14:textId="77777777" w:rsidR="002F6E35" w:rsidRDefault="002F6E35"/>
        </w:tc>
        <w:tc>
          <w:tcPr>
            <w:tcW w:w="2055" w:type="dxa"/>
          </w:tcPr>
          <w:p w14:paraId="339CC48E" w14:textId="77777777" w:rsidR="002F6E35" w:rsidRDefault="002F6E35"/>
        </w:tc>
        <w:tc>
          <w:tcPr>
            <w:tcW w:w="2055" w:type="dxa"/>
          </w:tcPr>
          <w:p w14:paraId="202D3D4D" w14:textId="77777777" w:rsidR="002F6E35" w:rsidRDefault="002F6E35"/>
        </w:tc>
        <w:tc>
          <w:tcPr>
            <w:tcW w:w="2055" w:type="dxa"/>
          </w:tcPr>
          <w:p w14:paraId="029571EB" w14:textId="77777777" w:rsidR="002F6E35" w:rsidRDefault="002F6E35"/>
        </w:tc>
        <w:tc>
          <w:tcPr>
            <w:tcW w:w="2055" w:type="dxa"/>
          </w:tcPr>
          <w:p w14:paraId="3A3FE7AA" w14:textId="77777777" w:rsidR="002F6E35" w:rsidRDefault="002F6E35"/>
        </w:tc>
        <w:tc>
          <w:tcPr>
            <w:tcW w:w="2055" w:type="dxa"/>
          </w:tcPr>
          <w:p w14:paraId="40A72D71" w14:textId="2D3BC47D" w:rsidR="002F6E35" w:rsidRDefault="00FD22C4">
            <w:r>
              <w:t>Total Miles:</w:t>
            </w:r>
          </w:p>
        </w:tc>
      </w:tr>
    </w:tbl>
    <w:p w14:paraId="21F86757" w14:textId="36EE59AE" w:rsidR="002F6E35" w:rsidRDefault="00FD22C4">
      <w:r>
        <w:t>If you would like, use this to track your completed miles!</w:t>
      </w:r>
    </w:p>
    <w:tbl>
      <w:tblPr>
        <w:tblStyle w:val="GridTable1Light-Accent2"/>
        <w:tblW w:w="5000" w:type="pct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Layout table"/>
      </w:tblPr>
      <w:tblGrid>
        <w:gridCol w:w="7200"/>
        <w:gridCol w:w="7200"/>
      </w:tblGrid>
      <w:tr w:rsidR="00A01875" w14:paraId="2263C925" w14:textId="77777777" w:rsidTr="00FD22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bottom w:val="none" w:sz="0" w:space="0" w:color="auto"/>
            </w:tcBorders>
          </w:tcPr>
          <w:p w14:paraId="19626CFB" w14:textId="77777777" w:rsidR="00A01875" w:rsidRDefault="00A01875" w:rsidP="00FD22C4">
            <w:pPr>
              <w:pStyle w:val="Month"/>
            </w:pPr>
            <w:r>
              <w:lastRenderedPageBreak/>
              <w:fldChar w:fldCharType="begin"/>
            </w:r>
            <w:r>
              <w:instrText xml:space="preserve"> DOCVARIABLE  MonthStart \@ MMMM \* MERGEFORMAT </w:instrText>
            </w:r>
            <w:r>
              <w:fldChar w:fldCharType="separate"/>
            </w:r>
            <w:r w:rsidRPr="00F7089E">
              <w:t>June</w:t>
            </w:r>
            <w:r>
              <w:fldChar w:fldCharType="end"/>
            </w:r>
          </w:p>
        </w:tc>
        <w:tc>
          <w:tcPr>
            <w:tcW w:w="2500" w:type="pct"/>
            <w:tcBorders>
              <w:bottom w:val="none" w:sz="0" w:space="0" w:color="auto"/>
            </w:tcBorders>
          </w:tcPr>
          <w:p w14:paraId="6FFB9A85" w14:textId="77777777" w:rsidR="00A01875" w:rsidRDefault="00A01875" w:rsidP="00FD22C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01875" w14:paraId="3C6C30D3" w14:textId="77777777" w:rsidTr="00FD22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bottom w:val="single" w:sz="18" w:space="0" w:color="FFFFFF" w:themeColor="background1"/>
            </w:tcBorders>
            <w:shd w:val="clear" w:color="auto" w:fill="0D5672" w:themeFill="accent1" w:themeFillShade="80"/>
          </w:tcPr>
          <w:p w14:paraId="69284869" w14:textId="77777777" w:rsidR="00A01875" w:rsidRDefault="00A01875" w:rsidP="00FD22C4"/>
        </w:tc>
        <w:tc>
          <w:tcPr>
            <w:tcW w:w="2500" w:type="pct"/>
            <w:tcBorders>
              <w:bottom w:val="single" w:sz="18" w:space="0" w:color="FFFFFF" w:themeColor="background1"/>
            </w:tcBorders>
            <w:shd w:val="clear" w:color="auto" w:fill="0D5672" w:themeFill="accent1" w:themeFillShade="80"/>
          </w:tcPr>
          <w:p w14:paraId="496ED848" w14:textId="77777777" w:rsidR="00A01875" w:rsidRDefault="00A01875" w:rsidP="00FD22C4">
            <w:pPr>
              <w:pStyle w:val="Yea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DOCVARIABLE  MonthStart \@  yyyy   \* MERGEFORMAT </w:instrText>
            </w:r>
            <w:r>
              <w:fldChar w:fldCharType="separate"/>
            </w:r>
            <w:r>
              <w:t>2019</w:t>
            </w:r>
            <w:r>
              <w:fldChar w:fldCharType="end"/>
            </w:r>
          </w:p>
        </w:tc>
      </w:tr>
      <w:tr w:rsidR="00FD22C4" w14:paraId="163517F4" w14:textId="77777777" w:rsidTr="00FD22C4">
        <w:trPr>
          <w:trHeight w:hRule="exact"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single" w:sz="18" w:space="0" w:color="FFFFFF" w:themeColor="background1"/>
              <w:bottom w:val="single" w:sz="18" w:space="0" w:color="FFFFFF" w:themeColor="background1"/>
            </w:tcBorders>
            <w:shd w:val="clear" w:color="auto" w:fill="595959" w:themeFill="text1" w:themeFillTint="A6"/>
          </w:tcPr>
          <w:p w14:paraId="1D99F35C" w14:textId="4A0BE538" w:rsidR="00FD22C4" w:rsidRDefault="00FD22C4" w:rsidP="00FD22C4">
            <w:pPr>
              <w:pStyle w:val="Title"/>
            </w:pPr>
            <w:r>
              <w:t>The Summer900 Challenge!</w:t>
            </w:r>
          </w:p>
        </w:tc>
        <w:tc>
          <w:tcPr>
            <w:tcW w:w="2500" w:type="pct"/>
            <w:tcBorders>
              <w:top w:val="single" w:sz="18" w:space="0" w:color="FFFFFF" w:themeColor="background1"/>
              <w:bottom w:val="single" w:sz="18" w:space="0" w:color="FFFFFF" w:themeColor="background1"/>
            </w:tcBorders>
            <w:shd w:val="clear" w:color="auto" w:fill="595959" w:themeFill="text1" w:themeFillTint="A6"/>
          </w:tcPr>
          <w:p w14:paraId="3619C8B2" w14:textId="77777777" w:rsidR="00FD22C4" w:rsidRDefault="00FD22C4" w:rsidP="00FD22C4">
            <w:pPr>
              <w:pStyle w:val="Subtit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tbl>
      <w:tblPr>
        <w:tblStyle w:val="TableCalendar"/>
        <w:tblW w:w="5000" w:type="pct"/>
        <w:tblLayout w:type="fixed"/>
        <w:tblLook w:val="0420" w:firstRow="1" w:lastRow="0" w:firstColumn="0" w:lastColumn="0" w:noHBand="0" w:noVBand="1"/>
        <w:tblCaption w:val="Layout table"/>
      </w:tblPr>
      <w:tblGrid>
        <w:gridCol w:w="2054"/>
        <w:gridCol w:w="2055"/>
        <w:gridCol w:w="2055"/>
        <w:gridCol w:w="2055"/>
        <w:gridCol w:w="2055"/>
        <w:gridCol w:w="2055"/>
        <w:gridCol w:w="2055"/>
      </w:tblGrid>
      <w:tr w:rsidR="00A01875" w14:paraId="6958AA68" w14:textId="77777777" w:rsidTr="00FD22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rPr>
              <w:color w:val="auto"/>
            </w:rPr>
            <w:id w:val="-515923727"/>
            <w:placeholder>
              <w:docPart w:val="C7BF9242F16F4AE4AD03B6F61C87AA29"/>
            </w:placeholder>
            <w:temporary/>
            <w:showingPlcHdr/>
            <w15:appearance w15:val="hidden"/>
          </w:sdtPr>
          <w:sdtContent>
            <w:tc>
              <w:tcPr>
                <w:tcW w:w="2054" w:type="dxa"/>
              </w:tcPr>
              <w:p w14:paraId="0DE4A377" w14:textId="77777777" w:rsidR="00A01875" w:rsidRPr="00616402" w:rsidRDefault="00A01875" w:rsidP="00FD22C4">
                <w:pPr>
                  <w:pStyle w:val="Days"/>
                  <w:rPr>
                    <w:color w:val="auto"/>
                  </w:rPr>
                </w:pPr>
                <w:r w:rsidRPr="00616402">
                  <w:rPr>
                    <w:color w:val="auto"/>
                  </w:rPr>
                  <w:t>Sunday</w:t>
                </w:r>
              </w:p>
            </w:tc>
          </w:sdtContent>
        </w:sdt>
        <w:tc>
          <w:tcPr>
            <w:tcW w:w="2055" w:type="dxa"/>
          </w:tcPr>
          <w:p w14:paraId="175FCC12" w14:textId="77777777" w:rsidR="00A01875" w:rsidRPr="00616402" w:rsidRDefault="00A01875" w:rsidP="00FD22C4">
            <w:pPr>
              <w:pStyle w:val="Days"/>
              <w:rPr>
                <w:color w:val="auto"/>
              </w:rPr>
            </w:pPr>
            <w:sdt>
              <w:sdtPr>
                <w:rPr>
                  <w:color w:val="auto"/>
                </w:rPr>
                <w:id w:val="-1900969833"/>
                <w:placeholder>
                  <w:docPart w:val="84263F6F40194213B8326219B3FD84DF"/>
                </w:placeholder>
                <w:temporary/>
                <w:showingPlcHdr/>
                <w15:appearance w15:val="hidden"/>
              </w:sdtPr>
              <w:sdtContent>
                <w:r w:rsidRPr="00616402">
                  <w:rPr>
                    <w:color w:val="auto"/>
                  </w:rPr>
                  <w:t>Monday</w:t>
                </w:r>
              </w:sdtContent>
            </w:sdt>
          </w:p>
        </w:tc>
        <w:tc>
          <w:tcPr>
            <w:tcW w:w="2055" w:type="dxa"/>
          </w:tcPr>
          <w:p w14:paraId="51249F16" w14:textId="77777777" w:rsidR="00A01875" w:rsidRPr="00616402" w:rsidRDefault="00A01875" w:rsidP="00FD22C4">
            <w:pPr>
              <w:pStyle w:val="Days"/>
              <w:rPr>
                <w:color w:val="auto"/>
              </w:rPr>
            </w:pPr>
            <w:sdt>
              <w:sdtPr>
                <w:rPr>
                  <w:color w:val="auto"/>
                </w:rPr>
                <w:id w:val="1978952382"/>
                <w:placeholder>
                  <w:docPart w:val="EF479FD6CE764EF6BF3F6D929A1ABE17"/>
                </w:placeholder>
                <w:temporary/>
                <w:showingPlcHdr/>
                <w15:appearance w15:val="hidden"/>
              </w:sdtPr>
              <w:sdtContent>
                <w:r w:rsidRPr="00616402">
                  <w:rPr>
                    <w:color w:val="auto"/>
                  </w:rPr>
                  <w:t>Tuesday</w:t>
                </w:r>
              </w:sdtContent>
            </w:sdt>
          </w:p>
        </w:tc>
        <w:tc>
          <w:tcPr>
            <w:tcW w:w="2055" w:type="dxa"/>
          </w:tcPr>
          <w:p w14:paraId="04F7F2F3" w14:textId="77777777" w:rsidR="00A01875" w:rsidRPr="00616402" w:rsidRDefault="00A01875" w:rsidP="00FD22C4">
            <w:pPr>
              <w:pStyle w:val="Days"/>
              <w:rPr>
                <w:color w:val="auto"/>
              </w:rPr>
            </w:pPr>
            <w:sdt>
              <w:sdtPr>
                <w:rPr>
                  <w:color w:val="auto"/>
                </w:rPr>
                <w:id w:val="1711139601"/>
                <w:placeholder>
                  <w:docPart w:val="A11B96AA1AF64DB6B5DBD0505F61EE24"/>
                </w:placeholder>
                <w:temporary/>
                <w:showingPlcHdr/>
                <w15:appearance w15:val="hidden"/>
              </w:sdtPr>
              <w:sdtContent>
                <w:r w:rsidRPr="00616402">
                  <w:rPr>
                    <w:color w:val="auto"/>
                  </w:rPr>
                  <w:t>Wednesday</w:t>
                </w:r>
              </w:sdtContent>
            </w:sdt>
          </w:p>
        </w:tc>
        <w:tc>
          <w:tcPr>
            <w:tcW w:w="2055" w:type="dxa"/>
          </w:tcPr>
          <w:p w14:paraId="37301398" w14:textId="77777777" w:rsidR="00A01875" w:rsidRPr="00616402" w:rsidRDefault="00A01875" w:rsidP="00FD22C4">
            <w:pPr>
              <w:pStyle w:val="Days"/>
              <w:rPr>
                <w:color w:val="auto"/>
              </w:rPr>
            </w:pPr>
            <w:sdt>
              <w:sdtPr>
                <w:rPr>
                  <w:color w:val="auto"/>
                </w:rPr>
                <w:id w:val="1304049759"/>
                <w:placeholder>
                  <w:docPart w:val="37E6C8AE95944236AEB89696200F2B05"/>
                </w:placeholder>
                <w:temporary/>
                <w:showingPlcHdr/>
                <w15:appearance w15:val="hidden"/>
              </w:sdtPr>
              <w:sdtContent>
                <w:r w:rsidRPr="00616402">
                  <w:rPr>
                    <w:color w:val="auto"/>
                  </w:rPr>
                  <w:t>Thursday</w:t>
                </w:r>
              </w:sdtContent>
            </w:sdt>
          </w:p>
        </w:tc>
        <w:tc>
          <w:tcPr>
            <w:tcW w:w="2055" w:type="dxa"/>
          </w:tcPr>
          <w:p w14:paraId="4A6C745A" w14:textId="77777777" w:rsidR="00A01875" w:rsidRPr="00616402" w:rsidRDefault="00A01875" w:rsidP="00FD22C4">
            <w:pPr>
              <w:pStyle w:val="Days"/>
              <w:rPr>
                <w:color w:val="auto"/>
              </w:rPr>
            </w:pPr>
            <w:sdt>
              <w:sdtPr>
                <w:rPr>
                  <w:color w:val="auto"/>
                </w:rPr>
                <w:id w:val="-413392521"/>
                <w:placeholder>
                  <w:docPart w:val="72E142207D9C4E6F84282D705A1ABBE1"/>
                </w:placeholder>
                <w:temporary/>
                <w:showingPlcHdr/>
                <w15:appearance w15:val="hidden"/>
              </w:sdtPr>
              <w:sdtContent>
                <w:r w:rsidRPr="00616402">
                  <w:rPr>
                    <w:color w:val="auto"/>
                  </w:rPr>
                  <w:t>Friday</w:t>
                </w:r>
              </w:sdtContent>
            </w:sdt>
          </w:p>
        </w:tc>
        <w:tc>
          <w:tcPr>
            <w:tcW w:w="2055" w:type="dxa"/>
          </w:tcPr>
          <w:p w14:paraId="3DB87B22" w14:textId="77777777" w:rsidR="00A01875" w:rsidRPr="00616402" w:rsidRDefault="00A01875" w:rsidP="00FD22C4">
            <w:pPr>
              <w:pStyle w:val="Days"/>
              <w:rPr>
                <w:color w:val="auto"/>
              </w:rPr>
            </w:pPr>
            <w:sdt>
              <w:sdtPr>
                <w:rPr>
                  <w:color w:val="auto"/>
                </w:rPr>
                <w:id w:val="721791408"/>
                <w:placeholder>
                  <w:docPart w:val="BA802F989D264061AF2E56E91CB98E36"/>
                </w:placeholder>
                <w:temporary/>
                <w:showingPlcHdr/>
                <w15:appearance w15:val="hidden"/>
              </w:sdtPr>
              <w:sdtContent>
                <w:r w:rsidRPr="00616402">
                  <w:rPr>
                    <w:color w:val="auto"/>
                  </w:rPr>
                  <w:t>Saturday</w:t>
                </w:r>
              </w:sdtContent>
            </w:sdt>
          </w:p>
        </w:tc>
      </w:tr>
      <w:tr w:rsidR="00A01875" w14:paraId="2474E560" w14:textId="77777777" w:rsidTr="00FD22C4">
        <w:tc>
          <w:tcPr>
            <w:tcW w:w="2054" w:type="dxa"/>
            <w:tcBorders>
              <w:bottom w:val="nil"/>
            </w:tcBorders>
          </w:tcPr>
          <w:p w14:paraId="098E3692" w14:textId="77777777" w:rsidR="00A01875" w:rsidRPr="00616402" w:rsidRDefault="00A01875" w:rsidP="00FD22C4">
            <w:pPr>
              <w:pStyle w:val="Dates"/>
              <w:rPr>
                <w:color w:val="auto"/>
              </w:rPr>
            </w:pP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IF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DocVariable MonthStart \@ dddd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color w:val="auto"/>
              </w:rPr>
              <w:instrText>Saturday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instrText xml:space="preserve"> = "Sunday" 1 ""</w:instrText>
            </w:r>
            <w:r w:rsidRPr="00616402">
              <w:rPr>
                <w:color w:val="auto"/>
              </w:rPr>
              <w:fldChar w:fldCharType="end"/>
            </w:r>
          </w:p>
        </w:tc>
        <w:tc>
          <w:tcPr>
            <w:tcW w:w="2055" w:type="dxa"/>
            <w:tcBorders>
              <w:bottom w:val="nil"/>
            </w:tcBorders>
          </w:tcPr>
          <w:p w14:paraId="2FD029E6" w14:textId="77777777" w:rsidR="00A01875" w:rsidRPr="00616402" w:rsidRDefault="00A01875" w:rsidP="00FD22C4">
            <w:pPr>
              <w:pStyle w:val="Dates"/>
              <w:rPr>
                <w:color w:val="auto"/>
              </w:rPr>
            </w:pP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IF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DocVariable MonthStart \@ dddd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color w:val="auto"/>
              </w:rPr>
              <w:instrText>Saturday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instrText xml:space="preserve"> = "Monday" 1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IF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=A2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instrText>0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instrText xml:space="preserve"> &lt;&gt; 0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=A2+1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instrText>2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instrText xml:space="preserve"> "" 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fldChar w:fldCharType="end"/>
            </w:r>
          </w:p>
        </w:tc>
        <w:tc>
          <w:tcPr>
            <w:tcW w:w="2055" w:type="dxa"/>
            <w:tcBorders>
              <w:bottom w:val="nil"/>
            </w:tcBorders>
          </w:tcPr>
          <w:p w14:paraId="5FE4327F" w14:textId="77777777" w:rsidR="00A01875" w:rsidRPr="00616402" w:rsidRDefault="00A01875" w:rsidP="00FD22C4">
            <w:pPr>
              <w:pStyle w:val="Dates"/>
              <w:rPr>
                <w:color w:val="auto"/>
              </w:rPr>
            </w:pP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IF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DocVariable MonthStart \@ dddd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color w:val="auto"/>
              </w:rPr>
              <w:instrText>Saturday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instrText xml:space="preserve"> = "Tuesday" 1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IF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=B2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instrText>0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instrText xml:space="preserve"> &lt;&gt; 0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=B2+1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instrText>3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instrText xml:space="preserve"> "" 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fldChar w:fldCharType="end"/>
            </w:r>
          </w:p>
        </w:tc>
        <w:tc>
          <w:tcPr>
            <w:tcW w:w="2055" w:type="dxa"/>
            <w:tcBorders>
              <w:bottom w:val="nil"/>
            </w:tcBorders>
          </w:tcPr>
          <w:p w14:paraId="50721916" w14:textId="77777777" w:rsidR="00A01875" w:rsidRPr="00616402" w:rsidRDefault="00A01875" w:rsidP="00FD22C4">
            <w:pPr>
              <w:pStyle w:val="Dates"/>
              <w:rPr>
                <w:color w:val="auto"/>
              </w:rPr>
            </w:pP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IF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DocVariable MonthStart \@ dddd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color w:val="auto"/>
              </w:rPr>
              <w:instrText>Saturday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instrText xml:space="preserve"> = "Wednesday" 1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IF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=C2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instrText>0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instrText xml:space="preserve"> &lt;&gt; 0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=C2+1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instrText>2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instrText xml:space="preserve"> "" 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fldChar w:fldCharType="end"/>
            </w:r>
          </w:p>
        </w:tc>
        <w:tc>
          <w:tcPr>
            <w:tcW w:w="2055" w:type="dxa"/>
            <w:tcBorders>
              <w:bottom w:val="nil"/>
            </w:tcBorders>
          </w:tcPr>
          <w:p w14:paraId="443950DC" w14:textId="77777777" w:rsidR="00A01875" w:rsidRPr="00616402" w:rsidRDefault="00A01875" w:rsidP="00FD22C4">
            <w:pPr>
              <w:pStyle w:val="Dates"/>
              <w:rPr>
                <w:color w:val="auto"/>
              </w:rPr>
            </w:pP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IF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DocVariable MonthStart \@ dddd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color w:val="auto"/>
              </w:rPr>
              <w:instrText>Saturday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instrText xml:space="preserve">= "Thursday" 1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IF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=D2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instrText>0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instrText xml:space="preserve"> &lt;&gt; 0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=D2+1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instrText>3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instrText xml:space="preserve"> "" 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fldChar w:fldCharType="end"/>
            </w:r>
          </w:p>
        </w:tc>
        <w:tc>
          <w:tcPr>
            <w:tcW w:w="2055" w:type="dxa"/>
            <w:tcBorders>
              <w:bottom w:val="nil"/>
            </w:tcBorders>
          </w:tcPr>
          <w:p w14:paraId="65DFE907" w14:textId="77777777" w:rsidR="00A01875" w:rsidRPr="00616402" w:rsidRDefault="00A01875" w:rsidP="00FD22C4">
            <w:pPr>
              <w:pStyle w:val="Dates"/>
              <w:rPr>
                <w:color w:val="auto"/>
              </w:rPr>
            </w:pP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IF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DocVariable MonthStart \@ dddd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color w:val="auto"/>
              </w:rPr>
              <w:instrText>Saturday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instrText xml:space="preserve"> = "Friday" 1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IF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=E2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instrText>0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instrText xml:space="preserve"> &lt;&gt; 0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=E2+1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instrText>4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instrText xml:space="preserve"> "" 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fldChar w:fldCharType="end"/>
            </w:r>
          </w:p>
        </w:tc>
        <w:tc>
          <w:tcPr>
            <w:tcW w:w="2055" w:type="dxa"/>
            <w:tcBorders>
              <w:bottom w:val="nil"/>
            </w:tcBorders>
          </w:tcPr>
          <w:p w14:paraId="59FB9AF7" w14:textId="77777777" w:rsidR="00A01875" w:rsidRPr="00616402" w:rsidRDefault="00A01875" w:rsidP="00FD22C4">
            <w:pPr>
              <w:pStyle w:val="Dates"/>
              <w:rPr>
                <w:color w:val="auto"/>
              </w:rPr>
            </w:pP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IF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DocVariable MonthStart \@ dddd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color w:val="auto"/>
              </w:rPr>
              <w:instrText>Saturday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instrText xml:space="preserve"> = "Saturday" 1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IF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=F2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instrText>4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instrText xml:space="preserve"> &lt;&gt; 0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=F2+1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instrText>5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instrText xml:space="preserve"> ""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instrText>5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t>1</w:t>
            </w:r>
            <w:r w:rsidRPr="00616402">
              <w:rPr>
                <w:color w:val="auto"/>
              </w:rPr>
              <w:fldChar w:fldCharType="end"/>
            </w:r>
          </w:p>
        </w:tc>
      </w:tr>
      <w:tr w:rsidR="00A01875" w14:paraId="7A9856D1" w14:textId="77777777" w:rsidTr="00FD22C4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33906014" w14:textId="77777777" w:rsidR="00A01875" w:rsidRPr="00616402" w:rsidRDefault="00A01875" w:rsidP="00FD22C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44C2AEB1" w14:textId="77777777" w:rsidR="00A01875" w:rsidRPr="00616402" w:rsidRDefault="00A01875" w:rsidP="00FD22C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BB48474" w14:textId="77777777" w:rsidR="00A01875" w:rsidRPr="00616402" w:rsidRDefault="00A01875" w:rsidP="00FD22C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574A5345" w14:textId="77777777" w:rsidR="00A01875" w:rsidRPr="00616402" w:rsidRDefault="00A01875" w:rsidP="00FD22C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59696517" w14:textId="77777777" w:rsidR="00A01875" w:rsidRPr="00616402" w:rsidRDefault="00A01875" w:rsidP="00FD22C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3B581A31" w14:textId="77777777" w:rsidR="00A01875" w:rsidRPr="00616402" w:rsidRDefault="00A01875" w:rsidP="00FD22C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3DF1A6CA" w14:textId="7B073618" w:rsidR="00A01875" w:rsidRPr="00616402" w:rsidRDefault="001D2BF7" w:rsidP="00FD22C4">
            <w:r>
              <w:t>Miles:</w:t>
            </w:r>
          </w:p>
        </w:tc>
      </w:tr>
      <w:tr w:rsidR="00A01875" w14:paraId="17B9767D" w14:textId="77777777" w:rsidTr="00FD22C4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14:paraId="41477C0C" w14:textId="77777777" w:rsidR="00A01875" w:rsidRPr="00616402" w:rsidRDefault="00A01875" w:rsidP="00FD22C4">
            <w:pPr>
              <w:pStyle w:val="Dates"/>
              <w:rPr>
                <w:color w:val="auto"/>
              </w:rPr>
            </w:pP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=G2+1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t>2</w:t>
            </w:r>
            <w:r w:rsidRPr="00616402">
              <w:rPr>
                <w:color w:val="auto"/>
              </w:rP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6E6EB664" w14:textId="77777777" w:rsidR="00A01875" w:rsidRPr="00616402" w:rsidRDefault="00A01875" w:rsidP="00FD22C4">
            <w:pPr>
              <w:pStyle w:val="Dates"/>
              <w:rPr>
                <w:color w:val="auto"/>
              </w:rPr>
            </w:pP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=A4+1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t>3</w:t>
            </w:r>
            <w:r w:rsidRPr="00616402">
              <w:rPr>
                <w:color w:val="auto"/>
              </w:rP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285818F5" w14:textId="77777777" w:rsidR="00A01875" w:rsidRPr="00616402" w:rsidRDefault="00A01875" w:rsidP="00FD22C4">
            <w:pPr>
              <w:pStyle w:val="Dates"/>
              <w:rPr>
                <w:color w:val="auto"/>
              </w:rPr>
            </w:pP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=B4+1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t>4</w:t>
            </w:r>
            <w:r w:rsidRPr="00616402">
              <w:rPr>
                <w:color w:val="auto"/>
              </w:rP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56C247F1" w14:textId="77777777" w:rsidR="00A01875" w:rsidRPr="00616402" w:rsidRDefault="00A01875" w:rsidP="00FD22C4">
            <w:pPr>
              <w:pStyle w:val="Dates"/>
              <w:rPr>
                <w:color w:val="auto"/>
              </w:rPr>
            </w:pP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=C4+1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t>5</w:t>
            </w:r>
            <w:r w:rsidRPr="00616402">
              <w:rPr>
                <w:color w:val="auto"/>
              </w:rP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764ED9B1" w14:textId="77777777" w:rsidR="00A01875" w:rsidRPr="00616402" w:rsidRDefault="00A01875" w:rsidP="00FD22C4">
            <w:pPr>
              <w:pStyle w:val="Dates"/>
              <w:rPr>
                <w:color w:val="auto"/>
              </w:rPr>
            </w:pP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=D4+1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t>6</w:t>
            </w:r>
            <w:r w:rsidRPr="00616402">
              <w:rPr>
                <w:color w:val="auto"/>
              </w:rP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4A023FC8" w14:textId="77777777" w:rsidR="00A01875" w:rsidRPr="00616402" w:rsidRDefault="00A01875" w:rsidP="00FD22C4">
            <w:pPr>
              <w:pStyle w:val="Dates"/>
              <w:rPr>
                <w:color w:val="auto"/>
              </w:rPr>
            </w:pP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=E4+1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t>7</w:t>
            </w:r>
            <w:r w:rsidRPr="00616402">
              <w:rPr>
                <w:color w:val="auto"/>
              </w:rP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5355A576" w14:textId="77777777" w:rsidR="00A01875" w:rsidRPr="00616402" w:rsidRDefault="00A01875" w:rsidP="00FD22C4">
            <w:pPr>
              <w:pStyle w:val="Dates"/>
              <w:rPr>
                <w:color w:val="auto"/>
              </w:rPr>
            </w:pP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=F4+1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t>8</w:t>
            </w:r>
            <w:r w:rsidRPr="00616402">
              <w:rPr>
                <w:color w:val="auto"/>
              </w:rPr>
              <w:fldChar w:fldCharType="end"/>
            </w:r>
          </w:p>
        </w:tc>
      </w:tr>
      <w:tr w:rsidR="00A01875" w14:paraId="7BB36E05" w14:textId="77777777" w:rsidTr="00FD22C4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41034BFD" w14:textId="0D55686A" w:rsidR="00A01875" w:rsidRPr="00616402" w:rsidRDefault="001D2BF7" w:rsidP="00FD22C4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3686F3B1" w14:textId="20936D33" w:rsidR="00A01875" w:rsidRPr="00616402" w:rsidRDefault="001D2BF7" w:rsidP="00FD22C4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23F8B6A" w14:textId="52D0FAF5" w:rsidR="00A01875" w:rsidRPr="00616402" w:rsidRDefault="001D2BF7" w:rsidP="00FD22C4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0AD4519B" w14:textId="363877DC" w:rsidR="00A01875" w:rsidRPr="00616402" w:rsidRDefault="001D2BF7" w:rsidP="00FD22C4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0E4B5099" w14:textId="2F5B15D4" w:rsidR="00A01875" w:rsidRPr="00616402" w:rsidRDefault="001D2BF7" w:rsidP="00FD22C4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A5FB447" w14:textId="546136DD" w:rsidR="00A01875" w:rsidRPr="00616402" w:rsidRDefault="001D2BF7" w:rsidP="00FD22C4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4493F88F" w14:textId="308295C0" w:rsidR="00A01875" w:rsidRPr="00616402" w:rsidRDefault="001D2BF7" w:rsidP="00FD22C4">
            <w:r>
              <w:t>Miles:</w:t>
            </w:r>
          </w:p>
        </w:tc>
      </w:tr>
      <w:tr w:rsidR="00A01875" w14:paraId="6E4B7858" w14:textId="77777777" w:rsidTr="00FD22C4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14:paraId="2D90C17C" w14:textId="77777777" w:rsidR="00A01875" w:rsidRPr="00616402" w:rsidRDefault="00A01875" w:rsidP="00FD22C4">
            <w:pPr>
              <w:pStyle w:val="Dates"/>
              <w:rPr>
                <w:color w:val="auto"/>
              </w:rPr>
            </w:pP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=G4+1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t>9</w:t>
            </w:r>
            <w:r w:rsidRPr="00616402">
              <w:rPr>
                <w:color w:val="auto"/>
              </w:rP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255B7BB4" w14:textId="77777777" w:rsidR="00A01875" w:rsidRPr="00616402" w:rsidRDefault="00A01875" w:rsidP="00FD22C4">
            <w:pPr>
              <w:pStyle w:val="Dates"/>
              <w:rPr>
                <w:color w:val="auto"/>
              </w:rPr>
            </w:pP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=A6+1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t>10</w:t>
            </w:r>
            <w:r w:rsidRPr="00616402">
              <w:rPr>
                <w:color w:val="auto"/>
              </w:rP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41A57112" w14:textId="77777777" w:rsidR="00A01875" w:rsidRPr="00616402" w:rsidRDefault="00A01875" w:rsidP="00FD22C4">
            <w:pPr>
              <w:pStyle w:val="Dates"/>
              <w:rPr>
                <w:color w:val="auto"/>
              </w:rPr>
            </w:pP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=B6+1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t>11</w:t>
            </w:r>
            <w:r w:rsidRPr="00616402">
              <w:rPr>
                <w:color w:val="auto"/>
              </w:rP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02EFA0BA" w14:textId="77777777" w:rsidR="00A01875" w:rsidRPr="00616402" w:rsidRDefault="00A01875" w:rsidP="00FD22C4">
            <w:pPr>
              <w:pStyle w:val="Dates"/>
              <w:rPr>
                <w:color w:val="auto"/>
              </w:rPr>
            </w:pP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=C6+1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t>12</w:t>
            </w:r>
            <w:r w:rsidRPr="00616402">
              <w:rPr>
                <w:color w:val="auto"/>
              </w:rP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3DF5A33D" w14:textId="77777777" w:rsidR="00A01875" w:rsidRPr="00616402" w:rsidRDefault="00A01875" w:rsidP="00FD22C4">
            <w:pPr>
              <w:pStyle w:val="Dates"/>
              <w:rPr>
                <w:color w:val="auto"/>
              </w:rPr>
            </w:pP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=D6+1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t>13</w:t>
            </w:r>
            <w:r w:rsidRPr="00616402">
              <w:rPr>
                <w:color w:val="auto"/>
              </w:rP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13842053" w14:textId="77777777" w:rsidR="00A01875" w:rsidRPr="00616402" w:rsidRDefault="00A01875" w:rsidP="00FD22C4">
            <w:pPr>
              <w:pStyle w:val="Dates"/>
              <w:rPr>
                <w:color w:val="auto"/>
              </w:rPr>
            </w:pP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=E6+1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t>14</w:t>
            </w:r>
            <w:r w:rsidRPr="00616402">
              <w:rPr>
                <w:color w:val="auto"/>
              </w:rP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4ED8CD5E" w14:textId="77777777" w:rsidR="00A01875" w:rsidRPr="00616402" w:rsidRDefault="00A01875" w:rsidP="00FD22C4">
            <w:pPr>
              <w:pStyle w:val="Dates"/>
              <w:rPr>
                <w:color w:val="auto"/>
              </w:rPr>
            </w:pP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=F6+1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t>15</w:t>
            </w:r>
            <w:r w:rsidRPr="00616402">
              <w:rPr>
                <w:color w:val="auto"/>
              </w:rPr>
              <w:fldChar w:fldCharType="end"/>
            </w:r>
          </w:p>
        </w:tc>
      </w:tr>
      <w:tr w:rsidR="00A01875" w14:paraId="0FC75887" w14:textId="77777777" w:rsidTr="00FD22C4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6054C912" w14:textId="1CB7BBF2" w:rsidR="00A01875" w:rsidRPr="00616402" w:rsidRDefault="001D2BF7" w:rsidP="00FD22C4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FB2902E" w14:textId="4FB1FA8B" w:rsidR="00A01875" w:rsidRPr="00616402" w:rsidRDefault="001D2BF7" w:rsidP="00FD22C4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05209FA" w14:textId="79E59935" w:rsidR="00A01875" w:rsidRPr="00616402" w:rsidRDefault="001D2BF7" w:rsidP="00FD22C4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655B0C9" w14:textId="783389FA" w:rsidR="00A01875" w:rsidRPr="00616402" w:rsidRDefault="001D2BF7" w:rsidP="00FD22C4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06BD753" w14:textId="2139A9FA" w:rsidR="00A01875" w:rsidRPr="00616402" w:rsidRDefault="001D2BF7" w:rsidP="00FD22C4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4306FDA" w14:textId="106C2E52" w:rsidR="00A01875" w:rsidRPr="00616402" w:rsidRDefault="001D2BF7" w:rsidP="00FD22C4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01400332" w14:textId="3C3A9969" w:rsidR="00A01875" w:rsidRPr="00616402" w:rsidRDefault="001D2BF7" w:rsidP="00FD22C4">
            <w:r>
              <w:t>Miles:</w:t>
            </w:r>
          </w:p>
        </w:tc>
      </w:tr>
      <w:tr w:rsidR="00A01875" w14:paraId="0326BCC7" w14:textId="77777777" w:rsidTr="00FD22C4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14:paraId="6D9BF1D5" w14:textId="77777777" w:rsidR="00A01875" w:rsidRPr="00616402" w:rsidRDefault="00A01875" w:rsidP="00FD22C4">
            <w:pPr>
              <w:pStyle w:val="Dates"/>
              <w:rPr>
                <w:color w:val="auto"/>
              </w:rPr>
            </w:pP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=G6+1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t>16</w:t>
            </w:r>
            <w:r w:rsidRPr="00616402">
              <w:rPr>
                <w:color w:val="auto"/>
              </w:rP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129965F7" w14:textId="77777777" w:rsidR="00A01875" w:rsidRPr="00616402" w:rsidRDefault="00A01875" w:rsidP="00FD22C4">
            <w:pPr>
              <w:pStyle w:val="Dates"/>
              <w:rPr>
                <w:color w:val="auto"/>
              </w:rPr>
            </w:pP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=A8+1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t>17</w:t>
            </w:r>
            <w:r w:rsidRPr="00616402">
              <w:rPr>
                <w:color w:val="auto"/>
              </w:rP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21E96E0E" w14:textId="77777777" w:rsidR="00A01875" w:rsidRPr="00616402" w:rsidRDefault="00A01875" w:rsidP="00FD22C4">
            <w:pPr>
              <w:pStyle w:val="Dates"/>
              <w:rPr>
                <w:color w:val="auto"/>
              </w:rPr>
            </w:pP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=B8+1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t>18</w:t>
            </w:r>
            <w:r w:rsidRPr="00616402">
              <w:rPr>
                <w:color w:val="auto"/>
              </w:rP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132FC0D7" w14:textId="77777777" w:rsidR="00A01875" w:rsidRPr="00616402" w:rsidRDefault="00A01875" w:rsidP="00FD22C4">
            <w:pPr>
              <w:pStyle w:val="Dates"/>
              <w:rPr>
                <w:color w:val="auto"/>
              </w:rPr>
            </w:pP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=C8+1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t>19</w:t>
            </w:r>
            <w:r w:rsidRPr="00616402">
              <w:rPr>
                <w:color w:val="auto"/>
              </w:rP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2A05C2F6" w14:textId="77777777" w:rsidR="00A01875" w:rsidRPr="00616402" w:rsidRDefault="00A01875" w:rsidP="00FD22C4">
            <w:pPr>
              <w:pStyle w:val="Dates"/>
              <w:rPr>
                <w:color w:val="auto"/>
              </w:rPr>
            </w:pP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=D8+1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t>20</w:t>
            </w:r>
            <w:r w:rsidRPr="00616402">
              <w:rPr>
                <w:color w:val="auto"/>
              </w:rP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3A151C74" w14:textId="77777777" w:rsidR="00A01875" w:rsidRPr="00616402" w:rsidRDefault="00A01875" w:rsidP="00FD22C4">
            <w:pPr>
              <w:pStyle w:val="Dates"/>
              <w:rPr>
                <w:color w:val="auto"/>
              </w:rPr>
            </w:pP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=E8+1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t>21</w:t>
            </w:r>
            <w:r w:rsidRPr="00616402">
              <w:rPr>
                <w:color w:val="auto"/>
              </w:rP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56F153BF" w14:textId="77777777" w:rsidR="00A01875" w:rsidRPr="00616402" w:rsidRDefault="00A01875" w:rsidP="00FD22C4">
            <w:pPr>
              <w:pStyle w:val="Dates"/>
              <w:rPr>
                <w:color w:val="auto"/>
              </w:rPr>
            </w:pP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=F8+1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t>22</w:t>
            </w:r>
            <w:r w:rsidRPr="00616402">
              <w:rPr>
                <w:color w:val="auto"/>
              </w:rPr>
              <w:fldChar w:fldCharType="end"/>
            </w:r>
          </w:p>
        </w:tc>
      </w:tr>
      <w:tr w:rsidR="00A01875" w14:paraId="6F8F6A3A" w14:textId="77777777" w:rsidTr="00FD22C4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0024D179" w14:textId="2F1C36D3" w:rsidR="00A01875" w:rsidRPr="00616402" w:rsidRDefault="001D2BF7" w:rsidP="00FD22C4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F84C4C3" w14:textId="687002C8" w:rsidR="00A01875" w:rsidRPr="00616402" w:rsidRDefault="001D2BF7" w:rsidP="00FD22C4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437D20FC" w14:textId="2C27B376" w:rsidR="00A01875" w:rsidRPr="00616402" w:rsidRDefault="001D2BF7" w:rsidP="00FD22C4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32673D50" w14:textId="0A1C7290" w:rsidR="00A01875" w:rsidRPr="00616402" w:rsidRDefault="001D2BF7" w:rsidP="00FD22C4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3DA7F0C4" w14:textId="0063B6BD" w:rsidR="00A01875" w:rsidRPr="00616402" w:rsidRDefault="001D2BF7" w:rsidP="00FD22C4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6ECC6CB6" w14:textId="0C661B86" w:rsidR="00A01875" w:rsidRPr="00616402" w:rsidRDefault="001D2BF7" w:rsidP="00FD22C4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33737655" w14:textId="443A9343" w:rsidR="00A01875" w:rsidRPr="00616402" w:rsidRDefault="001D2BF7" w:rsidP="00FD22C4">
            <w:r>
              <w:t>Miles:</w:t>
            </w:r>
          </w:p>
        </w:tc>
      </w:tr>
      <w:tr w:rsidR="00A01875" w14:paraId="697883A9" w14:textId="77777777" w:rsidTr="00FD22C4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14:paraId="6BEB1A9E" w14:textId="77777777" w:rsidR="00A01875" w:rsidRPr="00616402" w:rsidRDefault="00A01875" w:rsidP="00FD22C4">
            <w:pPr>
              <w:pStyle w:val="Dates"/>
              <w:rPr>
                <w:color w:val="auto"/>
              </w:rPr>
            </w:pP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IF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=G8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instrText>22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instrText xml:space="preserve"> = 0,""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IF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=G8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instrText>22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instrText xml:space="preserve">  &lt;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DocVariable MonthEnd \@ d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color w:val="auto"/>
              </w:rPr>
              <w:instrText>30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instrText xml:space="preserve"> 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=G8+1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instrText>23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instrText xml:space="preserve"> ""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instrText>23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t>23</w:t>
            </w:r>
            <w:r w:rsidRPr="00616402">
              <w:rPr>
                <w:color w:val="auto"/>
              </w:rP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356920CD" w14:textId="77777777" w:rsidR="00A01875" w:rsidRPr="00616402" w:rsidRDefault="00A01875" w:rsidP="00FD22C4">
            <w:pPr>
              <w:pStyle w:val="Dates"/>
              <w:rPr>
                <w:color w:val="auto"/>
              </w:rPr>
            </w:pP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IF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=A10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instrText>23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instrText xml:space="preserve"> = 0,""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IF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=A10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instrText>23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instrText xml:space="preserve">  &lt;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DocVariable MonthEnd \@ d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color w:val="auto"/>
              </w:rPr>
              <w:instrText>30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instrText xml:space="preserve"> 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=A10+1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instrText>24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instrText xml:space="preserve"> ""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instrText>24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t>24</w:t>
            </w:r>
            <w:r w:rsidRPr="00616402">
              <w:rPr>
                <w:color w:val="auto"/>
              </w:rP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1D1C26A0" w14:textId="77777777" w:rsidR="00A01875" w:rsidRPr="00616402" w:rsidRDefault="00A01875" w:rsidP="00FD22C4">
            <w:pPr>
              <w:pStyle w:val="Dates"/>
              <w:rPr>
                <w:color w:val="auto"/>
              </w:rPr>
            </w:pP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IF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=B10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instrText>24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instrText xml:space="preserve"> = 0,""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IF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=B10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instrText>24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instrText xml:space="preserve">  &lt;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DocVariable MonthEnd \@ d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color w:val="auto"/>
              </w:rPr>
              <w:instrText>30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instrText xml:space="preserve"> 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=B10+1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instrText>25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instrText xml:space="preserve"> ""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instrText>25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t>25</w:t>
            </w:r>
            <w:r w:rsidRPr="00616402">
              <w:rPr>
                <w:color w:val="auto"/>
              </w:rP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5C028CE8" w14:textId="77777777" w:rsidR="00A01875" w:rsidRPr="00616402" w:rsidRDefault="00A01875" w:rsidP="00FD22C4">
            <w:pPr>
              <w:pStyle w:val="Dates"/>
              <w:rPr>
                <w:color w:val="auto"/>
              </w:rPr>
            </w:pP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IF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=C10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instrText>25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instrText xml:space="preserve"> = 0,""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IF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=C10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instrText>25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instrText xml:space="preserve">  &lt;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DocVariable MonthEnd \@ d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color w:val="auto"/>
              </w:rPr>
              <w:instrText>30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instrText xml:space="preserve"> 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=C10+1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instrText>26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instrText xml:space="preserve"> ""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instrText>26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t>26</w:t>
            </w:r>
            <w:r w:rsidRPr="00616402">
              <w:rPr>
                <w:color w:val="auto"/>
              </w:rP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68E496BE" w14:textId="77777777" w:rsidR="00A01875" w:rsidRPr="00616402" w:rsidRDefault="00A01875" w:rsidP="00FD22C4">
            <w:pPr>
              <w:pStyle w:val="Dates"/>
              <w:rPr>
                <w:color w:val="auto"/>
              </w:rPr>
            </w:pP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IF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=D10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instrText>26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instrText xml:space="preserve"> = 0,""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IF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=D10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instrText>26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instrText xml:space="preserve">  &lt;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DocVariable MonthEnd \@ d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color w:val="auto"/>
              </w:rPr>
              <w:instrText>30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instrText xml:space="preserve"> 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=D10+1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instrText>27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instrText xml:space="preserve"> ""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instrText>27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t>27</w:t>
            </w:r>
            <w:r w:rsidRPr="00616402">
              <w:rPr>
                <w:color w:val="auto"/>
              </w:rP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2477D788" w14:textId="77777777" w:rsidR="00A01875" w:rsidRPr="00616402" w:rsidRDefault="00A01875" w:rsidP="00FD22C4">
            <w:pPr>
              <w:pStyle w:val="Dates"/>
              <w:rPr>
                <w:color w:val="auto"/>
              </w:rPr>
            </w:pP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IF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=E10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instrText>27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instrText xml:space="preserve"> = 0,""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IF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=E10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instrText>27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instrText xml:space="preserve">  &lt;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DocVariable MonthEnd \@ d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color w:val="auto"/>
              </w:rPr>
              <w:instrText>30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instrText xml:space="preserve"> 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=E10+1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instrText>28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instrText xml:space="preserve"> ""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instrText>28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t>28</w:t>
            </w:r>
            <w:r w:rsidRPr="00616402">
              <w:rPr>
                <w:color w:val="auto"/>
              </w:rP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24945473" w14:textId="77777777" w:rsidR="00A01875" w:rsidRPr="00616402" w:rsidRDefault="00A01875" w:rsidP="00FD22C4">
            <w:pPr>
              <w:pStyle w:val="Dates"/>
              <w:rPr>
                <w:color w:val="auto"/>
              </w:rPr>
            </w:pP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IF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=F10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instrText>28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instrText xml:space="preserve"> = 0,""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IF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=F10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instrText>28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instrText xml:space="preserve">  &lt;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DocVariable MonthEnd \@ d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color w:val="auto"/>
              </w:rPr>
              <w:instrText>30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instrText xml:space="preserve"> 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=F10+1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instrText>29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instrText xml:space="preserve"> ""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instrText>29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t>29</w:t>
            </w:r>
            <w:r w:rsidRPr="00616402">
              <w:rPr>
                <w:color w:val="auto"/>
              </w:rPr>
              <w:fldChar w:fldCharType="end"/>
            </w:r>
          </w:p>
        </w:tc>
      </w:tr>
      <w:tr w:rsidR="00A01875" w14:paraId="1A6217EC" w14:textId="77777777" w:rsidTr="00FD22C4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4F5FD9F6" w14:textId="1630404F" w:rsidR="00A01875" w:rsidRPr="00616402" w:rsidRDefault="001D2BF7" w:rsidP="00FD22C4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B399DF7" w14:textId="541FCC1F" w:rsidR="00A01875" w:rsidRPr="00616402" w:rsidRDefault="001D2BF7" w:rsidP="00FD22C4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5C6DE046" w14:textId="62E6AEA8" w:rsidR="00A01875" w:rsidRPr="00616402" w:rsidRDefault="001D2BF7" w:rsidP="00FD22C4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E41CB92" w14:textId="46C7445D" w:rsidR="00A01875" w:rsidRPr="00616402" w:rsidRDefault="001D2BF7" w:rsidP="00FD22C4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3D2BA0B1" w14:textId="65967BC0" w:rsidR="00A01875" w:rsidRPr="00616402" w:rsidRDefault="001D2BF7" w:rsidP="00FD22C4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4DC07B7E" w14:textId="59165807" w:rsidR="00A01875" w:rsidRPr="00616402" w:rsidRDefault="001D2BF7" w:rsidP="00FD22C4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6C4E7EC4" w14:textId="493BF83B" w:rsidR="00A01875" w:rsidRPr="00616402" w:rsidRDefault="001D2BF7" w:rsidP="00FD22C4">
            <w:r>
              <w:t>Miles:</w:t>
            </w:r>
          </w:p>
        </w:tc>
      </w:tr>
      <w:tr w:rsidR="00A01875" w14:paraId="183A2426" w14:textId="77777777" w:rsidTr="00FD22C4">
        <w:tc>
          <w:tcPr>
            <w:tcW w:w="2054" w:type="dxa"/>
            <w:tcBorders>
              <w:top w:val="single" w:sz="6" w:space="0" w:color="BFBFBF" w:themeColor="background1" w:themeShade="BF"/>
            </w:tcBorders>
          </w:tcPr>
          <w:p w14:paraId="403C6FCF" w14:textId="77777777" w:rsidR="00A01875" w:rsidRPr="00616402" w:rsidRDefault="00A01875" w:rsidP="00FD22C4">
            <w:pPr>
              <w:pStyle w:val="Dates"/>
              <w:rPr>
                <w:color w:val="auto"/>
              </w:rPr>
            </w:pP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IF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=G10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instrText>29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instrText xml:space="preserve"> = 0,""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IF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=G10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instrText>29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instrText xml:space="preserve">  &lt;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DocVariable MonthEnd \@ d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color w:val="auto"/>
              </w:rPr>
              <w:instrText>30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instrText xml:space="preserve"> 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=G10+1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instrText>30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instrText xml:space="preserve"> ""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instrText>30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t>30</w:t>
            </w:r>
            <w:r w:rsidRPr="00616402">
              <w:rPr>
                <w:color w:val="auto"/>
              </w:rP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699A1F14" w14:textId="77777777" w:rsidR="00A01875" w:rsidRPr="00616402" w:rsidRDefault="00A01875" w:rsidP="00FD22C4">
            <w:pPr>
              <w:pStyle w:val="Dates"/>
              <w:rPr>
                <w:color w:val="auto"/>
              </w:rPr>
            </w:pP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IF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=A12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instrText>30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instrText xml:space="preserve"> = 0,""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IF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=A12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instrText>30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instrText xml:space="preserve">  &lt;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DocVariable MonthEnd \@ d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color w:val="auto"/>
              </w:rPr>
              <w:instrText>30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instrText xml:space="preserve">  </w:instrText>
            </w:r>
            <w:r w:rsidRPr="00616402">
              <w:rPr>
                <w:color w:val="auto"/>
              </w:rPr>
              <w:fldChar w:fldCharType="begin"/>
            </w:r>
            <w:r w:rsidRPr="00616402">
              <w:rPr>
                <w:color w:val="auto"/>
              </w:rPr>
              <w:instrText xml:space="preserve"> =A12+1 </w:instrText>
            </w:r>
            <w:r w:rsidRPr="00616402">
              <w:rPr>
                <w:color w:val="auto"/>
              </w:rPr>
              <w:fldChar w:fldCharType="separate"/>
            </w:r>
            <w:r w:rsidRPr="00616402">
              <w:rPr>
                <w:noProof/>
                <w:color w:val="auto"/>
              </w:rPr>
              <w:instrText>31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instrText xml:space="preserve"> "" </w:instrText>
            </w:r>
            <w:r w:rsidRPr="00616402">
              <w:rPr>
                <w:color w:val="auto"/>
              </w:rPr>
              <w:fldChar w:fldCharType="end"/>
            </w:r>
            <w:r w:rsidRPr="00616402">
              <w:rPr>
                <w:color w:val="auto"/>
              </w:rP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58A73C06" w14:textId="77777777" w:rsidR="00A01875" w:rsidRPr="00616402" w:rsidRDefault="00A01875" w:rsidP="00FD22C4">
            <w:pPr>
              <w:pStyle w:val="Dates"/>
              <w:rPr>
                <w:color w:val="auto"/>
              </w:rPr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22B69264" w14:textId="77777777" w:rsidR="00A01875" w:rsidRPr="00616402" w:rsidRDefault="00A01875" w:rsidP="00FD22C4">
            <w:pPr>
              <w:pStyle w:val="Dates"/>
              <w:rPr>
                <w:color w:val="auto"/>
              </w:rPr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511AC27F" w14:textId="77777777" w:rsidR="00A01875" w:rsidRPr="00616402" w:rsidRDefault="00A01875" w:rsidP="00FD22C4">
            <w:pPr>
              <w:pStyle w:val="Dates"/>
              <w:rPr>
                <w:color w:val="auto"/>
              </w:rPr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0AA45682" w14:textId="77777777" w:rsidR="00A01875" w:rsidRPr="00616402" w:rsidRDefault="00A01875" w:rsidP="00FD22C4">
            <w:pPr>
              <w:pStyle w:val="Dates"/>
              <w:rPr>
                <w:color w:val="auto"/>
              </w:rPr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5D9780EE" w14:textId="77777777" w:rsidR="00A01875" w:rsidRPr="00616402" w:rsidRDefault="00A01875" w:rsidP="00FD22C4">
            <w:pPr>
              <w:pStyle w:val="Dates"/>
              <w:rPr>
                <w:color w:val="auto"/>
              </w:rPr>
            </w:pPr>
          </w:p>
        </w:tc>
      </w:tr>
      <w:tr w:rsidR="00A01875" w14:paraId="68C7C84B" w14:textId="77777777" w:rsidTr="00FD22C4">
        <w:trPr>
          <w:trHeight w:hRule="exact" w:val="907"/>
        </w:trPr>
        <w:tc>
          <w:tcPr>
            <w:tcW w:w="2054" w:type="dxa"/>
          </w:tcPr>
          <w:p w14:paraId="098978AF" w14:textId="1CAEDAA9" w:rsidR="00A01875" w:rsidRPr="00616402" w:rsidRDefault="001D2BF7" w:rsidP="00FD22C4">
            <w:r>
              <w:t>Miles:</w:t>
            </w:r>
          </w:p>
        </w:tc>
        <w:tc>
          <w:tcPr>
            <w:tcW w:w="2055" w:type="dxa"/>
          </w:tcPr>
          <w:p w14:paraId="79E791DC" w14:textId="77777777" w:rsidR="00A01875" w:rsidRPr="00616402" w:rsidRDefault="00A01875" w:rsidP="00FD22C4"/>
        </w:tc>
        <w:tc>
          <w:tcPr>
            <w:tcW w:w="2055" w:type="dxa"/>
          </w:tcPr>
          <w:p w14:paraId="43D39F48" w14:textId="77777777" w:rsidR="00A01875" w:rsidRPr="00616402" w:rsidRDefault="00A01875" w:rsidP="00FD22C4"/>
        </w:tc>
        <w:tc>
          <w:tcPr>
            <w:tcW w:w="2055" w:type="dxa"/>
          </w:tcPr>
          <w:p w14:paraId="28925876" w14:textId="77777777" w:rsidR="00A01875" w:rsidRPr="00616402" w:rsidRDefault="00A01875" w:rsidP="00FD22C4"/>
        </w:tc>
        <w:tc>
          <w:tcPr>
            <w:tcW w:w="2055" w:type="dxa"/>
          </w:tcPr>
          <w:p w14:paraId="11586F67" w14:textId="77777777" w:rsidR="00A01875" w:rsidRPr="00616402" w:rsidRDefault="00A01875" w:rsidP="00FD22C4"/>
        </w:tc>
        <w:tc>
          <w:tcPr>
            <w:tcW w:w="2055" w:type="dxa"/>
          </w:tcPr>
          <w:p w14:paraId="08B66F4E" w14:textId="77777777" w:rsidR="00A01875" w:rsidRPr="00616402" w:rsidRDefault="00A01875" w:rsidP="00FD22C4"/>
        </w:tc>
        <w:tc>
          <w:tcPr>
            <w:tcW w:w="2055" w:type="dxa"/>
          </w:tcPr>
          <w:p w14:paraId="59D8AF3E" w14:textId="0FE09EFC" w:rsidR="00A01875" w:rsidRPr="00616402" w:rsidRDefault="00FD22C4" w:rsidP="00FD22C4">
            <w:r w:rsidRPr="00616402">
              <w:t>Total Miles:</w:t>
            </w:r>
          </w:p>
        </w:tc>
      </w:tr>
    </w:tbl>
    <w:p w14:paraId="2390447E" w14:textId="7A3D07AC" w:rsidR="00A01875" w:rsidRDefault="00FD22C4">
      <w:r>
        <w:t>If you would like, use this to track your completed miles!</w:t>
      </w:r>
    </w:p>
    <w:tbl>
      <w:tblPr>
        <w:tblStyle w:val="GridTable1Light-Accent2"/>
        <w:tblW w:w="5000" w:type="pct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Layout table"/>
      </w:tblPr>
      <w:tblGrid>
        <w:gridCol w:w="7200"/>
        <w:gridCol w:w="7200"/>
      </w:tblGrid>
      <w:tr w:rsidR="00A01875" w14:paraId="75D683D0" w14:textId="77777777" w:rsidTr="00FD22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bottom w:val="none" w:sz="0" w:space="0" w:color="auto"/>
            </w:tcBorders>
          </w:tcPr>
          <w:p w14:paraId="6F0D9F79" w14:textId="77777777" w:rsidR="00A01875" w:rsidRDefault="00A01875" w:rsidP="00FD22C4">
            <w:pPr>
              <w:pStyle w:val="Month"/>
            </w:pPr>
            <w:r>
              <w:lastRenderedPageBreak/>
              <w:fldChar w:fldCharType="begin"/>
            </w:r>
            <w:r>
              <w:instrText xml:space="preserve"> DOCVARIABLE  MonthStart \@ MMMM \* MERGEFORMAT </w:instrText>
            </w:r>
            <w:r>
              <w:fldChar w:fldCharType="separate"/>
            </w:r>
            <w:r w:rsidRPr="00F7089E">
              <w:t>July</w:t>
            </w:r>
            <w:r>
              <w:fldChar w:fldCharType="end"/>
            </w:r>
          </w:p>
        </w:tc>
        <w:tc>
          <w:tcPr>
            <w:tcW w:w="2500" w:type="pct"/>
            <w:tcBorders>
              <w:bottom w:val="none" w:sz="0" w:space="0" w:color="auto"/>
            </w:tcBorders>
          </w:tcPr>
          <w:p w14:paraId="78ABE754" w14:textId="77777777" w:rsidR="00A01875" w:rsidRDefault="00A01875" w:rsidP="00FD22C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01875" w14:paraId="0DFF93A3" w14:textId="77777777" w:rsidTr="00FD22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bottom w:val="single" w:sz="18" w:space="0" w:color="FFFFFF" w:themeColor="background1"/>
            </w:tcBorders>
            <w:shd w:val="clear" w:color="auto" w:fill="0D5672" w:themeFill="accent1" w:themeFillShade="80"/>
          </w:tcPr>
          <w:p w14:paraId="418BBDF8" w14:textId="77777777" w:rsidR="00A01875" w:rsidRDefault="00A01875" w:rsidP="00FD22C4"/>
        </w:tc>
        <w:tc>
          <w:tcPr>
            <w:tcW w:w="2500" w:type="pct"/>
            <w:tcBorders>
              <w:bottom w:val="single" w:sz="18" w:space="0" w:color="FFFFFF" w:themeColor="background1"/>
            </w:tcBorders>
            <w:shd w:val="clear" w:color="auto" w:fill="0D5672" w:themeFill="accent1" w:themeFillShade="80"/>
          </w:tcPr>
          <w:p w14:paraId="2903B33A" w14:textId="77777777" w:rsidR="00A01875" w:rsidRDefault="00A01875" w:rsidP="00FD22C4">
            <w:pPr>
              <w:pStyle w:val="Yea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DOCVARIABLE  MonthStart \@  yyyy   \* MERGEFORMAT </w:instrText>
            </w:r>
            <w:r>
              <w:fldChar w:fldCharType="separate"/>
            </w:r>
            <w:r>
              <w:t>2019</w:t>
            </w:r>
            <w:r>
              <w:fldChar w:fldCharType="end"/>
            </w:r>
          </w:p>
        </w:tc>
      </w:tr>
      <w:tr w:rsidR="00FD22C4" w14:paraId="410F51D1" w14:textId="77777777" w:rsidTr="00FD22C4">
        <w:trPr>
          <w:trHeight w:hRule="exact"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single" w:sz="18" w:space="0" w:color="FFFFFF" w:themeColor="background1"/>
              <w:bottom w:val="single" w:sz="18" w:space="0" w:color="FFFFFF" w:themeColor="background1"/>
            </w:tcBorders>
            <w:shd w:val="clear" w:color="auto" w:fill="595959" w:themeFill="text1" w:themeFillTint="A6"/>
          </w:tcPr>
          <w:p w14:paraId="20CF8658" w14:textId="54BD4F12" w:rsidR="00FD22C4" w:rsidRDefault="00FD22C4" w:rsidP="00FD22C4">
            <w:pPr>
              <w:pStyle w:val="Title"/>
            </w:pPr>
            <w:r>
              <w:t>The Summer900 Challenge!</w:t>
            </w:r>
          </w:p>
        </w:tc>
        <w:tc>
          <w:tcPr>
            <w:tcW w:w="2500" w:type="pct"/>
            <w:tcBorders>
              <w:top w:val="single" w:sz="18" w:space="0" w:color="FFFFFF" w:themeColor="background1"/>
              <w:bottom w:val="single" w:sz="18" w:space="0" w:color="FFFFFF" w:themeColor="background1"/>
            </w:tcBorders>
            <w:shd w:val="clear" w:color="auto" w:fill="595959" w:themeFill="text1" w:themeFillTint="A6"/>
          </w:tcPr>
          <w:p w14:paraId="5461A54D" w14:textId="77777777" w:rsidR="00FD22C4" w:rsidRDefault="00FD22C4" w:rsidP="00FD22C4">
            <w:pPr>
              <w:pStyle w:val="Subtit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tbl>
      <w:tblPr>
        <w:tblStyle w:val="TableCalendar"/>
        <w:tblW w:w="5000" w:type="pct"/>
        <w:tblLayout w:type="fixed"/>
        <w:tblLook w:val="0420" w:firstRow="1" w:lastRow="0" w:firstColumn="0" w:lastColumn="0" w:noHBand="0" w:noVBand="1"/>
        <w:tblCaption w:val="Layout table"/>
      </w:tblPr>
      <w:tblGrid>
        <w:gridCol w:w="2054"/>
        <w:gridCol w:w="2055"/>
        <w:gridCol w:w="2055"/>
        <w:gridCol w:w="2055"/>
        <w:gridCol w:w="2055"/>
        <w:gridCol w:w="2055"/>
        <w:gridCol w:w="2055"/>
      </w:tblGrid>
      <w:tr w:rsidR="00A01875" w14:paraId="260AC1B1" w14:textId="77777777" w:rsidTr="00FD22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id w:val="203994616"/>
            <w:placeholder>
              <w:docPart w:val="861F537759604880A58C161D9F47DF65"/>
            </w:placeholder>
            <w:temporary/>
            <w:showingPlcHdr/>
            <w15:appearance w15:val="hidden"/>
          </w:sdtPr>
          <w:sdtContent>
            <w:tc>
              <w:tcPr>
                <w:tcW w:w="2054" w:type="dxa"/>
              </w:tcPr>
              <w:p w14:paraId="03C28669" w14:textId="77777777" w:rsidR="00A01875" w:rsidRDefault="00A01875" w:rsidP="00FD22C4">
                <w:pPr>
                  <w:pStyle w:val="Days"/>
                </w:pPr>
                <w:r>
                  <w:t>Sunday</w:t>
                </w:r>
              </w:p>
            </w:tc>
          </w:sdtContent>
        </w:sdt>
        <w:tc>
          <w:tcPr>
            <w:tcW w:w="2055" w:type="dxa"/>
          </w:tcPr>
          <w:p w14:paraId="58AB288F" w14:textId="77777777" w:rsidR="00A01875" w:rsidRDefault="00A01875" w:rsidP="00FD22C4">
            <w:pPr>
              <w:pStyle w:val="Days"/>
            </w:pPr>
            <w:sdt>
              <w:sdtPr>
                <w:id w:val="1091042216"/>
                <w:placeholder>
                  <w:docPart w:val="50641F10F6B24EECB5C99C1DD115D226"/>
                </w:placeholder>
                <w:temporary/>
                <w:showingPlcHdr/>
                <w15:appearance w15:val="hidden"/>
              </w:sdtPr>
              <w:sdtContent>
                <w:r>
                  <w:t>Monday</w:t>
                </w:r>
              </w:sdtContent>
            </w:sdt>
          </w:p>
        </w:tc>
        <w:tc>
          <w:tcPr>
            <w:tcW w:w="2055" w:type="dxa"/>
          </w:tcPr>
          <w:p w14:paraId="393FDB8D" w14:textId="77777777" w:rsidR="00A01875" w:rsidRDefault="00A01875" w:rsidP="00FD22C4">
            <w:pPr>
              <w:pStyle w:val="Days"/>
            </w:pPr>
            <w:sdt>
              <w:sdtPr>
                <w:id w:val="-1148512672"/>
                <w:placeholder>
                  <w:docPart w:val="19A03EB0F86D463BB0E91D442A999A4B"/>
                </w:placeholder>
                <w:temporary/>
                <w:showingPlcHdr/>
                <w15:appearance w15:val="hidden"/>
              </w:sdtPr>
              <w:sdtContent>
                <w:r>
                  <w:t>Tuesday</w:t>
                </w:r>
              </w:sdtContent>
            </w:sdt>
          </w:p>
        </w:tc>
        <w:tc>
          <w:tcPr>
            <w:tcW w:w="2055" w:type="dxa"/>
          </w:tcPr>
          <w:p w14:paraId="61D695C0" w14:textId="77777777" w:rsidR="00A01875" w:rsidRDefault="00A01875" w:rsidP="00FD22C4">
            <w:pPr>
              <w:pStyle w:val="Days"/>
            </w:pPr>
            <w:sdt>
              <w:sdtPr>
                <w:id w:val="-1501579470"/>
                <w:placeholder>
                  <w:docPart w:val="843B2681D7B04860A78C38786DBB7AC3"/>
                </w:placeholder>
                <w:temporary/>
                <w:showingPlcHdr/>
                <w15:appearance w15:val="hidden"/>
              </w:sdtPr>
              <w:sdtContent>
                <w:r>
                  <w:t>Wednesday</w:t>
                </w:r>
              </w:sdtContent>
            </w:sdt>
          </w:p>
        </w:tc>
        <w:tc>
          <w:tcPr>
            <w:tcW w:w="2055" w:type="dxa"/>
          </w:tcPr>
          <w:p w14:paraId="003BC550" w14:textId="77777777" w:rsidR="00A01875" w:rsidRDefault="00A01875" w:rsidP="00FD22C4">
            <w:pPr>
              <w:pStyle w:val="Days"/>
            </w:pPr>
            <w:sdt>
              <w:sdtPr>
                <w:id w:val="-1853403637"/>
                <w:placeholder>
                  <w:docPart w:val="B0CCB81790B142CC8947F61DF79DCF60"/>
                </w:placeholder>
                <w:temporary/>
                <w:showingPlcHdr/>
                <w15:appearance w15:val="hidden"/>
              </w:sdtPr>
              <w:sdtContent>
                <w:r>
                  <w:t>Thursday</w:t>
                </w:r>
              </w:sdtContent>
            </w:sdt>
          </w:p>
        </w:tc>
        <w:tc>
          <w:tcPr>
            <w:tcW w:w="2055" w:type="dxa"/>
          </w:tcPr>
          <w:p w14:paraId="100D4A62" w14:textId="77777777" w:rsidR="00A01875" w:rsidRDefault="00A01875" w:rsidP="00FD22C4">
            <w:pPr>
              <w:pStyle w:val="Days"/>
            </w:pPr>
            <w:sdt>
              <w:sdtPr>
                <w:id w:val="1100064194"/>
                <w:placeholder>
                  <w:docPart w:val="F06C6C566FA341FAAF0AA536027C64DD"/>
                </w:placeholder>
                <w:temporary/>
                <w:showingPlcHdr/>
                <w15:appearance w15:val="hidden"/>
              </w:sdtPr>
              <w:sdtContent>
                <w:r>
                  <w:t>Friday</w:t>
                </w:r>
              </w:sdtContent>
            </w:sdt>
          </w:p>
        </w:tc>
        <w:tc>
          <w:tcPr>
            <w:tcW w:w="2055" w:type="dxa"/>
          </w:tcPr>
          <w:p w14:paraId="68EB4D8B" w14:textId="77777777" w:rsidR="00A01875" w:rsidRDefault="00A01875" w:rsidP="00FD22C4">
            <w:pPr>
              <w:pStyle w:val="Days"/>
            </w:pPr>
            <w:sdt>
              <w:sdtPr>
                <w:id w:val="1419911795"/>
                <w:placeholder>
                  <w:docPart w:val="8AE109C3275A4B299D8583BF8BFC11AB"/>
                </w:placeholder>
                <w:temporary/>
                <w:showingPlcHdr/>
                <w15:appearance w15:val="hidden"/>
              </w:sdtPr>
              <w:sdtContent>
                <w:r>
                  <w:t>Saturday</w:t>
                </w:r>
              </w:sdtContent>
            </w:sdt>
          </w:p>
        </w:tc>
      </w:tr>
      <w:tr w:rsidR="00A01875" w14:paraId="1B42FBF2" w14:textId="77777777" w:rsidTr="00FD22C4">
        <w:tc>
          <w:tcPr>
            <w:tcW w:w="2054" w:type="dxa"/>
            <w:tcBorders>
              <w:bottom w:val="nil"/>
            </w:tcBorders>
          </w:tcPr>
          <w:p w14:paraId="05B57A72" w14:textId="77777777" w:rsidR="00A01875" w:rsidRDefault="00A01875" w:rsidP="00FD22C4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Monday</w:instrText>
            </w:r>
            <w:r>
              <w:fldChar w:fldCharType="end"/>
            </w:r>
            <w:r>
              <w:instrText xml:space="preserve"> = "Sunday" 1 ""</w:instrText>
            </w:r>
            <w:r>
              <w:fldChar w:fldCharType="end"/>
            </w:r>
          </w:p>
        </w:tc>
        <w:tc>
          <w:tcPr>
            <w:tcW w:w="2055" w:type="dxa"/>
            <w:tcBorders>
              <w:bottom w:val="nil"/>
            </w:tcBorders>
          </w:tcPr>
          <w:p w14:paraId="1E272468" w14:textId="77777777" w:rsidR="00A01875" w:rsidRDefault="00A01875" w:rsidP="00FD22C4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Monday</w:instrText>
            </w:r>
            <w:r>
              <w:fldChar w:fldCharType="end"/>
            </w:r>
            <w:r>
              <w:instrText xml:space="preserve"> = "Monday"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=A2 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=A2+1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fldChar w:fldCharType="end"/>
            </w:r>
          </w:p>
        </w:tc>
        <w:tc>
          <w:tcPr>
            <w:tcW w:w="2055" w:type="dxa"/>
            <w:tcBorders>
              <w:bottom w:val="nil"/>
            </w:tcBorders>
          </w:tcPr>
          <w:p w14:paraId="5EAC7E13" w14:textId="77777777" w:rsidR="00A01875" w:rsidRDefault="00A01875" w:rsidP="00FD22C4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Monday</w:instrText>
            </w:r>
            <w:r>
              <w:fldChar w:fldCharType="end"/>
            </w:r>
            <w:r>
              <w:instrText xml:space="preserve"> = "Tuesday"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=B2 </w:instrText>
            </w:r>
            <w:r>
              <w:fldChar w:fldCharType="separate"/>
            </w:r>
            <w:r>
              <w:rPr>
                <w:noProof/>
              </w:rPr>
              <w:instrText>1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=B2+1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fldChar w:fldCharType="end"/>
            </w:r>
          </w:p>
        </w:tc>
        <w:tc>
          <w:tcPr>
            <w:tcW w:w="2055" w:type="dxa"/>
            <w:tcBorders>
              <w:bottom w:val="nil"/>
            </w:tcBorders>
          </w:tcPr>
          <w:p w14:paraId="1A6D8602" w14:textId="77777777" w:rsidR="00A01875" w:rsidRDefault="00A01875" w:rsidP="00FD22C4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Monday</w:instrText>
            </w:r>
            <w:r>
              <w:fldChar w:fldCharType="end"/>
            </w:r>
            <w:r>
              <w:instrText xml:space="preserve"> = "Wednesday"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=C2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=C2+1 </w:instrText>
            </w:r>
            <w:r>
              <w:fldChar w:fldCharType="separate"/>
            </w:r>
            <w:r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3</w:t>
            </w:r>
            <w:r>
              <w:fldChar w:fldCharType="end"/>
            </w:r>
          </w:p>
        </w:tc>
        <w:tc>
          <w:tcPr>
            <w:tcW w:w="2055" w:type="dxa"/>
            <w:tcBorders>
              <w:bottom w:val="nil"/>
            </w:tcBorders>
          </w:tcPr>
          <w:p w14:paraId="76BAABCD" w14:textId="77777777" w:rsidR="00A01875" w:rsidRDefault="00A01875" w:rsidP="00FD22C4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Monday</w:instrText>
            </w:r>
            <w:r>
              <w:fldChar w:fldCharType="end"/>
            </w:r>
            <w:r>
              <w:instrText xml:space="preserve">= "Thursday"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=D2 </w:instrText>
            </w:r>
            <w:r>
              <w:fldChar w:fldCharType="separate"/>
            </w:r>
            <w:r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=D2+1 </w:instrText>
            </w:r>
            <w:r>
              <w:fldChar w:fldCharType="separate"/>
            </w:r>
            <w:r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4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4</w:t>
            </w:r>
            <w:r>
              <w:fldChar w:fldCharType="end"/>
            </w:r>
          </w:p>
        </w:tc>
        <w:tc>
          <w:tcPr>
            <w:tcW w:w="2055" w:type="dxa"/>
            <w:tcBorders>
              <w:bottom w:val="nil"/>
            </w:tcBorders>
          </w:tcPr>
          <w:p w14:paraId="725DD6B3" w14:textId="77777777" w:rsidR="00A01875" w:rsidRDefault="00A01875" w:rsidP="00FD22C4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Monday</w:instrText>
            </w:r>
            <w:r>
              <w:fldChar w:fldCharType="end"/>
            </w:r>
            <w:r>
              <w:instrText xml:space="preserve"> = "Friday"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=E2 </w:instrText>
            </w:r>
            <w:r>
              <w:fldChar w:fldCharType="separate"/>
            </w:r>
            <w:r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=E2+1 </w:instrText>
            </w:r>
            <w:r>
              <w:fldChar w:fldCharType="separate"/>
            </w:r>
            <w:r>
              <w:rPr>
                <w:noProof/>
              </w:rPr>
              <w:instrText>5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5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5</w:t>
            </w:r>
            <w:r>
              <w:fldChar w:fldCharType="end"/>
            </w:r>
          </w:p>
        </w:tc>
        <w:tc>
          <w:tcPr>
            <w:tcW w:w="2055" w:type="dxa"/>
            <w:tcBorders>
              <w:bottom w:val="nil"/>
            </w:tcBorders>
          </w:tcPr>
          <w:p w14:paraId="15027B5B" w14:textId="77777777" w:rsidR="00A01875" w:rsidRDefault="00A01875" w:rsidP="00FD22C4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Monday</w:instrText>
            </w:r>
            <w:r>
              <w:fldChar w:fldCharType="end"/>
            </w:r>
            <w:r>
              <w:instrText xml:space="preserve"> = "Saturday"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=F2 </w:instrText>
            </w:r>
            <w:r>
              <w:fldChar w:fldCharType="separate"/>
            </w:r>
            <w:r>
              <w:rPr>
                <w:noProof/>
              </w:rPr>
              <w:instrText>5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=F2+1 </w:instrText>
            </w:r>
            <w:r>
              <w:fldChar w:fldCharType="separate"/>
            </w:r>
            <w:r>
              <w:rPr>
                <w:noProof/>
              </w:rPr>
              <w:instrText>6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6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6</w:t>
            </w:r>
            <w:r>
              <w:fldChar w:fldCharType="end"/>
            </w:r>
          </w:p>
        </w:tc>
      </w:tr>
      <w:tr w:rsidR="00A01875" w14:paraId="3D71345F" w14:textId="77777777" w:rsidTr="00FD22C4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73C83AFE" w14:textId="77777777" w:rsidR="00A01875" w:rsidRDefault="00A01875" w:rsidP="00FD22C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638C186F" w14:textId="5EB33978" w:rsidR="00A01875" w:rsidRDefault="001D2BF7" w:rsidP="00FD22C4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0924566" w14:textId="1CB08916" w:rsidR="00A01875" w:rsidRDefault="001D2BF7" w:rsidP="00FD22C4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567D232F" w14:textId="3B87D853" w:rsidR="00A01875" w:rsidRDefault="001D2BF7" w:rsidP="00FD22C4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9BBA6B5" w14:textId="6582BEFE" w:rsidR="00A01875" w:rsidRDefault="001D2BF7" w:rsidP="00FD22C4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4EF71F0E" w14:textId="63E6041E" w:rsidR="00A01875" w:rsidRDefault="001D2BF7" w:rsidP="00FD22C4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96F49DA" w14:textId="0A38D7AE" w:rsidR="00A01875" w:rsidRDefault="001D2BF7" w:rsidP="00FD22C4">
            <w:r>
              <w:t>Miles:</w:t>
            </w:r>
          </w:p>
        </w:tc>
      </w:tr>
      <w:tr w:rsidR="00A01875" w14:paraId="4F345027" w14:textId="77777777" w:rsidTr="00FD22C4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14:paraId="3AF2E3DF" w14:textId="77777777" w:rsidR="00A01875" w:rsidRDefault="00A01875" w:rsidP="00FD22C4">
            <w:pPr>
              <w:pStyle w:val="Dates"/>
            </w:pPr>
            <w:r>
              <w:fldChar w:fldCharType="begin"/>
            </w:r>
            <w:r>
              <w:instrText xml:space="preserve"> =G2+1 </w:instrText>
            </w:r>
            <w:r>
              <w:fldChar w:fldCharType="separate"/>
            </w:r>
            <w:r>
              <w:rPr>
                <w:noProof/>
              </w:rPr>
              <w:t>7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131CC72B" w14:textId="77777777" w:rsidR="00A01875" w:rsidRDefault="00A01875" w:rsidP="00FD22C4">
            <w:pPr>
              <w:pStyle w:val="Dates"/>
            </w:pPr>
            <w:r>
              <w:fldChar w:fldCharType="begin"/>
            </w:r>
            <w:r>
              <w:instrText xml:space="preserve"> =A4+1 </w:instrText>
            </w:r>
            <w:r>
              <w:fldChar w:fldCharType="separate"/>
            </w:r>
            <w:r>
              <w:rPr>
                <w:noProof/>
              </w:rPr>
              <w:t>8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52117857" w14:textId="77777777" w:rsidR="00A01875" w:rsidRDefault="00A01875" w:rsidP="00FD22C4">
            <w:pPr>
              <w:pStyle w:val="Dates"/>
            </w:pPr>
            <w:r>
              <w:fldChar w:fldCharType="begin"/>
            </w:r>
            <w:r>
              <w:instrText xml:space="preserve"> =B4+1 </w:instrText>
            </w:r>
            <w:r>
              <w:fldChar w:fldCharType="separate"/>
            </w:r>
            <w:r>
              <w:rPr>
                <w:noProof/>
              </w:rPr>
              <w:t>9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03427288" w14:textId="77777777" w:rsidR="00A01875" w:rsidRDefault="00A01875" w:rsidP="00FD22C4">
            <w:pPr>
              <w:pStyle w:val="Dates"/>
            </w:pPr>
            <w:r>
              <w:fldChar w:fldCharType="begin"/>
            </w:r>
            <w:r>
              <w:instrText xml:space="preserve"> =C4+1 </w:instrText>
            </w:r>
            <w:r>
              <w:fldChar w:fldCharType="separate"/>
            </w:r>
            <w:r>
              <w:rPr>
                <w:noProof/>
              </w:rPr>
              <w:t>10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2730857A" w14:textId="77777777" w:rsidR="00A01875" w:rsidRDefault="00A01875" w:rsidP="00FD22C4">
            <w:pPr>
              <w:pStyle w:val="Dates"/>
            </w:pPr>
            <w:r>
              <w:fldChar w:fldCharType="begin"/>
            </w:r>
            <w:r>
              <w:instrText xml:space="preserve"> =D4+1 </w:instrText>
            </w:r>
            <w:r>
              <w:fldChar w:fldCharType="separate"/>
            </w:r>
            <w:r>
              <w:rPr>
                <w:noProof/>
              </w:rPr>
              <w:t>11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0B7D6A66" w14:textId="77777777" w:rsidR="00A01875" w:rsidRDefault="00A01875" w:rsidP="00FD22C4">
            <w:pPr>
              <w:pStyle w:val="Dates"/>
            </w:pPr>
            <w:r>
              <w:fldChar w:fldCharType="begin"/>
            </w:r>
            <w:r>
              <w:instrText xml:space="preserve"> =E4+1 </w:instrText>
            </w:r>
            <w:r>
              <w:fldChar w:fldCharType="separate"/>
            </w:r>
            <w:r>
              <w:rPr>
                <w:noProof/>
              </w:rPr>
              <w:t>12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656783B3" w14:textId="77777777" w:rsidR="00A01875" w:rsidRDefault="00A01875" w:rsidP="00FD22C4">
            <w:pPr>
              <w:pStyle w:val="Dates"/>
            </w:pPr>
            <w:r>
              <w:fldChar w:fldCharType="begin"/>
            </w:r>
            <w:r>
              <w:instrText xml:space="preserve"> =F4+1 </w:instrText>
            </w:r>
            <w:r>
              <w:fldChar w:fldCharType="separate"/>
            </w:r>
            <w:r>
              <w:rPr>
                <w:noProof/>
              </w:rPr>
              <w:t>13</w:t>
            </w:r>
            <w:r>
              <w:fldChar w:fldCharType="end"/>
            </w:r>
          </w:p>
        </w:tc>
      </w:tr>
      <w:tr w:rsidR="00A01875" w14:paraId="6CE0D9C1" w14:textId="77777777" w:rsidTr="00FD22C4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24F3D81D" w14:textId="41B6ED73" w:rsidR="00A01875" w:rsidRDefault="001D2BF7" w:rsidP="00FD22C4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39B6923F" w14:textId="21C03A4F" w:rsidR="00A01875" w:rsidRDefault="001D2BF7" w:rsidP="00FD22C4">
            <w:r>
              <w:t>Miles:</w:t>
            </w:r>
            <w:bookmarkStart w:id="0" w:name="_GoBack"/>
            <w:bookmarkEnd w:id="0"/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C156031" w14:textId="6689A0E5" w:rsidR="00A01875" w:rsidRDefault="001D2BF7" w:rsidP="00FD22C4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4B180174" w14:textId="48EE53DF" w:rsidR="00A01875" w:rsidRDefault="001D2BF7" w:rsidP="00FD22C4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2FCAE2E" w14:textId="7A147450" w:rsidR="00A01875" w:rsidRDefault="001D2BF7" w:rsidP="00FD22C4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62B32241" w14:textId="7DBF2D40" w:rsidR="00A01875" w:rsidRDefault="001D2BF7" w:rsidP="00FD22C4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0D360816" w14:textId="2A37EAC2" w:rsidR="00A01875" w:rsidRDefault="001D2BF7" w:rsidP="00FD22C4">
            <w:r>
              <w:t>Miles:</w:t>
            </w:r>
          </w:p>
        </w:tc>
      </w:tr>
      <w:tr w:rsidR="00A01875" w14:paraId="3C2E1232" w14:textId="77777777" w:rsidTr="00FD22C4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14:paraId="090EAFF0" w14:textId="77777777" w:rsidR="00A01875" w:rsidRDefault="00A01875" w:rsidP="00FD22C4">
            <w:pPr>
              <w:pStyle w:val="Dates"/>
            </w:pPr>
            <w:r>
              <w:fldChar w:fldCharType="begin"/>
            </w:r>
            <w:r>
              <w:instrText xml:space="preserve"> =G4+1 </w:instrText>
            </w:r>
            <w:r>
              <w:fldChar w:fldCharType="separate"/>
            </w:r>
            <w:r>
              <w:rPr>
                <w:noProof/>
              </w:rPr>
              <w:t>14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1380302E" w14:textId="77777777" w:rsidR="00A01875" w:rsidRDefault="00A01875" w:rsidP="00FD22C4">
            <w:pPr>
              <w:pStyle w:val="Dates"/>
            </w:pPr>
            <w:r>
              <w:fldChar w:fldCharType="begin"/>
            </w:r>
            <w:r>
              <w:instrText xml:space="preserve"> =A6+1 </w:instrText>
            </w:r>
            <w:r>
              <w:fldChar w:fldCharType="separate"/>
            </w:r>
            <w:r>
              <w:rPr>
                <w:noProof/>
              </w:rPr>
              <w:t>15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37C50BB6" w14:textId="77777777" w:rsidR="00A01875" w:rsidRDefault="00A01875" w:rsidP="00FD22C4">
            <w:pPr>
              <w:pStyle w:val="Dates"/>
            </w:pPr>
            <w:r>
              <w:fldChar w:fldCharType="begin"/>
            </w:r>
            <w:r>
              <w:instrText xml:space="preserve"> =B6+1 </w:instrText>
            </w:r>
            <w:r>
              <w:fldChar w:fldCharType="separate"/>
            </w:r>
            <w:r>
              <w:rPr>
                <w:noProof/>
              </w:rPr>
              <w:t>16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1D5F0509" w14:textId="77777777" w:rsidR="00A01875" w:rsidRDefault="00A01875" w:rsidP="00FD22C4">
            <w:pPr>
              <w:pStyle w:val="Dates"/>
            </w:pPr>
            <w:r>
              <w:fldChar w:fldCharType="begin"/>
            </w:r>
            <w:r>
              <w:instrText xml:space="preserve"> =C6+1 </w:instrText>
            </w:r>
            <w:r>
              <w:fldChar w:fldCharType="separate"/>
            </w:r>
            <w:r>
              <w:rPr>
                <w:noProof/>
              </w:rPr>
              <w:t>17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6150DB6C" w14:textId="77777777" w:rsidR="00A01875" w:rsidRDefault="00A01875" w:rsidP="00FD22C4">
            <w:pPr>
              <w:pStyle w:val="Dates"/>
            </w:pPr>
            <w:r>
              <w:fldChar w:fldCharType="begin"/>
            </w:r>
            <w:r>
              <w:instrText xml:space="preserve"> =D6+1 </w:instrText>
            </w:r>
            <w:r>
              <w:fldChar w:fldCharType="separate"/>
            </w:r>
            <w:r>
              <w:rPr>
                <w:noProof/>
              </w:rPr>
              <w:t>18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75FE9E11" w14:textId="77777777" w:rsidR="00A01875" w:rsidRDefault="00A01875" w:rsidP="00FD22C4">
            <w:pPr>
              <w:pStyle w:val="Dates"/>
            </w:pPr>
            <w:r>
              <w:fldChar w:fldCharType="begin"/>
            </w:r>
            <w:r>
              <w:instrText xml:space="preserve"> =E6+1 </w:instrText>
            </w:r>
            <w:r>
              <w:fldChar w:fldCharType="separate"/>
            </w:r>
            <w:r>
              <w:rPr>
                <w:noProof/>
              </w:rPr>
              <w:t>19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4402D83A" w14:textId="77777777" w:rsidR="00A01875" w:rsidRDefault="00A01875" w:rsidP="00FD22C4">
            <w:pPr>
              <w:pStyle w:val="Dates"/>
            </w:pPr>
            <w:r>
              <w:fldChar w:fldCharType="begin"/>
            </w:r>
            <w:r>
              <w:instrText xml:space="preserve"> =F6+1 </w:instrText>
            </w:r>
            <w:r>
              <w:fldChar w:fldCharType="separate"/>
            </w:r>
            <w:r>
              <w:rPr>
                <w:noProof/>
              </w:rPr>
              <w:t>20</w:t>
            </w:r>
            <w:r>
              <w:fldChar w:fldCharType="end"/>
            </w:r>
          </w:p>
        </w:tc>
      </w:tr>
      <w:tr w:rsidR="00A01875" w14:paraId="3D774FB8" w14:textId="77777777" w:rsidTr="00FD22C4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4E7CDBEF" w14:textId="3E35EDB7" w:rsidR="00A01875" w:rsidRDefault="001D2BF7" w:rsidP="00FD22C4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70E3C83" w14:textId="35ED6C22" w:rsidR="00A01875" w:rsidRDefault="001D2BF7" w:rsidP="00FD22C4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68343B83" w14:textId="705A2858" w:rsidR="00A01875" w:rsidRDefault="001D2BF7" w:rsidP="00FD22C4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36DC0D32" w14:textId="4DCAA98F" w:rsidR="00A01875" w:rsidRDefault="001D2BF7" w:rsidP="00FD22C4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32F313A0" w14:textId="72D7BADF" w:rsidR="00A01875" w:rsidRDefault="001D2BF7" w:rsidP="00FD22C4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3244C083" w14:textId="5928FABD" w:rsidR="00A01875" w:rsidRDefault="001D2BF7" w:rsidP="00FD22C4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29A1DD6" w14:textId="14281D13" w:rsidR="00A01875" w:rsidRDefault="001D2BF7" w:rsidP="00FD22C4">
            <w:r>
              <w:t>Miles:</w:t>
            </w:r>
          </w:p>
        </w:tc>
      </w:tr>
      <w:tr w:rsidR="00A01875" w14:paraId="7D5BDD53" w14:textId="77777777" w:rsidTr="00FD22C4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14:paraId="253A096E" w14:textId="77777777" w:rsidR="00A01875" w:rsidRDefault="00A01875" w:rsidP="00FD22C4">
            <w:pPr>
              <w:pStyle w:val="Dates"/>
            </w:pPr>
            <w:r>
              <w:fldChar w:fldCharType="begin"/>
            </w:r>
            <w:r>
              <w:instrText xml:space="preserve"> =G6+1 </w:instrText>
            </w:r>
            <w:r>
              <w:fldChar w:fldCharType="separate"/>
            </w:r>
            <w:r>
              <w:rPr>
                <w:noProof/>
              </w:rPr>
              <w:t>21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3E8894A8" w14:textId="77777777" w:rsidR="00A01875" w:rsidRDefault="00A01875" w:rsidP="00FD22C4">
            <w:pPr>
              <w:pStyle w:val="Dates"/>
            </w:pPr>
            <w:r>
              <w:fldChar w:fldCharType="begin"/>
            </w:r>
            <w:r>
              <w:instrText xml:space="preserve"> =A8+1 </w:instrText>
            </w:r>
            <w:r>
              <w:fldChar w:fldCharType="separate"/>
            </w:r>
            <w:r>
              <w:rPr>
                <w:noProof/>
              </w:rPr>
              <w:t>22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18BBC6C0" w14:textId="77777777" w:rsidR="00A01875" w:rsidRDefault="00A01875" w:rsidP="00FD22C4">
            <w:pPr>
              <w:pStyle w:val="Dates"/>
            </w:pPr>
            <w:r>
              <w:fldChar w:fldCharType="begin"/>
            </w:r>
            <w:r>
              <w:instrText xml:space="preserve"> =B8+1 </w:instrText>
            </w:r>
            <w:r>
              <w:fldChar w:fldCharType="separate"/>
            </w:r>
            <w:r>
              <w:rPr>
                <w:noProof/>
              </w:rPr>
              <w:t>23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76C485CB" w14:textId="77777777" w:rsidR="00A01875" w:rsidRDefault="00A01875" w:rsidP="00FD22C4">
            <w:pPr>
              <w:pStyle w:val="Dates"/>
            </w:pPr>
            <w:r>
              <w:fldChar w:fldCharType="begin"/>
            </w:r>
            <w:r>
              <w:instrText xml:space="preserve"> =C8+1 </w:instrText>
            </w:r>
            <w:r>
              <w:fldChar w:fldCharType="separate"/>
            </w:r>
            <w:r>
              <w:rPr>
                <w:noProof/>
              </w:rPr>
              <w:t>24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6C4DB8FA" w14:textId="77777777" w:rsidR="00A01875" w:rsidRDefault="00A01875" w:rsidP="00FD22C4">
            <w:pPr>
              <w:pStyle w:val="Dates"/>
            </w:pPr>
            <w:r>
              <w:fldChar w:fldCharType="begin"/>
            </w:r>
            <w:r>
              <w:instrText xml:space="preserve"> =D8+1 </w:instrText>
            </w:r>
            <w:r>
              <w:fldChar w:fldCharType="separate"/>
            </w:r>
            <w:r>
              <w:rPr>
                <w:noProof/>
              </w:rPr>
              <w:t>25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7CBE2EF3" w14:textId="77777777" w:rsidR="00A01875" w:rsidRDefault="00A01875" w:rsidP="00FD22C4">
            <w:pPr>
              <w:pStyle w:val="Dates"/>
            </w:pPr>
            <w:r>
              <w:fldChar w:fldCharType="begin"/>
            </w:r>
            <w:r>
              <w:instrText xml:space="preserve"> =E8+1 </w:instrText>
            </w:r>
            <w:r>
              <w:fldChar w:fldCharType="separate"/>
            </w:r>
            <w:r>
              <w:rPr>
                <w:noProof/>
              </w:rPr>
              <w:t>26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271C2248" w14:textId="77777777" w:rsidR="00A01875" w:rsidRDefault="00A01875" w:rsidP="00FD22C4">
            <w:pPr>
              <w:pStyle w:val="Dates"/>
            </w:pPr>
            <w:r>
              <w:fldChar w:fldCharType="begin"/>
            </w:r>
            <w:r>
              <w:instrText xml:space="preserve"> =F8+1 </w:instrText>
            </w:r>
            <w:r>
              <w:fldChar w:fldCharType="separate"/>
            </w:r>
            <w:r>
              <w:rPr>
                <w:noProof/>
              </w:rPr>
              <w:t>27</w:t>
            </w:r>
            <w:r>
              <w:fldChar w:fldCharType="end"/>
            </w:r>
          </w:p>
        </w:tc>
      </w:tr>
      <w:tr w:rsidR="00A01875" w14:paraId="09CDCA41" w14:textId="77777777" w:rsidTr="00FD22C4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4846A9B2" w14:textId="61F01168" w:rsidR="00A01875" w:rsidRDefault="001D2BF7" w:rsidP="00FD22C4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59E8E4E8" w14:textId="51D8A2C3" w:rsidR="00A01875" w:rsidRDefault="001D2BF7" w:rsidP="00FD22C4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56A290EA" w14:textId="7EE906D3" w:rsidR="00A01875" w:rsidRDefault="001D2BF7" w:rsidP="00FD22C4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359E4BC8" w14:textId="4CB7D3BF" w:rsidR="00A01875" w:rsidRDefault="001D2BF7" w:rsidP="00FD22C4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4CE0B47" w14:textId="43433368" w:rsidR="00A01875" w:rsidRDefault="001D2BF7" w:rsidP="00FD22C4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3F93718B" w14:textId="041801A4" w:rsidR="00A01875" w:rsidRDefault="001D2BF7" w:rsidP="00FD22C4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677B7AB" w14:textId="2803906D" w:rsidR="00A01875" w:rsidRDefault="001D2BF7" w:rsidP="00FD22C4">
            <w:r>
              <w:t>Miles:</w:t>
            </w:r>
          </w:p>
        </w:tc>
      </w:tr>
      <w:tr w:rsidR="00A01875" w14:paraId="13F29A3F" w14:textId="77777777" w:rsidTr="00FD22C4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14:paraId="36D4DCC1" w14:textId="77777777" w:rsidR="00A01875" w:rsidRDefault="00A01875" w:rsidP="00FD22C4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=G8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=G8 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=G8+1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28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1F25BA59" w14:textId="77777777" w:rsidR="00A01875" w:rsidRDefault="00A01875" w:rsidP="00FD22C4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=A10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=A10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=A10+1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29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056AA0D5" w14:textId="77777777" w:rsidR="00A01875" w:rsidRDefault="00A01875" w:rsidP="00FD22C4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=B10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=B10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=B10+1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30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66A8BD34" w14:textId="77777777" w:rsidR="00A01875" w:rsidRDefault="00A01875" w:rsidP="00FD22C4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=C10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=C10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=C10+1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31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726F6C13" w14:textId="77777777" w:rsidR="00A01875" w:rsidRDefault="00A01875" w:rsidP="00FD22C4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=D10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=D10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=D10+1 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3791FC3B" w14:textId="77777777" w:rsidR="00A01875" w:rsidRDefault="00A01875" w:rsidP="00FD22C4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=E10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=E10 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=E10+1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7686297D" w14:textId="77777777" w:rsidR="00A01875" w:rsidRDefault="00A01875" w:rsidP="00FD22C4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=F10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=F10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=F10+1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fldChar w:fldCharType="end"/>
            </w:r>
          </w:p>
        </w:tc>
      </w:tr>
      <w:tr w:rsidR="00A01875" w14:paraId="7848B615" w14:textId="77777777" w:rsidTr="00FD22C4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5D1423D9" w14:textId="2BC860A5" w:rsidR="00A01875" w:rsidRDefault="001D2BF7" w:rsidP="00FD22C4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68B0282D" w14:textId="41305283" w:rsidR="00A01875" w:rsidRDefault="001D2BF7" w:rsidP="00FD22C4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49023936" w14:textId="75DA4ABF" w:rsidR="00A01875" w:rsidRDefault="001D2BF7" w:rsidP="00FD22C4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559B7E9" w14:textId="52727573" w:rsidR="00A01875" w:rsidRDefault="001D2BF7" w:rsidP="00FD22C4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0DF16A0C" w14:textId="77777777" w:rsidR="00A01875" w:rsidRDefault="00A01875" w:rsidP="00FD22C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017E0057" w14:textId="77777777" w:rsidR="00A01875" w:rsidRDefault="00A01875" w:rsidP="00FD22C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59DFC300" w14:textId="77777777" w:rsidR="00A01875" w:rsidRDefault="00A01875" w:rsidP="00FD22C4"/>
        </w:tc>
      </w:tr>
      <w:tr w:rsidR="00A01875" w14:paraId="4A1D26A8" w14:textId="77777777" w:rsidTr="00FD22C4">
        <w:tc>
          <w:tcPr>
            <w:tcW w:w="2054" w:type="dxa"/>
            <w:tcBorders>
              <w:top w:val="single" w:sz="6" w:space="0" w:color="BFBFBF" w:themeColor="background1" w:themeShade="BF"/>
            </w:tcBorders>
          </w:tcPr>
          <w:p w14:paraId="187E3C31" w14:textId="77777777" w:rsidR="00A01875" w:rsidRDefault="00A01875" w:rsidP="00FD22C4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=G10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=G10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=G10+1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3DD7E151" w14:textId="77777777" w:rsidR="00A01875" w:rsidRDefault="00A01875" w:rsidP="00FD22C4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=A12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=A12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=A12+1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1DEBBF23" w14:textId="77777777" w:rsidR="00A01875" w:rsidRDefault="00A01875" w:rsidP="00FD22C4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78106BF7" w14:textId="77777777" w:rsidR="00A01875" w:rsidRDefault="00A01875" w:rsidP="00FD22C4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290AE329" w14:textId="77777777" w:rsidR="00A01875" w:rsidRDefault="00A01875" w:rsidP="00FD22C4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21B95C43" w14:textId="77777777" w:rsidR="00A01875" w:rsidRDefault="00A01875" w:rsidP="00FD22C4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5F152AF0" w14:textId="77777777" w:rsidR="00A01875" w:rsidRDefault="00A01875" w:rsidP="00FD22C4">
            <w:pPr>
              <w:pStyle w:val="Dates"/>
            </w:pPr>
          </w:p>
        </w:tc>
      </w:tr>
      <w:tr w:rsidR="00A01875" w14:paraId="77E3D301" w14:textId="77777777" w:rsidTr="00FD22C4">
        <w:trPr>
          <w:trHeight w:hRule="exact" w:val="907"/>
        </w:trPr>
        <w:tc>
          <w:tcPr>
            <w:tcW w:w="2054" w:type="dxa"/>
          </w:tcPr>
          <w:p w14:paraId="5B60E355" w14:textId="77777777" w:rsidR="00A01875" w:rsidRDefault="00A01875" w:rsidP="00FD22C4"/>
        </w:tc>
        <w:tc>
          <w:tcPr>
            <w:tcW w:w="2055" w:type="dxa"/>
          </w:tcPr>
          <w:p w14:paraId="2EFE07BA" w14:textId="77777777" w:rsidR="00A01875" w:rsidRDefault="00A01875" w:rsidP="00FD22C4"/>
        </w:tc>
        <w:tc>
          <w:tcPr>
            <w:tcW w:w="2055" w:type="dxa"/>
          </w:tcPr>
          <w:p w14:paraId="627B27DC" w14:textId="77777777" w:rsidR="00A01875" w:rsidRDefault="00A01875" w:rsidP="00FD22C4"/>
        </w:tc>
        <w:tc>
          <w:tcPr>
            <w:tcW w:w="2055" w:type="dxa"/>
          </w:tcPr>
          <w:p w14:paraId="29B51317" w14:textId="77777777" w:rsidR="00A01875" w:rsidRDefault="00A01875" w:rsidP="00FD22C4"/>
        </w:tc>
        <w:tc>
          <w:tcPr>
            <w:tcW w:w="2055" w:type="dxa"/>
          </w:tcPr>
          <w:p w14:paraId="22AA2FFA" w14:textId="77777777" w:rsidR="00A01875" w:rsidRDefault="00A01875" w:rsidP="00FD22C4"/>
        </w:tc>
        <w:tc>
          <w:tcPr>
            <w:tcW w:w="2055" w:type="dxa"/>
          </w:tcPr>
          <w:p w14:paraId="75FF3C65" w14:textId="77777777" w:rsidR="00A01875" w:rsidRDefault="00A01875" w:rsidP="00FD22C4"/>
        </w:tc>
        <w:tc>
          <w:tcPr>
            <w:tcW w:w="2055" w:type="dxa"/>
          </w:tcPr>
          <w:p w14:paraId="5BBCDFD5" w14:textId="73D08FFA" w:rsidR="00A01875" w:rsidRDefault="00FD22C4" w:rsidP="00FD22C4">
            <w:r>
              <w:t>Total Miles:</w:t>
            </w:r>
          </w:p>
        </w:tc>
      </w:tr>
    </w:tbl>
    <w:p w14:paraId="125C5AE8" w14:textId="77777777" w:rsidR="00FD22C4" w:rsidRDefault="00FD22C4" w:rsidP="00FD22C4">
      <w:r>
        <w:t>If you would like, use this to track your completed miles!</w:t>
      </w:r>
    </w:p>
    <w:tbl>
      <w:tblPr>
        <w:tblStyle w:val="GridTable1Light-Accent2"/>
        <w:tblW w:w="5000" w:type="pct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Layout table"/>
      </w:tblPr>
      <w:tblGrid>
        <w:gridCol w:w="7200"/>
        <w:gridCol w:w="7200"/>
      </w:tblGrid>
      <w:tr w:rsidR="00616402" w14:paraId="4C3474DE" w14:textId="77777777" w:rsidTr="00517C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bottom w:val="none" w:sz="0" w:space="0" w:color="auto"/>
            </w:tcBorders>
          </w:tcPr>
          <w:p w14:paraId="0FF084AE" w14:textId="77777777" w:rsidR="00616402" w:rsidRDefault="00616402" w:rsidP="00517C36">
            <w:pPr>
              <w:pStyle w:val="Month"/>
            </w:pPr>
            <w:r>
              <w:lastRenderedPageBreak/>
              <w:fldChar w:fldCharType="begin"/>
            </w:r>
            <w:r>
              <w:instrText xml:space="preserve"> DOCVARIABLE  MonthStart \@ MMMM \* MERGEFORMAT </w:instrText>
            </w:r>
            <w:r>
              <w:fldChar w:fldCharType="separate"/>
            </w:r>
            <w:r w:rsidRPr="00F77D52">
              <w:t>August</w:t>
            </w:r>
            <w:r>
              <w:fldChar w:fldCharType="end"/>
            </w:r>
          </w:p>
        </w:tc>
        <w:tc>
          <w:tcPr>
            <w:tcW w:w="2500" w:type="pct"/>
            <w:tcBorders>
              <w:bottom w:val="none" w:sz="0" w:space="0" w:color="auto"/>
            </w:tcBorders>
          </w:tcPr>
          <w:p w14:paraId="191EC33B" w14:textId="77777777" w:rsidR="00616402" w:rsidRDefault="00616402" w:rsidP="00517C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16402" w14:paraId="21277074" w14:textId="77777777" w:rsidTr="00517C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bottom w:val="single" w:sz="18" w:space="0" w:color="FFFFFF" w:themeColor="background1"/>
            </w:tcBorders>
            <w:shd w:val="clear" w:color="auto" w:fill="0D5672" w:themeFill="accent1" w:themeFillShade="80"/>
          </w:tcPr>
          <w:p w14:paraId="1374389A" w14:textId="77777777" w:rsidR="00616402" w:rsidRDefault="00616402" w:rsidP="00517C36"/>
        </w:tc>
        <w:tc>
          <w:tcPr>
            <w:tcW w:w="2500" w:type="pct"/>
            <w:tcBorders>
              <w:bottom w:val="single" w:sz="18" w:space="0" w:color="FFFFFF" w:themeColor="background1"/>
            </w:tcBorders>
            <w:shd w:val="clear" w:color="auto" w:fill="0D5672" w:themeFill="accent1" w:themeFillShade="80"/>
          </w:tcPr>
          <w:p w14:paraId="6CAC1827" w14:textId="77777777" w:rsidR="00616402" w:rsidRDefault="00616402" w:rsidP="00517C36">
            <w:pPr>
              <w:pStyle w:val="Yea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DOCVARIABLE  MonthStart \@  yyyy   \* MERGEFORMAT </w:instrText>
            </w:r>
            <w:r>
              <w:fldChar w:fldCharType="separate"/>
            </w:r>
            <w:r>
              <w:t>2019</w:t>
            </w:r>
            <w:r>
              <w:fldChar w:fldCharType="end"/>
            </w:r>
          </w:p>
        </w:tc>
      </w:tr>
      <w:tr w:rsidR="00616402" w14:paraId="485338F8" w14:textId="77777777" w:rsidTr="00517C36">
        <w:trPr>
          <w:trHeight w:hRule="exact"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single" w:sz="18" w:space="0" w:color="FFFFFF" w:themeColor="background1"/>
              <w:bottom w:val="single" w:sz="18" w:space="0" w:color="FFFFFF" w:themeColor="background1"/>
            </w:tcBorders>
            <w:shd w:val="clear" w:color="auto" w:fill="595959" w:themeFill="text1" w:themeFillTint="A6"/>
          </w:tcPr>
          <w:p w14:paraId="0111D55B" w14:textId="52346431" w:rsidR="00616402" w:rsidRDefault="00616402" w:rsidP="00616402">
            <w:pPr>
              <w:pStyle w:val="Title"/>
            </w:pPr>
            <w:r>
              <w:t>The Summer900 Challenge!</w:t>
            </w:r>
          </w:p>
        </w:tc>
        <w:tc>
          <w:tcPr>
            <w:tcW w:w="2500" w:type="pct"/>
            <w:tcBorders>
              <w:top w:val="single" w:sz="18" w:space="0" w:color="FFFFFF" w:themeColor="background1"/>
              <w:bottom w:val="single" w:sz="18" w:space="0" w:color="FFFFFF" w:themeColor="background1"/>
            </w:tcBorders>
            <w:shd w:val="clear" w:color="auto" w:fill="595959" w:themeFill="text1" w:themeFillTint="A6"/>
          </w:tcPr>
          <w:p w14:paraId="2432B4EA" w14:textId="77777777" w:rsidR="00616402" w:rsidRDefault="00616402" w:rsidP="00616402">
            <w:pPr>
              <w:pStyle w:val="Subtit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tbl>
      <w:tblPr>
        <w:tblStyle w:val="TableCalendar"/>
        <w:tblW w:w="5000" w:type="pct"/>
        <w:tblLayout w:type="fixed"/>
        <w:tblLook w:val="0420" w:firstRow="1" w:lastRow="0" w:firstColumn="0" w:lastColumn="0" w:noHBand="0" w:noVBand="1"/>
        <w:tblCaption w:val="Layout table"/>
      </w:tblPr>
      <w:tblGrid>
        <w:gridCol w:w="2054"/>
        <w:gridCol w:w="2055"/>
        <w:gridCol w:w="2055"/>
        <w:gridCol w:w="2055"/>
        <w:gridCol w:w="2055"/>
        <w:gridCol w:w="2055"/>
        <w:gridCol w:w="2055"/>
      </w:tblGrid>
      <w:tr w:rsidR="00616402" w14:paraId="1FCD258D" w14:textId="77777777" w:rsidTr="00517C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id w:val="1669599924"/>
            <w:placeholder>
              <w:docPart w:val="67F5ED0696F34397A51238765CB3571D"/>
            </w:placeholder>
            <w:temporary/>
            <w:showingPlcHdr/>
            <w15:appearance w15:val="hidden"/>
          </w:sdtPr>
          <w:sdtContent>
            <w:tc>
              <w:tcPr>
                <w:tcW w:w="2054" w:type="dxa"/>
              </w:tcPr>
              <w:p w14:paraId="3BBD5DC5" w14:textId="77777777" w:rsidR="00616402" w:rsidRDefault="00616402" w:rsidP="00517C36">
                <w:pPr>
                  <w:pStyle w:val="Days"/>
                </w:pPr>
                <w:r>
                  <w:t>Sunday</w:t>
                </w:r>
              </w:p>
            </w:tc>
          </w:sdtContent>
        </w:sdt>
        <w:tc>
          <w:tcPr>
            <w:tcW w:w="2055" w:type="dxa"/>
          </w:tcPr>
          <w:p w14:paraId="6AC31E4A" w14:textId="77777777" w:rsidR="00616402" w:rsidRDefault="00616402" w:rsidP="00517C36">
            <w:pPr>
              <w:pStyle w:val="Days"/>
            </w:pPr>
            <w:sdt>
              <w:sdtPr>
                <w:id w:val="-1038194225"/>
                <w:placeholder>
                  <w:docPart w:val="F898C979760045D79750FA67132DA4D8"/>
                </w:placeholder>
                <w:temporary/>
                <w:showingPlcHdr/>
                <w15:appearance w15:val="hidden"/>
              </w:sdtPr>
              <w:sdtContent>
                <w:r>
                  <w:t>Monday</w:t>
                </w:r>
              </w:sdtContent>
            </w:sdt>
          </w:p>
        </w:tc>
        <w:tc>
          <w:tcPr>
            <w:tcW w:w="2055" w:type="dxa"/>
          </w:tcPr>
          <w:p w14:paraId="5A6DE0E9" w14:textId="77777777" w:rsidR="00616402" w:rsidRDefault="00616402" w:rsidP="00517C36">
            <w:pPr>
              <w:pStyle w:val="Days"/>
            </w:pPr>
            <w:sdt>
              <w:sdtPr>
                <w:id w:val="-2143792818"/>
                <w:placeholder>
                  <w:docPart w:val="ACECFEE5CC454B848BEA2433BDE97A0B"/>
                </w:placeholder>
                <w:temporary/>
                <w:showingPlcHdr/>
                <w15:appearance w15:val="hidden"/>
              </w:sdtPr>
              <w:sdtContent>
                <w:r>
                  <w:t>Tuesday</w:t>
                </w:r>
              </w:sdtContent>
            </w:sdt>
          </w:p>
        </w:tc>
        <w:tc>
          <w:tcPr>
            <w:tcW w:w="2055" w:type="dxa"/>
          </w:tcPr>
          <w:p w14:paraId="445A374A" w14:textId="77777777" w:rsidR="00616402" w:rsidRDefault="00616402" w:rsidP="00517C36">
            <w:pPr>
              <w:pStyle w:val="Days"/>
            </w:pPr>
            <w:sdt>
              <w:sdtPr>
                <w:id w:val="1657181504"/>
                <w:placeholder>
                  <w:docPart w:val="84145B47B7264C7A83D4D934EE3A3569"/>
                </w:placeholder>
                <w:temporary/>
                <w:showingPlcHdr/>
                <w15:appearance w15:val="hidden"/>
              </w:sdtPr>
              <w:sdtContent>
                <w:r>
                  <w:t>Wednesday</w:t>
                </w:r>
              </w:sdtContent>
            </w:sdt>
          </w:p>
        </w:tc>
        <w:tc>
          <w:tcPr>
            <w:tcW w:w="2055" w:type="dxa"/>
          </w:tcPr>
          <w:p w14:paraId="5407FA42" w14:textId="77777777" w:rsidR="00616402" w:rsidRDefault="00616402" w:rsidP="00517C36">
            <w:pPr>
              <w:pStyle w:val="Days"/>
            </w:pPr>
            <w:sdt>
              <w:sdtPr>
                <w:id w:val="401185687"/>
                <w:placeholder>
                  <w:docPart w:val="C9853FD7EB0A4E539782926130A4C031"/>
                </w:placeholder>
                <w:temporary/>
                <w:showingPlcHdr/>
                <w15:appearance w15:val="hidden"/>
              </w:sdtPr>
              <w:sdtContent>
                <w:r>
                  <w:t>Thursday</w:t>
                </w:r>
              </w:sdtContent>
            </w:sdt>
          </w:p>
        </w:tc>
        <w:tc>
          <w:tcPr>
            <w:tcW w:w="2055" w:type="dxa"/>
          </w:tcPr>
          <w:p w14:paraId="511890CA" w14:textId="77777777" w:rsidR="00616402" w:rsidRDefault="00616402" w:rsidP="00517C36">
            <w:pPr>
              <w:pStyle w:val="Days"/>
            </w:pPr>
            <w:sdt>
              <w:sdtPr>
                <w:id w:val="1073703971"/>
                <w:placeholder>
                  <w:docPart w:val="4090DD9CB9D64F97978F1CF1270FE54C"/>
                </w:placeholder>
                <w:temporary/>
                <w:showingPlcHdr/>
                <w15:appearance w15:val="hidden"/>
              </w:sdtPr>
              <w:sdtContent>
                <w:r>
                  <w:t>Friday</w:t>
                </w:r>
              </w:sdtContent>
            </w:sdt>
          </w:p>
        </w:tc>
        <w:tc>
          <w:tcPr>
            <w:tcW w:w="2055" w:type="dxa"/>
          </w:tcPr>
          <w:p w14:paraId="367774EB" w14:textId="77777777" w:rsidR="00616402" w:rsidRDefault="00616402" w:rsidP="00517C36">
            <w:pPr>
              <w:pStyle w:val="Days"/>
            </w:pPr>
            <w:sdt>
              <w:sdtPr>
                <w:id w:val="-869522440"/>
                <w:placeholder>
                  <w:docPart w:val="F245ACDFA4BB4BD7B13292D0E8EF4A6F"/>
                </w:placeholder>
                <w:temporary/>
                <w:showingPlcHdr/>
                <w15:appearance w15:val="hidden"/>
              </w:sdtPr>
              <w:sdtContent>
                <w:r>
                  <w:t>Saturday</w:t>
                </w:r>
              </w:sdtContent>
            </w:sdt>
          </w:p>
        </w:tc>
      </w:tr>
      <w:tr w:rsidR="00616402" w14:paraId="3F85D00B" w14:textId="77777777" w:rsidTr="00517C36">
        <w:tc>
          <w:tcPr>
            <w:tcW w:w="2054" w:type="dxa"/>
            <w:tcBorders>
              <w:bottom w:val="nil"/>
            </w:tcBorders>
          </w:tcPr>
          <w:p w14:paraId="1C266552" w14:textId="77777777" w:rsidR="00616402" w:rsidRDefault="00616402" w:rsidP="00517C36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Thursday</w:instrText>
            </w:r>
            <w:r>
              <w:fldChar w:fldCharType="end"/>
            </w:r>
            <w:r>
              <w:instrText xml:space="preserve"> = "Sunday" 1 ""</w:instrText>
            </w:r>
            <w:r>
              <w:fldChar w:fldCharType="end"/>
            </w:r>
          </w:p>
        </w:tc>
        <w:tc>
          <w:tcPr>
            <w:tcW w:w="2055" w:type="dxa"/>
            <w:tcBorders>
              <w:bottom w:val="nil"/>
            </w:tcBorders>
          </w:tcPr>
          <w:p w14:paraId="0809BF21" w14:textId="77777777" w:rsidR="00616402" w:rsidRDefault="00616402" w:rsidP="00517C36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Thursday</w:instrText>
            </w:r>
            <w:r>
              <w:fldChar w:fldCharType="end"/>
            </w:r>
            <w:r>
              <w:instrText xml:space="preserve"> = "Monday"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=A2 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=A2+1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2055" w:type="dxa"/>
            <w:tcBorders>
              <w:bottom w:val="nil"/>
            </w:tcBorders>
          </w:tcPr>
          <w:p w14:paraId="78F5FB46" w14:textId="77777777" w:rsidR="00616402" w:rsidRDefault="00616402" w:rsidP="00517C36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Thursday</w:instrText>
            </w:r>
            <w:r>
              <w:fldChar w:fldCharType="end"/>
            </w:r>
            <w:r>
              <w:instrText xml:space="preserve"> = "Tuesday"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=B2 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=B2+1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2055" w:type="dxa"/>
            <w:tcBorders>
              <w:bottom w:val="nil"/>
            </w:tcBorders>
          </w:tcPr>
          <w:p w14:paraId="0FB5A5AB" w14:textId="77777777" w:rsidR="00616402" w:rsidRDefault="00616402" w:rsidP="00517C36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Thursday</w:instrText>
            </w:r>
            <w:r>
              <w:fldChar w:fldCharType="end"/>
            </w:r>
            <w:r>
              <w:instrText xml:space="preserve"> = "Wednesday"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=C2 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=C2+1 </w:instrText>
            </w:r>
            <w:r>
              <w:fldChar w:fldCharType="separate"/>
            </w:r>
            <w:r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2055" w:type="dxa"/>
            <w:tcBorders>
              <w:bottom w:val="nil"/>
            </w:tcBorders>
          </w:tcPr>
          <w:p w14:paraId="46A140B3" w14:textId="77777777" w:rsidR="00616402" w:rsidRDefault="00616402" w:rsidP="00517C36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Thursday</w:instrText>
            </w:r>
            <w:r>
              <w:fldChar w:fldCharType="end"/>
            </w:r>
            <w:r>
              <w:instrText xml:space="preserve">= "Thursday"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=D2 </w:instrText>
            </w:r>
            <w:r>
              <w:fldChar w:fldCharType="separate"/>
            </w:r>
            <w:r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=D2+1 </w:instrText>
            </w:r>
            <w:r>
              <w:fldChar w:fldCharType="separate"/>
            </w:r>
            <w:r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4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fldChar w:fldCharType="end"/>
            </w:r>
          </w:p>
        </w:tc>
        <w:tc>
          <w:tcPr>
            <w:tcW w:w="2055" w:type="dxa"/>
            <w:tcBorders>
              <w:bottom w:val="nil"/>
            </w:tcBorders>
          </w:tcPr>
          <w:p w14:paraId="333BF9FB" w14:textId="77777777" w:rsidR="00616402" w:rsidRDefault="00616402" w:rsidP="00517C36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Thursday</w:instrText>
            </w:r>
            <w:r>
              <w:fldChar w:fldCharType="end"/>
            </w:r>
            <w:r>
              <w:instrText xml:space="preserve"> = "Friday"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=E2 </w:instrText>
            </w:r>
            <w:r>
              <w:fldChar w:fldCharType="separate"/>
            </w:r>
            <w:r>
              <w:rPr>
                <w:noProof/>
              </w:rPr>
              <w:instrText>1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=E2+1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fldChar w:fldCharType="end"/>
            </w:r>
          </w:p>
        </w:tc>
        <w:tc>
          <w:tcPr>
            <w:tcW w:w="2055" w:type="dxa"/>
            <w:tcBorders>
              <w:bottom w:val="nil"/>
            </w:tcBorders>
          </w:tcPr>
          <w:p w14:paraId="1EF1DBB1" w14:textId="77777777" w:rsidR="00616402" w:rsidRDefault="00616402" w:rsidP="00517C36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Thursday</w:instrText>
            </w:r>
            <w:r>
              <w:fldChar w:fldCharType="end"/>
            </w:r>
            <w:r>
              <w:instrText xml:space="preserve"> = "Saturday"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=F2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=F2+1 </w:instrText>
            </w:r>
            <w:r>
              <w:fldChar w:fldCharType="separate"/>
            </w:r>
            <w:r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3</w:t>
            </w:r>
            <w:r>
              <w:fldChar w:fldCharType="end"/>
            </w:r>
          </w:p>
        </w:tc>
      </w:tr>
      <w:tr w:rsidR="00616402" w14:paraId="6A98DB55" w14:textId="77777777" w:rsidTr="00517C36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0B8B1F6C" w14:textId="77777777" w:rsidR="00616402" w:rsidRDefault="00616402" w:rsidP="00517C36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3413B83" w14:textId="77777777" w:rsidR="00616402" w:rsidRDefault="00616402" w:rsidP="00517C36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8950328" w14:textId="77777777" w:rsidR="00616402" w:rsidRDefault="00616402" w:rsidP="00517C36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7A6E507" w14:textId="77777777" w:rsidR="00616402" w:rsidRDefault="00616402" w:rsidP="00517C36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58AD3308" w14:textId="0C10A48E" w:rsidR="00616402" w:rsidRDefault="001D2BF7" w:rsidP="00517C36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078B8C8E" w14:textId="7585A503" w:rsidR="00616402" w:rsidRDefault="001D2BF7" w:rsidP="00517C36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0F9BE47A" w14:textId="23186498" w:rsidR="00616402" w:rsidRDefault="001D2BF7" w:rsidP="00517C36">
            <w:r>
              <w:t>Miles:</w:t>
            </w:r>
          </w:p>
        </w:tc>
      </w:tr>
      <w:tr w:rsidR="00616402" w14:paraId="0147D097" w14:textId="77777777" w:rsidTr="00517C36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14:paraId="052342DE" w14:textId="77777777" w:rsidR="00616402" w:rsidRDefault="00616402" w:rsidP="00517C36">
            <w:pPr>
              <w:pStyle w:val="Dates"/>
            </w:pPr>
            <w:r>
              <w:fldChar w:fldCharType="begin"/>
            </w:r>
            <w:r>
              <w:instrText xml:space="preserve"> =G2+1 </w:instrText>
            </w:r>
            <w:r>
              <w:fldChar w:fldCharType="separate"/>
            </w:r>
            <w:r>
              <w:rPr>
                <w:noProof/>
              </w:rPr>
              <w:t>4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34C90335" w14:textId="77777777" w:rsidR="00616402" w:rsidRDefault="00616402" w:rsidP="00517C36">
            <w:pPr>
              <w:pStyle w:val="Dates"/>
            </w:pPr>
            <w:r>
              <w:fldChar w:fldCharType="begin"/>
            </w:r>
            <w:r>
              <w:instrText xml:space="preserve"> =A4+1 </w:instrText>
            </w:r>
            <w:r>
              <w:fldChar w:fldCharType="separate"/>
            </w:r>
            <w:r>
              <w:rPr>
                <w:noProof/>
              </w:rPr>
              <w:t>5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1E8CE9D0" w14:textId="77777777" w:rsidR="00616402" w:rsidRDefault="00616402" w:rsidP="00517C36">
            <w:pPr>
              <w:pStyle w:val="Dates"/>
            </w:pPr>
            <w:r>
              <w:fldChar w:fldCharType="begin"/>
            </w:r>
            <w:r>
              <w:instrText xml:space="preserve"> =B4+1 </w:instrText>
            </w:r>
            <w:r>
              <w:fldChar w:fldCharType="separate"/>
            </w:r>
            <w:r>
              <w:rPr>
                <w:noProof/>
              </w:rPr>
              <w:t>6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1EF29713" w14:textId="77777777" w:rsidR="00616402" w:rsidRDefault="00616402" w:rsidP="00517C36">
            <w:pPr>
              <w:pStyle w:val="Dates"/>
            </w:pPr>
            <w:r>
              <w:fldChar w:fldCharType="begin"/>
            </w:r>
            <w:r>
              <w:instrText xml:space="preserve"> =C4+1 </w:instrText>
            </w:r>
            <w:r>
              <w:fldChar w:fldCharType="separate"/>
            </w:r>
            <w:r>
              <w:rPr>
                <w:noProof/>
              </w:rPr>
              <w:t>7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5B9A6474" w14:textId="77777777" w:rsidR="00616402" w:rsidRDefault="00616402" w:rsidP="00517C36">
            <w:pPr>
              <w:pStyle w:val="Dates"/>
            </w:pPr>
            <w:r>
              <w:fldChar w:fldCharType="begin"/>
            </w:r>
            <w:r>
              <w:instrText xml:space="preserve"> =D4+1 </w:instrText>
            </w:r>
            <w:r>
              <w:fldChar w:fldCharType="separate"/>
            </w:r>
            <w:r>
              <w:rPr>
                <w:noProof/>
              </w:rPr>
              <w:t>8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4D0CAAF4" w14:textId="77777777" w:rsidR="00616402" w:rsidRDefault="00616402" w:rsidP="00517C36">
            <w:pPr>
              <w:pStyle w:val="Dates"/>
            </w:pPr>
            <w:r>
              <w:fldChar w:fldCharType="begin"/>
            </w:r>
            <w:r>
              <w:instrText xml:space="preserve"> =E4+1 </w:instrText>
            </w:r>
            <w:r>
              <w:fldChar w:fldCharType="separate"/>
            </w:r>
            <w:r>
              <w:rPr>
                <w:noProof/>
              </w:rPr>
              <w:t>9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7A07334B" w14:textId="77777777" w:rsidR="00616402" w:rsidRDefault="00616402" w:rsidP="00517C36">
            <w:pPr>
              <w:pStyle w:val="Dates"/>
            </w:pPr>
            <w:r>
              <w:fldChar w:fldCharType="begin"/>
            </w:r>
            <w:r>
              <w:instrText xml:space="preserve"> =F4+1 </w:instrText>
            </w:r>
            <w:r>
              <w:fldChar w:fldCharType="separate"/>
            </w:r>
            <w:r>
              <w:rPr>
                <w:noProof/>
              </w:rPr>
              <w:t>10</w:t>
            </w:r>
            <w:r>
              <w:fldChar w:fldCharType="end"/>
            </w:r>
          </w:p>
        </w:tc>
      </w:tr>
      <w:tr w:rsidR="00616402" w14:paraId="7DE06D9A" w14:textId="77777777" w:rsidTr="00517C36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3B19EC93" w14:textId="79D7E279" w:rsidR="00616402" w:rsidRDefault="001D2BF7" w:rsidP="00517C36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6C959453" w14:textId="6A183231" w:rsidR="00616402" w:rsidRDefault="001D2BF7" w:rsidP="00517C36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4168200D" w14:textId="3D4A73EB" w:rsidR="00616402" w:rsidRDefault="001D2BF7" w:rsidP="00517C36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52A25BC7" w14:textId="6C4DCA59" w:rsidR="00616402" w:rsidRDefault="001D2BF7" w:rsidP="00517C36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39A7BEF4" w14:textId="7F589936" w:rsidR="00616402" w:rsidRDefault="001D2BF7" w:rsidP="00517C36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355726D" w14:textId="04FAA794" w:rsidR="00616402" w:rsidRDefault="001D2BF7" w:rsidP="00517C36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3013ACFF" w14:textId="1EFB8F17" w:rsidR="00616402" w:rsidRDefault="001D2BF7" w:rsidP="00517C36">
            <w:r>
              <w:t>Miles:</w:t>
            </w:r>
          </w:p>
        </w:tc>
      </w:tr>
      <w:tr w:rsidR="00616402" w14:paraId="6F2808F4" w14:textId="77777777" w:rsidTr="00517C36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14:paraId="25D9AB47" w14:textId="77777777" w:rsidR="00616402" w:rsidRDefault="00616402" w:rsidP="00517C36">
            <w:pPr>
              <w:pStyle w:val="Dates"/>
            </w:pPr>
            <w:r>
              <w:fldChar w:fldCharType="begin"/>
            </w:r>
            <w:r>
              <w:instrText xml:space="preserve"> =G4+1 </w:instrText>
            </w:r>
            <w:r>
              <w:fldChar w:fldCharType="separate"/>
            </w:r>
            <w:r>
              <w:rPr>
                <w:noProof/>
              </w:rPr>
              <w:t>11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2A8C7FDC" w14:textId="77777777" w:rsidR="00616402" w:rsidRDefault="00616402" w:rsidP="00517C36">
            <w:pPr>
              <w:pStyle w:val="Dates"/>
            </w:pPr>
            <w:r>
              <w:fldChar w:fldCharType="begin"/>
            </w:r>
            <w:r>
              <w:instrText xml:space="preserve"> =A6+1 </w:instrText>
            </w:r>
            <w:r>
              <w:fldChar w:fldCharType="separate"/>
            </w:r>
            <w:r>
              <w:rPr>
                <w:noProof/>
              </w:rPr>
              <w:t>12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6B11F62F" w14:textId="77777777" w:rsidR="00616402" w:rsidRDefault="00616402" w:rsidP="00517C36">
            <w:pPr>
              <w:pStyle w:val="Dates"/>
            </w:pPr>
            <w:r>
              <w:fldChar w:fldCharType="begin"/>
            </w:r>
            <w:r>
              <w:instrText xml:space="preserve"> =B6+1 </w:instrText>
            </w:r>
            <w:r>
              <w:fldChar w:fldCharType="separate"/>
            </w:r>
            <w:r>
              <w:rPr>
                <w:noProof/>
              </w:rPr>
              <w:t>13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2B1E4C0E" w14:textId="77777777" w:rsidR="00616402" w:rsidRDefault="00616402" w:rsidP="00517C36">
            <w:pPr>
              <w:pStyle w:val="Dates"/>
            </w:pPr>
            <w:r>
              <w:fldChar w:fldCharType="begin"/>
            </w:r>
            <w:r>
              <w:instrText xml:space="preserve"> =C6+1 </w:instrText>
            </w:r>
            <w:r>
              <w:fldChar w:fldCharType="separate"/>
            </w:r>
            <w:r>
              <w:rPr>
                <w:noProof/>
              </w:rPr>
              <w:t>14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44588CFA" w14:textId="77777777" w:rsidR="00616402" w:rsidRDefault="00616402" w:rsidP="00517C36">
            <w:pPr>
              <w:pStyle w:val="Dates"/>
            </w:pPr>
            <w:r>
              <w:fldChar w:fldCharType="begin"/>
            </w:r>
            <w:r>
              <w:instrText xml:space="preserve"> =D6+1 </w:instrText>
            </w:r>
            <w:r>
              <w:fldChar w:fldCharType="separate"/>
            </w:r>
            <w:r>
              <w:rPr>
                <w:noProof/>
              </w:rPr>
              <w:t>15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14252F23" w14:textId="77777777" w:rsidR="00616402" w:rsidRDefault="00616402" w:rsidP="00517C36">
            <w:pPr>
              <w:pStyle w:val="Dates"/>
            </w:pPr>
            <w:r>
              <w:fldChar w:fldCharType="begin"/>
            </w:r>
            <w:r>
              <w:instrText xml:space="preserve"> =E6+1 </w:instrText>
            </w:r>
            <w:r>
              <w:fldChar w:fldCharType="separate"/>
            </w:r>
            <w:r>
              <w:rPr>
                <w:noProof/>
              </w:rPr>
              <w:t>16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718DFCCC" w14:textId="77777777" w:rsidR="00616402" w:rsidRDefault="00616402" w:rsidP="00517C36">
            <w:pPr>
              <w:pStyle w:val="Dates"/>
            </w:pPr>
            <w:r>
              <w:fldChar w:fldCharType="begin"/>
            </w:r>
            <w:r>
              <w:instrText xml:space="preserve"> =F6+1 </w:instrText>
            </w:r>
            <w:r>
              <w:fldChar w:fldCharType="separate"/>
            </w:r>
            <w:r>
              <w:rPr>
                <w:noProof/>
              </w:rPr>
              <w:t>17</w:t>
            </w:r>
            <w:r>
              <w:fldChar w:fldCharType="end"/>
            </w:r>
          </w:p>
        </w:tc>
      </w:tr>
      <w:tr w:rsidR="00616402" w14:paraId="23D7DD44" w14:textId="77777777" w:rsidTr="00517C36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6DEC79BD" w14:textId="33AD3348" w:rsidR="00616402" w:rsidRDefault="001D2BF7" w:rsidP="00517C36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40746AA" w14:textId="16952767" w:rsidR="00616402" w:rsidRDefault="001D2BF7" w:rsidP="00517C36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462EBD1A" w14:textId="73155083" w:rsidR="00616402" w:rsidRDefault="001D2BF7" w:rsidP="00517C36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0A196404" w14:textId="13BEB757" w:rsidR="00616402" w:rsidRDefault="001D2BF7" w:rsidP="00517C36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0B1EB191" w14:textId="168C40ED" w:rsidR="00616402" w:rsidRDefault="001D2BF7" w:rsidP="00517C36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338EBF6C" w14:textId="1DA3800B" w:rsidR="00616402" w:rsidRDefault="001D2BF7" w:rsidP="00517C36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06527179" w14:textId="2473E576" w:rsidR="00616402" w:rsidRDefault="001D2BF7" w:rsidP="00517C36">
            <w:r>
              <w:t>Miles:</w:t>
            </w:r>
          </w:p>
        </w:tc>
      </w:tr>
      <w:tr w:rsidR="00616402" w14:paraId="386AE442" w14:textId="77777777" w:rsidTr="00517C36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14:paraId="2B5036EC" w14:textId="77777777" w:rsidR="00616402" w:rsidRDefault="00616402" w:rsidP="00517C36">
            <w:pPr>
              <w:pStyle w:val="Dates"/>
            </w:pPr>
            <w:r>
              <w:fldChar w:fldCharType="begin"/>
            </w:r>
            <w:r>
              <w:instrText xml:space="preserve"> =G6+1 </w:instrText>
            </w:r>
            <w:r>
              <w:fldChar w:fldCharType="separate"/>
            </w:r>
            <w:r>
              <w:rPr>
                <w:noProof/>
              </w:rPr>
              <w:t>18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3F57BE92" w14:textId="77777777" w:rsidR="00616402" w:rsidRDefault="00616402" w:rsidP="00517C36">
            <w:pPr>
              <w:pStyle w:val="Dates"/>
            </w:pPr>
            <w:r>
              <w:fldChar w:fldCharType="begin"/>
            </w:r>
            <w:r>
              <w:instrText xml:space="preserve"> =A8+1 </w:instrText>
            </w:r>
            <w:r>
              <w:fldChar w:fldCharType="separate"/>
            </w:r>
            <w:r>
              <w:rPr>
                <w:noProof/>
              </w:rPr>
              <w:t>19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2436C1C7" w14:textId="77777777" w:rsidR="00616402" w:rsidRDefault="00616402" w:rsidP="00517C36">
            <w:pPr>
              <w:pStyle w:val="Dates"/>
            </w:pPr>
            <w:r>
              <w:fldChar w:fldCharType="begin"/>
            </w:r>
            <w:r>
              <w:instrText xml:space="preserve"> =B8+1 </w:instrText>
            </w:r>
            <w:r>
              <w:fldChar w:fldCharType="separate"/>
            </w:r>
            <w:r>
              <w:rPr>
                <w:noProof/>
              </w:rPr>
              <w:t>20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63B4C7DB" w14:textId="77777777" w:rsidR="00616402" w:rsidRDefault="00616402" w:rsidP="00517C36">
            <w:pPr>
              <w:pStyle w:val="Dates"/>
            </w:pPr>
            <w:r>
              <w:fldChar w:fldCharType="begin"/>
            </w:r>
            <w:r>
              <w:instrText xml:space="preserve"> =C8+1 </w:instrText>
            </w:r>
            <w:r>
              <w:fldChar w:fldCharType="separate"/>
            </w:r>
            <w:r>
              <w:rPr>
                <w:noProof/>
              </w:rPr>
              <w:t>21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29641139" w14:textId="77777777" w:rsidR="00616402" w:rsidRDefault="00616402" w:rsidP="00517C36">
            <w:pPr>
              <w:pStyle w:val="Dates"/>
            </w:pPr>
            <w:r>
              <w:fldChar w:fldCharType="begin"/>
            </w:r>
            <w:r>
              <w:instrText xml:space="preserve"> =D8+1 </w:instrText>
            </w:r>
            <w:r>
              <w:fldChar w:fldCharType="separate"/>
            </w:r>
            <w:r>
              <w:rPr>
                <w:noProof/>
              </w:rPr>
              <w:t>22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7EF58A6D" w14:textId="77777777" w:rsidR="00616402" w:rsidRDefault="00616402" w:rsidP="00517C36">
            <w:pPr>
              <w:pStyle w:val="Dates"/>
            </w:pPr>
            <w:r>
              <w:fldChar w:fldCharType="begin"/>
            </w:r>
            <w:r>
              <w:instrText xml:space="preserve"> =E8+1 </w:instrText>
            </w:r>
            <w:r>
              <w:fldChar w:fldCharType="separate"/>
            </w:r>
            <w:r>
              <w:rPr>
                <w:noProof/>
              </w:rPr>
              <w:t>23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2CCC65D2" w14:textId="77777777" w:rsidR="00616402" w:rsidRDefault="00616402" w:rsidP="00517C36">
            <w:pPr>
              <w:pStyle w:val="Dates"/>
            </w:pPr>
            <w:r>
              <w:fldChar w:fldCharType="begin"/>
            </w:r>
            <w:r>
              <w:instrText xml:space="preserve"> =F8+1 </w:instrText>
            </w:r>
            <w:r>
              <w:fldChar w:fldCharType="separate"/>
            </w:r>
            <w:r>
              <w:rPr>
                <w:noProof/>
              </w:rPr>
              <w:t>24</w:t>
            </w:r>
            <w:r>
              <w:fldChar w:fldCharType="end"/>
            </w:r>
          </w:p>
        </w:tc>
      </w:tr>
      <w:tr w:rsidR="00616402" w14:paraId="5C590274" w14:textId="77777777" w:rsidTr="00517C36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77C38FF0" w14:textId="0D36B3F1" w:rsidR="00616402" w:rsidRDefault="001D2BF7" w:rsidP="00517C36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475F3D5" w14:textId="06A1D063" w:rsidR="00616402" w:rsidRDefault="001D2BF7" w:rsidP="00517C36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5C17FFC7" w14:textId="08C42369" w:rsidR="00616402" w:rsidRDefault="001D2BF7" w:rsidP="00517C36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FBC677C" w14:textId="678F2485" w:rsidR="00616402" w:rsidRDefault="001D2BF7" w:rsidP="00517C36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9DAD2FF" w14:textId="7978F70D" w:rsidR="00616402" w:rsidRDefault="001D2BF7" w:rsidP="00517C36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ADD3708" w14:textId="30AAADC7" w:rsidR="00616402" w:rsidRDefault="001D2BF7" w:rsidP="00517C36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395292B" w14:textId="1ED96F1B" w:rsidR="00616402" w:rsidRDefault="001D2BF7" w:rsidP="00517C36">
            <w:r>
              <w:t>Miles:</w:t>
            </w:r>
          </w:p>
        </w:tc>
      </w:tr>
      <w:tr w:rsidR="00616402" w14:paraId="773CA6C4" w14:textId="77777777" w:rsidTr="00517C36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14:paraId="5DBFFFF2" w14:textId="77777777" w:rsidR="00616402" w:rsidRDefault="00616402" w:rsidP="00517C36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=G8</w:instrText>
            </w:r>
            <w:r>
              <w:fldChar w:fldCharType="separate"/>
            </w:r>
            <w:r>
              <w:rPr>
                <w:noProof/>
              </w:rPr>
              <w:instrText>24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=G8 </w:instrText>
            </w:r>
            <w:r>
              <w:fldChar w:fldCharType="separate"/>
            </w:r>
            <w:r>
              <w:rPr>
                <w:noProof/>
              </w:rPr>
              <w:instrText>24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=G8+1 </w:instrText>
            </w:r>
            <w:r>
              <w:fldChar w:fldCharType="separate"/>
            </w:r>
            <w:r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25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25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29CABEA8" w14:textId="77777777" w:rsidR="00616402" w:rsidRDefault="00616402" w:rsidP="00517C36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=A10</w:instrText>
            </w:r>
            <w:r>
              <w:fldChar w:fldCharType="separate"/>
            </w:r>
            <w:r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=A10 </w:instrText>
            </w:r>
            <w:r>
              <w:fldChar w:fldCharType="separate"/>
            </w:r>
            <w:r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=A10+1 </w:instrText>
            </w:r>
            <w:r>
              <w:fldChar w:fldCharType="separate"/>
            </w:r>
            <w:r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26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26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62010168" w14:textId="77777777" w:rsidR="00616402" w:rsidRDefault="00616402" w:rsidP="00517C36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=B10</w:instrText>
            </w:r>
            <w:r>
              <w:fldChar w:fldCharType="separate"/>
            </w:r>
            <w:r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=B10 </w:instrText>
            </w:r>
            <w:r>
              <w:fldChar w:fldCharType="separate"/>
            </w:r>
            <w:r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=B10+1 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27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5B9FCC78" w14:textId="77777777" w:rsidR="00616402" w:rsidRDefault="00616402" w:rsidP="00517C36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=C10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=C10 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=C10+1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28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1C7401B2" w14:textId="77777777" w:rsidR="00616402" w:rsidRDefault="00616402" w:rsidP="00517C36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=D10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=D10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=D10+1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29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2971C4EF" w14:textId="77777777" w:rsidR="00616402" w:rsidRDefault="00616402" w:rsidP="00517C36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=E10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=E10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=E10+1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30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0C9CD24E" w14:textId="77777777" w:rsidR="00616402" w:rsidRDefault="00616402" w:rsidP="00517C36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=F10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=F10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=F10+1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31</w:t>
            </w:r>
            <w:r>
              <w:fldChar w:fldCharType="end"/>
            </w:r>
          </w:p>
        </w:tc>
      </w:tr>
      <w:tr w:rsidR="00616402" w14:paraId="0A11652D" w14:textId="77777777" w:rsidTr="00517C36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6CD6A263" w14:textId="1688210C" w:rsidR="00616402" w:rsidRDefault="001D2BF7" w:rsidP="00517C36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0120B378" w14:textId="7F6892B6" w:rsidR="00616402" w:rsidRDefault="001D2BF7" w:rsidP="00517C36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5E91ADAD" w14:textId="69D149A6" w:rsidR="00616402" w:rsidRDefault="001D2BF7" w:rsidP="00517C36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5C0B0B3" w14:textId="1D035720" w:rsidR="00616402" w:rsidRDefault="001D2BF7" w:rsidP="00517C36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C4782B8" w14:textId="243216BB" w:rsidR="00616402" w:rsidRDefault="001D2BF7" w:rsidP="00517C36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E6E8F74" w14:textId="309ECEF0" w:rsidR="00616402" w:rsidRDefault="001D2BF7" w:rsidP="00517C36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2824156" w14:textId="5775A035" w:rsidR="00616402" w:rsidRDefault="001D2BF7" w:rsidP="00517C36">
            <w:r>
              <w:t>Miles:</w:t>
            </w:r>
          </w:p>
        </w:tc>
      </w:tr>
      <w:tr w:rsidR="00616402" w14:paraId="2AA88201" w14:textId="77777777" w:rsidTr="00517C36">
        <w:tc>
          <w:tcPr>
            <w:tcW w:w="2054" w:type="dxa"/>
            <w:tcBorders>
              <w:top w:val="single" w:sz="6" w:space="0" w:color="BFBFBF" w:themeColor="background1" w:themeShade="BF"/>
            </w:tcBorders>
          </w:tcPr>
          <w:p w14:paraId="5863163C" w14:textId="77777777" w:rsidR="00616402" w:rsidRDefault="00616402" w:rsidP="00517C36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=G10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=G10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=G10+1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6C58E00C" w14:textId="77777777" w:rsidR="00616402" w:rsidRDefault="00616402" w:rsidP="00517C36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=A12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=A12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=A12+1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28982DEA" w14:textId="77777777" w:rsidR="00616402" w:rsidRDefault="00616402" w:rsidP="00517C36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71261FBB" w14:textId="77777777" w:rsidR="00616402" w:rsidRDefault="00616402" w:rsidP="00517C36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5E9C2BD6" w14:textId="77777777" w:rsidR="00616402" w:rsidRDefault="00616402" w:rsidP="00517C36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284AA7F4" w14:textId="77777777" w:rsidR="00616402" w:rsidRDefault="00616402" w:rsidP="00517C36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531A151B" w14:textId="77777777" w:rsidR="00616402" w:rsidRDefault="00616402" w:rsidP="00517C36">
            <w:pPr>
              <w:pStyle w:val="Dates"/>
            </w:pPr>
          </w:p>
        </w:tc>
      </w:tr>
      <w:tr w:rsidR="00616402" w14:paraId="76D9DB5B" w14:textId="77777777" w:rsidTr="00517C36">
        <w:trPr>
          <w:trHeight w:hRule="exact" w:val="907"/>
        </w:trPr>
        <w:tc>
          <w:tcPr>
            <w:tcW w:w="2054" w:type="dxa"/>
          </w:tcPr>
          <w:p w14:paraId="1D9027FF" w14:textId="77777777" w:rsidR="00616402" w:rsidRDefault="00616402" w:rsidP="00517C36"/>
        </w:tc>
        <w:tc>
          <w:tcPr>
            <w:tcW w:w="2055" w:type="dxa"/>
          </w:tcPr>
          <w:p w14:paraId="3E5B2DFD" w14:textId="77777777" w:rsidR="00616402" w:rsidRDefault="00616402" w:rsidP="00517C36"/>
        </w:tc>
        <w:tc>
          <w:tcPr>
            <w:tcW w:w="2055" w:type="dxa"/>
          </w:tcPr>
          <w:p w14:paraId="4B002045" w14:textId="77777777" w:rsidR="00616402" w:rsidRDefault="00616402" w:rsidP="00517C36"/>
        </w:tc>
        <w:tc>
          <w:tcPr>
            <w:tcW w:w="2055" w:type="dxa"/>
          </w:tcPr>
          <w:p w14:paraId="5EE2DD58" w14:textId="77777777" w:rsidR="00616402" w:rsidRDefault="00616402" w:rsidP="00517C36"/>
        </w:tc>
        <w:tc>
          <w:tcPr>
            <w:tcW w:w="2055" w:type="dxa"/>
          </w:tcPr>
          <w:p w14:paraId="4052507C" w14:textId="77777777" w:rsidR="00616402" w:rsidRDefault="00616402" w:rsidP="00517C36"/>
        </w:tc>
        <w:tc>
          <w:tcPr>
            <w:tcW w:w="2055" w:type="dxa"/>
          </w:tcPr>
          <w:p w14:paraId="30E684E2" w14:textId="77777777" w:rsidR="00616402" w:rsidRDefault="00616402" w:rsidP="00517C36"/>
        </w:tc>
        <w:tc>
          <w:tcPr>
            <w:tcW w:w="2055" w:type="dxa"/>
          </w:tcPr>
          <w:p w14:paraId="168491CB" w14:textId="03C4E504" w:rsidR="00616402" w:rsidRDefault="00616402" w:rsidP="00616402">
            <w:r>
              <w:t>Total Miles:</w:t>
            </w:r>
          </w:p>
        </w:tc>
      </w:tr>
    </w:tbl>
    <w:p w14:paraId="35483227" w14:textId="77777777" w:rsidR="00616402" w:rsidRDefault="00616402" w:rsidP="00616402">
      <w:r>
        <w:t>If you would like, use this to track your completed miles!</w:t>
      </w:r>
    </w:p>
    <w:p w14:paraId="5E81F81A" w14:textId="5ECC8555" w:rsidR="00A01875" w:rsidRDefault="00A01875"/>
    <w:tbl>
      <w:tblPr>
        <w:tblStyle w:val="GridTable1Light-Accent2"/>
        <w:tblW w:w="5000" w:type="pct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Layout table"/>
      </w:tblPr>
      <w:tblGrid>
        <w:gridCol w:w="7200"/>
        <w:gridCol w:w="7200"/>
      </w:tblGrid>
      <w:tr w:rsidR="00616402" w14:paraId="79C51238" w14:textId="77777777" w:rsidTr="00517C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bottom w:val="none" w:sz="0" w:space="0" w:color="auto"/>
            </w:tcBorders>
          </w:tcPr>
          <w:p w14:paraId="33EE7944" w14:textId="77777777" w:rsidR="00616402" w:rsidRDefault="00616402" w:rsidP="00517C36">
            <w:pPr>
              <w:pStyle w:val="Month"/>
            </w:pPr>
            <w:r>
              <w:fldChar w:fldCharType="begin"/>
            </w:r>
            <w:r>
              <w:instrText xml:space="preserve"> DOCVARIABLE  MonthStart \@ MMMM \* MERGEFORMAT </w:instrText>
            </w:r>
            <w:r>
              <w:fldChar w:fldCharType="separate"/>
            </w:r>
            <w:r w:rsidRPr="00F77D52">
              <w:t>September</w:t>
            </w:r>
            <w:r>
              <w:fldChar w:fldCharType="end"/>
            </w:r>
          </w:p>
        </w:tc>
        <w:tc>
          <w:tcPr>
            <w:tcW w:w="2500" w:type="pct"/>
            <w:tcBorders>
              <w:bottom w:val="none" w:sz="0" w:space="0" w:color="auto"/>
            </w:tcBorders>
          </w:tcPr>
          <w:p w14:paraId="5EAEFA4C" w14:textId="77777777" w:rsidR="00616402" w:rsidRDefault="00616402" w:rsidP="00517C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16402" w14:paraId="44EBD838" w14:textId="77777777" w:rsidTr="00517C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bottom w:val="single" w:sz="18" w:space="0" w:color="FFFFFF" w:themeColor="background1"/>
            </w:tcBorders>
            <w:shd w:val="clear" w:color="auto" w:fill="0D5672" w:themeFill="accent1" w:themeFillShade="80"/>
          </w:tcPr>
          <w:p w14:paraId="1858DBAB" w14:textId="77777777" w:rsidR="00616402" w:rsidRDefault="00616402" w:rsidP="00517C36"/>
        </w:tc>
        <w:tc>
          <w:tcPr>
            <w:tcW w:w="2500" w:type="pct"/>
            <w:tcBorders>
              <w:bottom w:val="single" w:sz="18" w:space="0" w:color="FFFFFF" w:themeColor="background1"/>
            </w:tcBorders>
            <w:shd w:val="clear" w:color="auto" w:fill="0D5672" w:themeFill="accent1" w:themeFillShade="80"/>
          </w:tcPr>
          <w:p w14:paraId="23EFE333" w14:textId="77777777" w:rsidR="00616402" w:rsidRDefault="00616402" w:rsidP="00517C36">
            <w:pPr>
              <w:pStyle w:val="Yea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DOCVARIABLE  MonthStart \@  yyyy   \* MERGEFORMAT </w:instrText>
            </w:r>
            <w:r>
              <w:fldChar w:fldCharType="separate"/>
            </w:r>
            <w:r>
              <w:t>2019</w:t>
            </w:r>
            <w:r>
              <w:fldChar w:fldCharType="end"/>
            </w:r>
          </w:p>
        </w:tc>
      </w:tr>
      <w:tr w:rsidR="00616402" w14:paraId="27FE9790" w14:textId="77777777" w:rsidTr="00517C36">
        <w:trPr>
          <w:trHeight w:hRule="exact"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single" w:sz="18" w:space="0" w:color="FFFFFF" w:themeColor="background1"/>
              <w:bottom w:val="single" w:sz="18" w:space="0" w:color="FFFFFF" w:themeColor="background1"/>
            </w:tcBorders>
            <w:shd w:val="clear" w:color="auto" w:fill="595959" w:themeFill="text1" w:themeFillTint="A6"/>
          </w:tcPr>
          <w:p w14:paraId="26D2BB21" w14:textId="03C99206" w:rsidR="00616402" w:rsidRDefault="00616402" w:rsidP="00616402">
            <w:pPr>
              <w:pStyle w:val="Title"/>
            </w:pPr>
            <w:r>
              <w:t>The Summer900 Challenge!</w:t>
            </w:r>
          </w:p>
        </w:tc>
        <w:tc>
          <w:tcPr>
            <w:tcW w:w="2500" w:type="pct"/>
            <w:tcBorders>
              <w:top w:val="single" w:sz="18" w:space="0" w:color="FFFFFF" w:themeColor="background1"/>
              <w:bottom w:val="single" w:sz="18" w:space="0" w:color="FFFFFF" w:themeColor="background1"/>
            </w:tcBorders>
            <w:shd w:val="clear" w:color="auto" w:fill="595959" w:themeFill="text1" w:themeFillTint="A6"/>
          </w:tcPr>
          <w:p w14:paraId="7D61B235" w14:textId="77777777" w:rsidR="00616402" w:rsidRDefault="00616402" w:rsidP="00616402">
            <w:pPr>
              <w:pStyle w:val="Subtit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tbl>
      <w:tblPr>
        <w:tblStyle w:val="TableCalendar"/>
        <w:tblpPr w:leftFromText="180" w:rightFromText="180" w:vertAnchor="text" w:tblpY="1"/>
        <w:tblOverlap w:val="never"/>
        <w:tblW w:w="5000" w:type="pct"/>
        <w:tblLayout w:type="fixed"/>
        <w:tblLook w:val="0420" w:firstRow="1" w:lastRow="0" w:firstColumn="0" w:lastColumn="0" w:noHBand="0" w:noVBand="1"/>
        <w:tblCaption w:val="Layout table"/>
      </w:tblPr>
      <w:tblGrid>
        <w:gridCol w:w="2054"/>
        <w:gridCol w:w="2055"/>
        <w:gridCol w:w="2055"/>
        <w:gridCol w:w="2055"/>
        <w:gridCol w:w="2055"/>
        <w:gridCol w:w="2055"/>
        <w:gridCol w:w="2055"/>
      </w:tblGrid>
      <w:tr w:rsidR="00616402" w14:paraId="07FFC642" w14:textId="77777777" w:rsidTr="00616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id w:val="1002089798"/>
            <w:placeholder>
              <w:docPart w:val="7C632CB29AA54CA18DCACDC604A75CD1"/>
            </w:placeholder>
            <w:temporary/>
            <w:showingPlcHdr/>
            <w15:appearance w15:val="hidden"/>
          </w:sdtPr>
          <w:sdtContent>
            <w:tc>
              <w:tcPr>
                <w:tcW w:w="2054" w:type="dxa"/>
              </w:tcPr>
              <w:p w14:paraId="6D092FF9" w14:textId="77777777" w:rsidR="00616402" w:rsidRDefault="00616402" w:rsidP="00616402">
                <w:pPr>
                  <w:pStyle w:val="Days"/>
                </w:pPr>
                <w:r>
                  <w:t>Sunday</w:t>
                </w:r>
              </w:p>
            </w:tc>
          </w:sdtContent>
        </w:sdt>
        <w:tc>
          <w:tcPr>
            <w:tcW w:w="2055" w:type="dxa"/>
          </w:tcPr>
          <w:p w14:paraId="14825A4C" w14:textId="77777777" w:rsidR="00616402" w:rsidRDefault="00616402" w:rsidP="00616402">
            <w:pPr>
              <w:pStyle w:val="Days"/>
            </w:pPr>
            <w:sdt>
              <w:sdtPr>
                <w:id w:val="-1006822194"/>
                <w:placeholder>
                  <w:docPart w:val="BA12176FD106403D88B620CBB6FD329A"/>
                </w:placeholder>
                <w:temporary/>
                <w:showingPlcHdr/>
                <w15:appearance w15:val="hidden"/>
              </w:sdtPr>
              <w:sdtContent>
                <w:r>
                  <w:t>Monday</w:t>
                </w:r>
              </w:sdtContent>
            </w:sdt>
          </w:p>
        </w:tc>
        <w:tc>
          <w:tcPr>
            <w:tcW w:w="2055" w:type="dxa"/>
          </w:tcPr>
          <w:p w14:paraId="67CECC61" w14:textId="77777777" w:rsidR="00616402" w:rsidRDefault="00616402" w:rsidP="00616402">
            <w:pPr>
              <w:pStyle w:val="Days"/>
            </w:pPr>
            <w:sdt>
              <w:sdtPr>
                <w:id w:val="1777981107"/>
                <w:placeholder>
                  <w:docPart w:val="103AD21346284BEDA5B53408961D208F"/>
                </w:placeholder>
                <w:temporary/>
                <w:showingPlcHdr/>
                <w15:appearance w15:val="hidden"/>
              </w:sdtPr>
              <w:sdtContent>
                <w:r>
                  <w:t>Tuesday</w:t>
                </w:r>
              </w:sdtContent>
            </w:sdt>
          </w:p>
        </w:tc>
        <w:tc>
          <w:tcPr>
            <w:tcW w:w="2055" w:type="dxa"/>
          </w:tcPr>
          <w:p w14:paraId="03839CFA" w14:textId="77777777" w:rsidR="00616402" w:rsidRDefault="00616402" w:rsidP="00616402">
            <w:pPr>
              <w:pStyle w:val="Days"/>
            </w:pPr>
            <w:sdt>
              <w:sdtPr>
                <w:id w:val="142471723"/>
                <w:placeholder>
                  <w:docPart w:val="A76A36FF836F45FA91CFB79244125BCD"/>
                </w:placeholder>
                <w:temporary/>
                <w:showingPlcHdr/>
                <w15:appearance w15:val="hidden"/>
              </w:sdtPr>
              <w:sdtContent>
                <w:r>
                  <w:t>Wednesday</w:t>
                </w:r>
              </w:sdtContent>
            </w:sdt>
          </w:p>
        </w:tc>
        <w:tc>
          <w:tcPr>
            <w:tcW w:w="2055" w:type="dxa"/>
          </w:tcPr>
          <w:p w14:paraId="6B29E056" w14:textId="77777777" w:rsidR="00616402" w:rsidRDefault="00616402" w:rsidP="00616402">
            <w:pPr>
              <w:pStyle w:val="Days"/>
            </w:pPr>
            <w:sdt>
              <w:sdtPr>
                <w:id w:val="-1037124201"/>
                <w:placeholder>
                  <w:docPart w:val="85FD0BBF98F5420C8BDE7CB33EC63AFA"/>
                </w:placeholder>
                <w:temporary/>
                <w:showingPlcHdr/>
                <w15:appearance w15:val="hidden"/>
              </w:sdtPr>
              <w:sdtContent>
                <w:r>
                  <w:t>Thursday</w:t>
                </w:r>
              </w:sdtContent>
            </w:sdt>
          </w:p>
        </w:tc>
        <w:tc>
          <w:tcPr>
            <w:tcW w:w="2055" w:type="dxa"/>
          </w:tcPr>
          <w:p w14:paraId="409021F4" w14:textId="77777777" w:rsidR="00616402" w:rsidRDefault="00616402" w:rsidP="00616402">
            <w:pPr>
              <w:pStyle w:val="Days"/>
            </w:pPr>
            <w:sdt>
              <w:sdtPr>
                <w:id w:val="-1395808830"/>
                <w:placeholder>
                  <w:docPart w:val="60C018B1EEA6400BBBDFA2BEB7EC27EE"/>
                </w:placeholder>
                <w:temporary/>
                <w:showingPlcHdr/>
                <w15:appearance w15:val="hidden"/>
              </w:sdtPr>
              <w:sdtContent>
                <w:r>
                  <w:t>Friday</w:t>
                </w:r>
              </w:sdtContent>
            </w:sdt>
          </w:p>
        </w:tc>
        <w:tc>
          <w:tcPr>
            <w:tcW w:w="2055" w:type="dxa"/>
          </w:tcPr>
          <w:p w14:paraId="747357E4" w14:textId="77777777" w:rsidR="00616402" w:rsidRDefault="00616402" w:rsidP="00616402">
            <w:pPr>
              <w:pStyle w:val="Days"/>
            </w:pPr>
            <w:sdt>
              <w:sdtPr>
                <w:id w:val="1858457469"/>
                <w:placeholder>
                  <w:docPart w:val="A44E4B5616CD4C3A90B987D318EB6F53"/>
                </w:placeholder>
                <w:temporary/>
                <w:showingPlcHdr/>
                <w15:appearance w15:val="hidden"/>
              </w:sdtPr>
              <w:sdtContent>
                <w:r>
                  <w:t>Saturday</w:t>
                </w:r>
              </w:sdtContent>
            </w:sdt>
          </w:p>
        </w:tc>
      </w:tr>
      <w:tr w:rsidR="00616402" w14:paraId="4FEC1E4C" w14:textId="77777777" w:rsidTr="00616402">
        <w:trPr>
          <w:gridAfter w:val="5"/>
          <w:wAfter w:w="10275" w:type="dxa"/>
        </w:trPr>
        <w:tc>
          <w:tcPr>
            <w:tcW w:w="2054" w:type="dxa"/>
            <w:tcBorders>
              <w:bottom w:val="nil"/>
            </w:tcBorders>
          </w:tcPr>
          <w:p w14:paraId="7A659256" w14:textId="77777777" w:rsidR="00616402" w:rsidRDefault="00616402" w:rsidP="00616402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Sunday</w:instrText>
            </w:r>
            <w:r>
              <w:fldChar w:fldCharType="end"/>
            </w:r>
            <w:r>
              <w:instrText xml:space="preserve"> = "Sunday" 1 ""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fldChar w:fldCharType="end"/>
            </w:r>
          </w:p>
        </w:tc>
        <w:tc>
          <w:tcPr>
            <w:tcW w:w="2055" w:type="dxa"/>
            <w:tcBorders>
              <w:bottom w:val="nil"/>
            </w:tcBorders>
          </w:tcPr>
          <w:p w14:paraId="25ABEE92" w14:textId="77777777" w:rsidR="00616402" w:rsidRDefault="00616402" w:rsidP="00616402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Sunday</w:instrText>
            </w:r>
            <w:r>
              <w:fldChar w:fldCharType="end"/>
            </w:r>
            <w:r>
              <w:instrText xml:space="preserve"> = "Monday"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=A2 </w:instrText>
            </w:r>
            <w:r>
              <w:fldChar w:fldCharType="separate"/>
            </w:r>
            <w:r>
              <w:rPr>
                <w:noProof/>
              </w:rPr>
              <w:instrText>1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=A2+1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fldChar w:fldCharType="end"/>
            </w:r>
          </w:p>
        </w:tc>
      </w:tr>
      <w:tr w:rsidR="00616402" w14:paraId="20A219E1" w14:textId="77777777" w:rsidTr="00616402">
        <w:trPr>
          <w:gridAfter w:val="5"/>
          <w:wAfter w:w="10275" w:type="dxa"/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3053197C" w14:textId="568FF4FB" w:rsidR="00616402" w:rsidRDefault="001D2BF7" w:rsidP="00616402">
            <w:r>
              <w:t>Miles: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4C5BE22E" w14:textId="7C00DF97" w:rsidR="001D2BF7" w:rsidRDefault="001D2BF7" w:rsidP="00616402">
            <w:pPr>
              <w:jc w:val="center"/>
            </w:pPr>
            <w:r>
              <w:t>Miles:</w:t>
            </w:r>
          </w:p>
          <w:p w14:paraId="7F0575A5" w14:textId="568F23C3" w:rsidR="00616402" w:rsidRPr="001D2BF7" w:rsidRDefault="00616402" w:rsidP="00616402">
            <w:pPr>
              <w:jc w:val="center"/>
              <w:rPr>
                <w:b/>
              </w:rPr>
            </w:pPr>
            <w:r w:rsidRPr="001D2BF7">
              <w:rPr>
                <w:b/>
              </w:rPr>
              <w:t>End of Challenge!</w:t>
            </w:r>
          </w:p>
          <w:p w14:paraId="489B7449" w14:textId="77777777" w:rsidR="00616402" w:rsidRDefault="00616402" w:rsidP="00616402">
            <w:pPr>
              <w:jc w:val="center"/>
            </w:pPr>
            <w:r>
              <w:t>Don’t forget to Donate!</w:t>
            </w:r>
          </w:p>
          <w:p w14:paraId="0F7F45B6" w14:textId="4D5BD1DF" w:rsidR="001D2BF7" w:rsidRDefault="001D2BF7" w:rsidP="00616402">
            <w:pPr>
              <w:jc w:val="center"/>
            </w:pPr>
          </w:p>
        </w:tc>
      </w:tr>
    </w:tbl>
    <w:p w14:paraId="6723F0DB" w14:textId="2DB8DAA9" w:rsidR="00616402" w:rsidRDefault="00616402">
      <w:pPr>
        <w:rPr>
          <w:sz w:val="52"/>
          <w:szCs w:val="52"/>
        </w:rPr>
      </w:pPr>
      <w:r>
        <w:br w:type="textWrapping" w:clear="all"/>
      </w:r>
      <w:r w:rsidRPr="00616402">
        <w:rPr>
          <w:sz w:val="52"/>
          <w:szCs w:val="52"/>
        </w:rPr>
        <w:t>Total Miles:</w:t>
      </w:r>
    </w:p>
    <w:p w14:paraId="27A94CBA" w14:textId="24F1526A" w:rsidR="00616402" w:rsidRPr="00616402" w:rsidRDefault="00616402" w:rsidP="00616402">
      <w:pPr>
        <w:rPr>
          <w:sz w:val="52"/>
          <w:szCs w:val="52"/>
        </w:rPr>
      </w:pPr>
    </w:p>
    <w:p w14:paraId="58F373FD" w14:textId="0EB595B1" w:rsidR="00616402" w:rsidRPr="00616402" w:rsidRDefault="00616402" w:rsidP="00616402">
      <w:pPr>
        <w:rPr>
          <w:sz w:val="52"/>
          <w:szCs w:val="52"/>
        </w:rPr>
      </w:pPr>
    </w:p>
    <w:p w14:paraId="673C668A" w14:textId="1336A1AA" w:rsidR="00616402" w:rsidRPr="00616402" w:rsidRDefault="00616402" w:rsidP="00616402">
      <w:pPr>
        <w:rPr>
          <w:sz w:val="52"/>
          <w:szCs w:val="52"/>
        </w:rPr>
      </w:pPr>
    </w:p>
    <w:p w14:paraId="31E4AEF5" w14:textId="2D18A953" w:rsidR="00616402" w:rsidRPr="00616402" w:rsidRDefault="00616402" w:rsidP="00616402">
      <w:pPr>
        <w:rPr>
          <w:sz w:val="52"/>
          <w:szCs w:val="52"/>
        </w:rPr>
      </w:pPr>
    </w:p>
    <w:p w14:paraId="26249119" w14:textId="63DF2B8B" w:rsidR="00616402" w:rsidRPr="00616402" w:rsidRDefault="00616402" w:rsidP="00616402">
      <w:pPr>
        <w:rPr>
          <w:sz w:val="52"/>
          <w:szCs w:val="52"/>
        </w:rPr>
      </w:pPr>
    </w:p>
    <w:p w14:paraId="03966DEF" w14:textId="3D0415A8" w:rsidR="00616402" w:rsidRPr="00616402" w:rsidRDefault="00616402" w:rsidP="00616402">
      <w:pPr>
        <w:rPr>
          <w:sz w:val="52"/>
          <w:szCs w:val="52"/>
        </w:rPr>
      </w:pPr>
    </w:p>
    <w:p w14:paraId="7C8465EC" w14:textId="77777777" w:rsidR="00616402" w:rsidRDefault="00616402" w:rsidP="00616402">
      <w:r>
        <w:t>If you would like, use this to track your completed miles!</w:t>
      </w:r>
    </w:p>
    <w:p w14:paraId="60BFB1D6" w14:textId="77777777" w:rsidR="00616402" w:rsidRPr="00616402" w:rsidRDefault="00616402" w:rsidP="00616402">
      <w:pPr>
        <w:rPr>
          <w:sz w:val="22"/>
          <w:szCs w:val="22"/>
        </w:rPr>
      </w:pPr>
    </w:p>
    <w:sectPr w:rsidR="00616402" w:rsidRPr="0061640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2D337E" w14:textId="77777777" w:rsidR="00F16B53" w:rsidRDefault="00F16B53">
      <w:pPr>
        <w:spacing w:before="0" w:after="0"/>
      </w:pPr>
      <w:r>
        <w:separator/>
      </w:r>
    </w:p>
  </w:endnote>
  <w:endnote w:type="continuationSeparator" w:id="0">
    <w:p w14:paraId="64EAF13A" w14:textId="77777777" w:rsidR="00F16B53" w:rsidRDefault="00F16B5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AE2DF4" w14:textId="77777777" w:rsidR="00F16B53" w:rsidRDefault="00F16B53">
      <w:pPr>
        <w:spacing w:before="0" w:after="0"/>
      </w:pPr>
      <w:r>
        <w:separator/>
      </w:r>
    </w:p>
  </w:footnote>
  <w:footnote w:type="continuationSeparator" w:id="0">
    <w:p w14:paraId="30458B59" w14:textId="77777777" w:rsidR="00F16B53" w:rsidRDefault="00F16B53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71479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06635B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75CABE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610C62C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03AD02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4FA9FC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6EC9BC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6E8C3B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4E3CD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B72957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MonthEnd" w:val="5/31/2019"/>
    <w:docVar w:name="MonthStart" w:val="5/1/2019"/>
    <w:docVar w:name="ShowDynamicGuides" w:val="1"/>
    <w:docVar w:name="ShowMarginGuides" w:val="0"/>
    <w:docVar w:name="ShowOutlines" w:val="0"/>
    <w:docVar w:name="ShowStaticGuides" w:val="0"/>
  </w:docVars>
  <w:rsids>
    <w:rsidRoot w:val="00A01875"/>
    <w:rsid w:val="00056814"/>
    <w:rsid w:val="0006779F"/>
    <w:rsid w:val="000A20FE"/>
    <w:rsid w:val="0011772B"/>
    <w:rsid w:val="001D2BF7"/>
    <w:rsid w:val="0027720C"/>
    <w:rsid w:val="002F6E35"/>
    <w:rsid w:val="003D7DDA"/>
    <w:rsid w:val="004028ED"/>
    <w:rsid w:val="00454FED"/>
    <w:rsid w:val="004C5B17"/>
    <w:rsid w:val="00517C36"/>
    <w:rsid w:val="005562FE"/>
    <w:rsid w:val="00616402"/>
    <w:rsid w:val="006C1B7E"/>
    <w:rsid w:val="007564A4"/>
    <w:rsid w:val="007777B1"/>
    <w:rsid w:val="007A49F2"/>
    <w:rsid w:val="00874C9A"/>
    <w:rsid w:val="009035F5"/>
    <w:rsid w:val="00944085"/>
    <w:rsid w:val="00946A27"/>
    <w:rsid w:val="009A0FFF"/>
    <w:rsid w:val="00A01875"/>
    <w:rsid w:val="00A4654E"/>
    <w:rsid w:val="00A73BBF"/>
    <w:rsid w:val="00AB29FA"/>
    <w:rsid w:val="00B70858"/>
    <w:rsid w:val="00B8151A"/>
    <w:rsid w:val="00C32E33"/>
    <w:rsid w:val="00C71D73"/>
    <w:rsid w:val="00C7735D"/>
    <w:rsid w:val="00CB1C1C"/>
    <w:rsid w:val="00D17693"/>
    <w:rsid w:val="00DF051F"/>
    <w:rsid w:val="00DF32DE"/>
    <w:rsid w:val="00E02644"/>
    <w:rsid w:val="00E54E11"/>
    <w:rsid w:val="00EA1691"/>
    <w:rsid w:val="00EB320B"/>
    <w:rsid w:val="00F16B53"/>
    <w:rsid w:val="00F22B1A"/>
    <w:rsid w:val="00FA21CA"/>
    <w:rsid w:val="00FD22C4"/>
    <w:rsid w:val="00FF2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90975C9"/>
  <w15:docId w15:val="{9131598F-E7EF-4699-B129-F47B1F727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18"/>
        <w:szCs w:val="18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1481AB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CADE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CADE4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CADE4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D5571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D5571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onth">
    <w:name w:val="Month"/>
    <w:basedOn w:val="Normal"/>
    <w:uiPriority w:val="1"/>
    <w:qFormat/>
    <w:pPr>
      <w:spacing w:before="0" w:after="0"/>
    </w:pPr>
    <w:rPr>
      <w:rFonts w:asciiTheme="majorHAnsi" w:eastAsiaTheme="majorEastAsia" w:hAnsiTheme="majorHAnsi"/>
      <w:color w:val="FFFFFF" w:themeColor="background1"/>
      <w:sz w:val="120"/>
      <w:szCs w:val="120"/>
    </w:rPr>
  </w:style>
  <w:style w:type="paragraph" w:customStyle="1" w:styleId="Year">
    <w:name w:val="Year"/>
    <w:basedOn w:val="Normal"/>
    <w:uiPriority w:val="2"/>
    <w:qFormat/>
    <w:pPr>
      <w:spacing w:before="0" w:after="120"/>
      <w:jc w:val="right"/>
    </w:pPr>
    <w:rPr>
      <w:rFonts w:asciiTheme="majorHAnsi" w:eastAsiaTheme="majorEastAsia" w:hAnsiTheme="majorHAnsi"/>
      <w:color w:val="FFFFFF" w:themeColor="background1"/>
      <w:sz w:val="64"/>
      <w:szCs w:val="64"/>
    </w:rPr>
  </w:style>
  <w:style w:type="paragraph" w:styleId="Subtitle">
    <w:name w:val="Subtitle"/>
    <w:basedOn w:val="Normal"/>
    <w:link w:val="SubtitleChar"/>
    <w:uiPriority w:val="4"/>
    <w:qFormat/>
    <w:pPr>
      <w:spacing w:before="0" w:after="0"/>
    </w:pPr>
    <w:rPr>
      <w:b/>
      <w:color w:val="FFFFFF" w:themeColor="background1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4"/>
    <w:rPr>
      <w:b/>
      <w:color w:val="FFFFFF" w:themeColor="background1"/>
      <w:sz w:val="24"/>
      <w:szCs w:val="24"/>
    </w:rPr>
  </w:style>
  <w:style w:type="paragraph" w:styleId="Title">
    <w:name w:val="Title"/>
    <w:basedOn w:val="Normal"/>
    <w:link w:val="TitleChar"/>
    <w:uiPriority w:val="3"/>
    <w:qFormat/>
    <w:pPr>
      <w:spacing w:before="0" w:after="0"/>
    </w:pPr>
    <w:rPr>
      <w:rFonts w:asciiTheme="majorHAnsi" w:eastAsiaTheme="majorEastAsia" w:hAnsiTheme="majorHAnsi"/>
      <w:color w:val="FFFFFF" w:themeColor="background1"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3"/>
    <w:rPr>
      <w:rFonts w:asciiTheme="majorHAnsi" w:eastAsiaTheme="majorEastAsia" w:hAnsiTheme="majorHAnsi"/>
      <w:color w:val="FFFFFF" w:themeColor="background1"/>
      <w:sz w:val="40"/>
      <w:szCs w:val="40"/>
    </w:rPr>
  </w:style>
  <w:style w:type="paragraph" w:customStyle="1" w:styleId="Days">
    <w:name w:val="Days"/>
    <w:basedOn w:val="Normal"/>
    <w:uiPriority w:val="5"/>
    <w:qFormat/>
    <w:pPr>
      <w:jc w:val="center"/>
    </w:pPr>
    <w:rPr>
      <w:color w:val="595959" w:themeColor="text1" w:themeTint="A6"/>
      <w:sz w:val="22"/>
      <w:szCs w:val="24"/>
    </w:rPr>
  </w:style>
  <w:style w:type="table" w:customStyle="1" w:styleId="TableCalendar">
    <w:name w:val="Table Calendar"/>
    <w:basedOn w:val="TableNormal"/>
    <w:tblPr>
      <w:tblBorders>
        <w:top w:val="single" w:sz="6" w:space="0" w:color="BFBFBF" w:themeColor="background1" w:themeShade="BF"/>
        <w:left w:val="single" w:sz="6" w:space="0" w:color="BFBFBF" w:themeColor="background1" w:themeShade="BF"/>
        <w:bottom w:val="single" w:sz="6" w:space="0" w:color="BFBFBF" w:themeColor="background1" w:themeShade="BF"/>
        <w:right w:val="single" w:sz="6" w:space="0" w:color="BFBFBF" w:themeColor="background1" w:themeShade="BF"/>
        <w:insideV w:val="single" w:sz="6" w:space="0" w:color="BFBFBF" w:themeColor="background1" w:themeShade="BF"/>
      </w:tblBorders>
    </w:tblPr>
    <w:tblStylePr w:type="firstRow">
      <w:tblPr/>
      <w:tcPr>
        <w:shd w:val="clear" w:color="auto" w:fill="D9D9D9" w:themeFill="background1" w:themeFillShade="D9"/>
      </w:tcPr>
    </w:tblStylePr>
  </w:style>
  <w:style w:type="paragraph" w:customStyle="1" w:styleId="Dates">
    <w:name w:val="Dates"/>
    <w:basedOn w:val="Normal"/>
    <w:uiPriority w:val="6"/>
    <w:qFormat/>
    <w:pPr>
      <w:spacing w:before="0" w:after="0"/>
      <w:jc w:val="right"/>
    </w:pPr>
    <w:rPr>
      <w:color w:val="595959" w:themeColor="text1" w:themeTint="A6"/>
      <w:sz w:val="22"/>
    </w:rPr>
  </w:style>
  <w:style w:type="paragraph" w:styleId="BodyText">
    <w:name w:val="Body Text"/>
    <w:basedOn w:val="Normal"/>
    <w:link w:val="BodyTextChar"/>
    <w:semiHidden/>
    <w:unhideWhenUsed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Pr>
      <w:sz w:val="20"/>
    </w:rPr>
  </w:style>
  <w:style w:type="paragraph" w:styleId="BalloonText">
    <w:name w:val="Balloon Text"/>
    <w:basedOn w:val="Normal"/>
    <w:link w:val="BalloonTextChar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semiHidden/>
    <w:unhideWhenUsed/>
  </w:style>
  <w:style w:type="paragraph" w:styleId="BlockText">
    <w:name w:val="Block Text"/>
    <w:basedOn w:val="Normal"/>
    <w:semiHidden/>
    <w:unhideWhenUsed/>
    <w:pPr>
      <w:pBdr>
        <w:top w:val="single" w:sz="2" w:space="10" w:color="1CADE4" w:themeColor="accent1" w:shadow="1"/>
        <w:left w:val="single" w:sz="2" w:space="10" w:color="1CADE4" w:themeColor="accent1" w:shadow="1"/>
        <w:bottom w:val="single" w:sz="2" w:space="10" w:color="1CADE4" w:themeColor="accent1" w:shadow="1"/>
        <w:right w:val="single" w:sz="2" w:space="10" w:color="1CADE4" w:themeColor="accent1" w:shadow="1"/>
      </w:pBdr>
      <w:ind w:left="1152" w:right="1152"/>
    </w:pPr>
    <w:rPr>
      <w:i/>
      <w:iCs/>
      <w:color w:val="1CADE4" w:themeColor="accent1"/>
    </w:rPr>
  </w:style>
  <w:style w:type="paragraph" w:styleId="BodyText2">
    <w:name w:val="Body Text 2"/>
    <w:basedOn w:val="Normal"/>
    <w:link w:val="BodyText2Char"/>
    <w:semiHidden/>
    <w:unhideWhenUsed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Pr>
      <w:sz w:val="20"/>
    </w:rPr>
  </w:style>
  <w:style w:type="character" w:customStyle="1" w:styleId="BodyText2Char">
    <w:name w:val="Body Text 2 Char"/>
    <w:basedOn w:val="DefaultParagraphFont"/>
    <w:link w:val="BodyText2"/>
    <w:semiHidden/>
    <w:rPr>
      <w:sz w:val="20"/>
    </w:rPr>
  </w:style>
  <w:style w:type="paragraph" w:styleId="BodyTextFirstIndent2">
    <w:name w:val="Body Text First Indent 2"/>
    <w:basedOn w:val="BodyText2"/>
    <w:link w:val="BodyTextFirstIndent2Char"/>
    <w:semiHidden/>
    <w:unhideWhenUsed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Pr>
      <w:sz w:val="20"/>
    </w:rPr>
  </w:style>
  <w:style w:type="paragraph" w:styleId="BodyTextIndent2">
    <w:name w:val="Body Text Indent 2"/>
    <w:basedOn w:val="Normal"/>
    <w:link w:val="BodyTextIndent2Char"/>
    <w:semiHidden/>
    <w:unhideWhenUsed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Pr>
      <w:sz w:val="20"/>
    </w:rPr>
  </w:style>
  <w:style w:type="paragraph" w:styleId="BodyTextIndent3">
    <w:name w:val="Body Text Indent 3"/>
    <w:basedOn w:val="Normal"/>
    <w:link w:val="BodyTextIndent3Char"/>
    <w:semiHidden/>
    <w:unhideWhenUsed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pPr>
      <w:spacing w:after="200"/>
    </w:pPr>
    <w:rPr>
      <w:b/>
      <w:bCs/>
      <w:color w:val="1CADE4" w:themeColor="accent1"/>
    </w:rPr>
  </w:style>
  <w:style w:type="paragraph" w:styleId="Closing">
    <w:name w:val="Closing"/>
    <w:basedOn w:val="Normal"/>
    <w:link w:val="ClosingChar"/>
    <w:semiHidden/>
    <w:unhideWhenUsed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Pr>
      <w:sz w:val="20"/>
    </w:rPr>
  </w:style>
  <w:style w:type="paragraph" w:styleId="CommentText">
    <w:name w:val="annotation text"/>
    <w:basedOn w:val="Normal"/>
    <w:link w:val="CommentTextChar"/>
    <w:semiHidden/>
    <w:unhideWhenUsed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</w:style>
  <w:style w:type="character" w:customStyle="1" w:styleId="DateChar">
    <w:name w:val="Date Char"/>
    <w:basedOn w:val="DefaultParagraphFont"/>
    <w:link w:val="Date"/>
    <w:semiHidden/>
    <w:rPr>
      <w:sz w:val="20"/>
    </w:rPr>
  </w:style>
  <w:style w:type="paragraph" w:styleId="DocumentMap">
    <w:name w:val="Document Map"/>
    <w:basedOn w:val="Normal"/>
    <w:link w:val="DocumentMapChar"/>
    <w:semiHidden/>
    <w:unhideWhenUsed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</w:style>
  <w:style w:type="character" w:customStyle="1" w:styleId="E-mailSignatureChar">
    <w:name w:val="E-mail Signature Char"/>
    <w:basedOn w:val="DefaultParagraphFont"/>
    <w:link w:val="E-mailSignature"/>
    <w:semiHidden/>
    <w:rPr>
      <w:sz w:val="20"/>
    </w:rPr>
  </w:style>
  <w:style w:type="paragraph" w:styleId="EndnoteText">
    <w:name w:val="endnote text"/>
    <w:basedOn w:val="Normal"/>
    <w:link w:val="EndnoteTextChar"/>
    <w:semiHidden/>
    <w:unhideWhenUsed/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Pr>
      <w:sz w:val="20"/>
      <w:szCs w:val="20"/>
    </w:rPr>
  </w:style>
  <w:style w:type="paragraph" w:styleId="EnvelopeAddress">
    <w:name w:val="envelope address"/>
    <w:basedOn w:val="Normal"/>
    <w:semiHidden/>
    <w:unhideWhenUsed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Pr>
      <w:rFonts w:asciiTheme="majorHAnsi" w:eastAsiaTheme="majorEastAsia" w:hAnsiTheme="majorHAnsi" w:cstheme="majorBidi"/>
      <w:szCs w:val="20"/>
    </w:rPr>
  </w:style>
  <w:style w:type="paragraph" w:styleId="Footer">
    <w:name w:val="footer"/>
    <w:basedOn w:val="Normal"/>
    <w:link w:val="FooterChar"/>
    <w:uiPriority w:val="99"/>
    <w:unhideWhenUsed/>
    <w:pPr>
      <w:spacing w:before="0" w:after="0"/>
    </w:pPr>
  </w:style>
  <w:style w:type="paragraph" w:styleId="FootnoteText">
    <w:name w:val="footnote text"/>
    <w:basedOn w:val="Normal"/>
    <w:link w:val="FootnoteTextChar"/>
    <w:semiHidden/>
    <w:unhideWhenUsed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Header">
    <w:name w:val="header"/>
    <w:basedOn w:val="Normal"/>
    <w:link w:val="HeaderChar"/>
    <w:uiPriority w:val="99"/>
    <w:unhideWhenUsed/>
    <w:pPr>
      <w:spacing w:before="0" w:after="0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1481AB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1CADE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Pr>
      <w:rFonts w:asciiTheme="majorHAnsi" w:eastAsiaTheme="majorEastAsia" w:hAnsiTheme="majorHAnsi" w:cstheme="majorBidi"/>
      <w:b/>
      <w:bCs/>
      <w:color w:val="1CADE4" w:themeColor="accent1"/>
      <w:sz w:val="20"/>
    </w:rPr>
  </w:style>
  <w:style w:type="character" w:customStyle="1" w:styleId="Heading4Char">
    <w:name w:val="Heading 4 Char"/>
    <w:basedOn w:val="DefaultParagraphFont"/>
    <w:link w:val="Heading4"/>
    <w:semiHidden/>
    <w:rPr>
      <w:rFonts w:asciiTheme="majorHAnsi" w:eastAsiaTheme="majorEastAsia" w:hAnsiTheme="majorHAnsi" w:cstheme="majorBidi"/>
      <w:b/>
      <w:bCs/>
      <w:i/>
      <w:iCs/>
      <w:color w:val="1CADE4" w:themeColor="accent1"/>
      <w:sz w:val="20"/>
    </w:rPr>
  </w:style>
  <w:style w:type="character" w:customStyle="1" w:styleId="Heading5Char">
    <w:name w:val="Heading 5 Char"/>
    <w:basedOn w:val="DefaultParagraphFont"/>
    <w:link w:val="Heading5"/>
    <w:semiHidden/>
    <w:rPr>
      <w:rFonts w:asciiTheme="majorHAnsi" w:eastAsiaTheme="majorEastAsia" w:hAnsiTheme="majorHAnsi" w:cstheme="majorBidi"/>
      <w:color w:val="0D5571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semiHidden/>
    <w:rPr>
      <w:rFonts w:asciiTheme="majorHAnsi" w:eastAsiaTheme="majorEastAsia" w:hAnsiTheme="majorHAnsi" w:cstheme="majorBidi"/>
      <w:i/>
      <w:iCs/>
      <w:color w:val="0D5571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Pr>
      <w:i/>
      <w:iCs/>
      <w:sz w:val="20"/>
    </w:rPr>
  </w:style>
  <w:style w:type="paragraph" w:styleId="HTMLPreformatted">
    <w:name w:val="HTML Preformatted"/>
    <w:basedOn w:val="Normal"/>
    <w:link w:val="HTMLPreformattedChar"/>
    <w:semiHidden/>
    <w:unhideWhenUsed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pPr>
      <w:ind w:left="200" w:hanging="200"/>
    </w:pPr>
  </w:style>
  <w:style w:type="paragraph" w:styleId="Index2">
    <w:name w:val="index 2"/>
    <w:basedOn w:val="Normal"/>
    <w:next w:val="Normal"/>
    <w:autoRedefine/>
    <w:semiHidden/>
    <w:unhideWhenUsed/>
    <w:pPr>
      <w:ind w:left="400" w:hanging="200"/>
    </w:pPr>
  </w:style>
  <w:style w:type="paragraph" w:styleId="Index3">
    <w:name w:val="index 3"/>
    <w:basedOn w:val="Normal"/>
    <w:next w:val="Normal"/>
    <w:autoRedefine/>
    <w:semiHidden/>
    <w:unhideWhenUsed/>
    <w:pPr>
      <w:ind w:left="600" w:hanging="200"/>
    </w:pPr>
  </w:style>
  <w:style w:type="paragraph" w:styleId="Index4">
    <w:name w:val="index 4"/>
    <w:basedOn w:val="Normal"/>
    <w:next w:val="Normal"/>
    <w:autoRedefine/>
    <w:semiHidden/>
    <w:unhideWhenUsed/>
    <w:pPr>
      <w:ind w:left="800" w:hanging="200"/>
    </w:pPr>
  </w:style>
  <w:style w:type="paragraph" w:styleId="Index5">
    <w:name w:val="index 5"/>
    <w:basedOn w:val="Normal"/>
    <w:next w:val="Normal"/>
    <w:autoRedefine/>
    <w:semiHidden/>
    <w:unhideWhenUsed/>
    <w:pPr>
      <w:ind w:left="1000" w:hanging="200"/>
    </w:pPr>
  </w:style>
  <w:style w:type="paragraph" w:styleId="Index6">
    <w:name w:val="index 6"/>
    <w:basedOn w:val="Normal"/>
    <w:next w:val="Normal"/>
    <w:autoRedefine/>
    <w:semiHidden/>
    <w:unhideWhenUsed/>
    <w:pPr>
      <w:ind w:left="1200" w:hanging="200"/>
    </w:pPr>
  </w:style>
  <w:style w:type="paragraph" w:styleId="Index7">
    <w:name w:val="index 7"/>
    <w:basedOn w:val="Normal"/>
    <w:next w:val="Normal"/>
    <w:autoRedefine/>
    <w:semiHidden/>
    <w:unhideWhenUsed/>
    <w:pPr>
      <w:ind w:left="1400" w:hanging="200"/>
    </w:pPr>
  </w:style>
  <w:style w:type="paragraph" w:styleId="Index8">
    <w:name w:val="index 8"/>
    <w:basedOn w:val="Normal"/>
    <w:next w:val="Normal"/>
    <w:autoRedefine/>
    <w:semiHidden/>
    <w:unhideWhenUsed/>
    <w:pPr>
      <w:ind w:left="1600" w:hanging="200"/>
    </w:pPr>
  </w:style>
  <w:style w:type="paragraph" w:styleId="Index9">
    <w:name w:val="index 9"/>
    <w:basedOn w:val="Normal"/>
    <w:next w:val="Normal"/>
    <w:autoRedefine/>
    <w:semiHidden/>
    <w:unhideWhenUsed/>
    <w:pPr>
      <w:ind w:left="1800" w:hanging="200"/>
    </w:pPr>
  </w:style>
  <w:style w:type="paragraph" w:styleId="IndexHeading">
    <w:name w:val="index heading"/>
    <w:basedOn w:val="Normal"/>
    <w:next w:val="Index1"/>
    <w:semiHidden/>
    <w:unhideWhenUsed/>
    <w:rPr>
      <w:rFonts w:asciiTheme="majorHAnsi" w:eastAsiaTheme="majorEastAsia" w:hAnsiTheme="majorHAnsi" w:cstheme="majorBidi"/>
      <w:b/>
      <w:bCs/>
    </w:rPr>
  </w:style>
  <w:style w:type="paragraph" w:styleId="List">
    <w:name w:val="List"/>
    <w:basedOn w:val="Normal"/>
    <w:semiHidden/>
    <w:unhideWhenUsed/>
    <w:pPr>
      <w:ind w:left="360" w:hanging="360"/>
      <w:contextualSpacing/>
    </w:pPr>
  </w:style>
  <w:style w:type="paragraph" w:styleId="List2">
    <w:name w:val="List 2"/>
    <w:basedOn w:val="Normal"/>
    <w:semiHidden/>
    <w:unhideWhenUsed/>
    <w:pPr>
      <w:ind w:left="720" w:hanging="360"/>
      <w:contextualSpacing/>
    </w:pPr>
  </w:style>
  <w:style w:type="paragraph" w:styleId="List3">
    <w:name w:val="List 3"/>
    <w:basedOn w:val="Normal"/>
    <w:semiHidden/>
    <w:unhideWhenUsed/>
    <w:pPr>
      <w:ind w:left="1080" w:hanging="360"/>
      <w:contextualSpacing/>
    </w:pPr>
  </w:style>
  <w:style w:type="paragraph" w:styleId="List4">
    <w:name w:val="List 4"/>
    <w:basedOn w:val="Normal"/>
    <w:semiHidden/>
    <w:unhideWhenUsed/>
    <w:pPr>
      <w:ind w:left="1440" w:hanging="360"/>
      <w:contextualSpacing/>
    </w:pPr>
  </w:style>
  <w:style w:type="paragraph" w:styleId="List5">
    <w:name w:val="List 5"/>
    <w:basedOn w:val="Normal"/>
    <w:semiHidden/>
    <w:unhideWhenUsed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pPr>
      <w:numPr>
        <w:numId w:val="10"/>
      </w:numPr>
      <w:contextualSpacing/>
    </w:pPr>
  </w:style>
  <w:style w:type="paragraph" w:styleId="MacroText">
    <w:name w:val="macro"/>
    <w:link w:val="MacroTextChar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semiHidden/>
    <w:unhideWhenUsed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</w:style>
  <w:style w:type="character" w:customStyle="1" w:styleId="NoteHeadingChar">
    <w:name w:val="Note Heading Char"/>
    <w:basedOn w:val="DefaultParagraphFont"/>
    <w:link w:val="NoteHeading"/>
    <w:semiHidden/>
    <w:rPr>
      <w:sz w:val="20"/>
    </w:rPr>
  </w:style>
  <w:style w:type="paragraph" w:styleId="PlainText">
    <w:name w:val="Plain Text"/>
    <w:basedOn w:val="Normal"/>
    <w:link w:val="PlainTextChar"/>
    <w:semiHidden/>
    <w:unhideWhenUsed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Pr>
      <w:rFonts w:ascii="Consolas" w:hAnsi="Consolas"/>
      <w:sz w:val="21"/>
      <w:szCs w:val="21"/>
    </w:rPr>
  </w:style>
  <w:style w:type="paragraph" w:styleId="Salutation">
    <w:name w:val="Salutation"/>
    <w:basedOn w:val="Normal"/>
    <w:next w:val="Normal"/>
    <w:link w:val="SalutationChar"/>
    <w:semiHidden/>
    <w:unhideWhenUsed/>
  </w:style>
  <w:style w:type="character" w:customStyle="1" w:styleId="SalutationChar">
    <w:name w:val="Salutation Char"/>
    <w:basedOn w:val="DefaultParagraphFont"/>
    <w:link w:val="Salutation"/>
    <w:semiHidden/>
    <w:rPr>
      <w:sz w:val="20"/>
    </w:rPr>
  </w:style>
  <w:style w:type="paragraph" w:styleId="Signature">
    <w:name w:val="Signature"/>
    <w:basedOn w:val="Normal"/>
    <w:link w:val="SignatureChar"/>
    <w:semiHidden/>
    <w:unhideWhenUsed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Pr>
      <w:sz w:val="20"/>
    </w:rPr>
  </w:style>
  <w:style w:type="paragraph" w:styleId="TableofAuthorities">
    <w:name w:val="table of authorities"/>
    <w:basedOn w:val="Normal"/>
    <w:next w:val="Normal"/>
    <w:semiHidden/>
    <w:unhideWhenUsed/>
    <w:pPr>
      <w:ind w:left="200" w:hanging="200"/>
    </w:pPr>
  </w:style>
  <w:style w:type="paragraph" w:styleId="TableofFigures">
    <w:name w:val="table of figures"/>
    <w:basedOn w:val="Normal"/>
    <w:next w:val="Normal"/>
    <w:semiHidden/>
    <w:unhideWhenUsed/>
  </w:style>
  <w:style w:type="paragraph" w:styleId="TOAHeading">
    <w:name w:val="toa heading"/>
    <w:basedOn w:val="Normal"/>
    <w:next w:val="Normal"/>
    <w:semiHidden/>
    <w:unhideWhenUsed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unhideWhenUsed/>
    <w:pPr>
      <w:spacing w:after="100"/>
      <w:ind w:left="400"/>
    </w:pPr>
  </w:style>
  <w:style w:type="paragraph" w:styleId="TOC4">
    <w:name w:val="toc 4"/>
    <w:basedOn w:val="Normal"/>
    <w:next w:val="Normal"/>
    <w:autoRedefine/>
    <w:semiHidden/>
    <w:unhideWhenUsed/>
    <w:pPr>
      <w:spacing w:after="100"/>
      <w:ind w:left="600"/>
    </w:pPr>
  </w:style>
  <w:style w:type="paragraph" w:styleId="TOC5">
    <w:name w:val="toc 5"/>
    <w:basedOn w:val="Normal"/>
    <w:next w:val="Normal"/>
    <w:autoRedefine/>
    <w:semiHidden/>
    <w:unhideWhenUsed/>
    <w:pPr>
      <w:spacing w:after="100"/>
      <w:ind w:left="800"/>
    </w:pPr>
  </w:style>
  <w:style w:type="paragraph" w:styleId="TOC6">
    <w:name w:val="toc 6"/>
    <w:basedOn w:val="Normal"/>
    <w:next w:val="Normal"/>
    <w:autoRedefine/>
    <w:semiHidden/>
    <w:unhideWhenUsed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unhideWhenUsed/>
    <w:pPr>
      <w:spacing w:after="100"/>
      <w:ind w:left="1200"/>
    </w:pPr>
  </w:style>
  <w:style w:type="paragraph" w:styleId="TOC8">
    <w:name w:val="toc 8"/>
    <w:basedOn w:val="Normal"/>
    <w:next w:val="Normal"/>
    <w:autoRedefine/>
    <w:semiHidden/>
    <w:unhideWhenUsed/>
    <w:pPr>
      <w:spacing w:after="100"/>
      <w:ind w:left="1400"/>
    </w:pPr>
  </w:style>
  <w:style w:type="paragraph" w:styleId="TOC9">
    <w:name w:val="toc 9"/>
    <w:basedOn w:val="Normal"/>
    <w:next w:val="Normal"/>
    <w:autoRedefine/>
    <w:semiHidden/>
    <w:unhideWhenUsed/>
    <w:pPr>
      <w:spacing w:after="100"/>
      <w:ind w:left="1600"/>
    </w:pPr>
  </w:style>
  <w:style w:type="paragraph" w:styleId="TOCHeading">
    <w:name w:val="TOC Heading"/>
    <w:basedOn w:val="Heading1"/>
    <w:next w:val="Normal"/>
    <w:semiHidden/>
    <w:unhideWhenUsed/>
    <w:qFormat/>
    <w:pPr>
      <w:outlineLvl w:val="9"/>
    </w:pPr>
  </w:style>
  <w:style w:type="character" w:customStyle="1" w:styleId="HeaderChar">
    <w:name w:val="Header Char"/>
    <w:basedOn w:val="DefaultParagraphFont"/>
    <w:link w:val="Header"/>
    <w:uiPriority w:val="99"/>
  </w:style>
  <w:style w:type="table" w:styleId="GridTable1Light-Accent2">
    <w:name w:val="Grid Table 1 Light Accent 2"/>
    <w:basedOn w:val="TableNormal"/>
    <w:uiPriority w:val="46"/>
    <w:rsid w:val="00AB29FA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D5672" w:themeFill="accent1" w:themeFillShade="80"/>
      </w:tcPr>
    </w:tblStylePr>
    <w:tblStylePr w:type="lastRow">
      <w:rPr>
        <w:b/>
        <w:bCs/>
      </w:rPr>
      <w:tblPr/>
      <w:tcPr>
        <w:tcBorders>
          <w:top w:val="double" w:sz="2" w:space="0" w:color="74B5E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59"/>
    <w:rsid w:val="00AB29FA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"/>
    <w:semiHidden/>
    <w:rsid w:val="00517C3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rbi\AppData\Roaming\Microsoft\Templates\Banner%20calendar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0445BAB20D9401781FAF9F5477358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E6E1CE-E138-41D0-B0F4-CF4DB56F6A73}"/>
      </w:docPartPr>
      <w:docPartBody>
        <w:p w:rsidR="00F16B3D" w:rsidRDefault="00F16B3D">
          <w:pPr>
            <w:pStyle w:val="C0445BAB20D9401781FAF9F5477358AF"/>
          </w:pPr>
          <w:r>
            <w:t>Sunday</w:t>
          </w:r>
        </w:p>
      </w:docPartBody>
    </w:docPart>
    <w:docPart>
      <w:docPartPr>
        <w:name w:val="CA98AAD43B2D411FB5D0EAFE677E3D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AD4189-609E-4856-B6D7-8A1498A6ED1A}"/>
      </w:docPartPr>
      <w:docPartBody>
        <w:p w:rsidR="00F16B3D" w:rsidRDefault="00F16B3D">
          <w:pPr>
            <w:pStyle w:val="CA98AAD43B2D411FB5D0EAFE677E3D92"/>
          </w:pPr>
          <w:r>
            <w:t>Monday</w:t>
          </w:r>
        </w:p>
      </w:docPartBody>
    </w:docPart>
    <w:docPart>
      <w:docPartPr>
        <w:name w:val="90D8DEB6E31F459C8F6301B7D0A5FE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C1718B-7590-485D-815D-9CCE08CCD23C}"/>
      </w:docPartPr>
      <w:docPartBody>
        <w:p w:rsidR="00F16B3D" w:rsidRDefault="00F16B3D">
          <w:pPr>
            <w:pStyle w:val="90D8DEB6E31F459C8F6301B7D0A5FE36"/>
          </w:pPr>
          <w:r>
            <w:t>Tuesday</w:t>
          </w:r>
        </w:p>
      </w:docPartBody>
    </w:docPart>
    <w:docPart>
      <w:docPartPr>
        <w:name w:val="1EE633F0F2944B8A929E7ED0C5E9C5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3B9CA7-EF81-4757-ABC2-B0811031C870}"/>
      </w:docPartPr>
      <w:docPartBody>
        <w:p w:rsidR="00F16B3D" w:rsidRDefault="00F16B3D">
          <w:pPr>
            <w:pStyle w:val="1EE633F0F2944B8A929E7ED0C5E9C525"/>
          </w:pPr>
          <w:r>
            <w:t>Wednesday</w:t>
          </w:r>
        </w:p>
      </w:docPartBody>
    </w:docPart>
    <w:docPart>
      <w:docPartPr>
        <w:name w:val="BC092C65FB244AC59CB2440F726646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22F08C-98F4-4F4E-8BD9-BC1D5C75F9A5}"/>
      </w:docPartPr>
      <w:docPartBody>
        <w:p w:rsidR="00F16B3D" w:rsidRDefault="00F16B3D">
          <w:pPr>
            <w:pStyle w:val="BC092C65FB244AC59CB2440F7266463C"/>
          </w:pPr>
          <w:r>
            <w:t>Thursday</w:t>
          </w:r>
        </w:p>
      </w:docPartBody>
    </w:docPart>
    <w:docPart>
      <w:docPartPr>
        <w:name w:val="82D543B4D14C4BD5AD40AC498C2985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9787E9-6876-44A5-81A5-3C54B97593B4}"/>
      </w:docPartPr>
      <w:docPartBody>
        <w:p w:rsidR="00F16B3D" w:rsidRDefault="00F16B3D">
          <w:pPr>
            <w:pStyle w:val="82D543B4D14C4BD5AD40AC498C2985C3"/>
          </w:pPr>
          <w:r>
            <w:t>Friday</w:t>
          </w:r>
        </w:p>
      </w:docPartBody>
    </w:docPart>
    <w:docPart>
      <w:docPartPr>
        <w:name w:val="ED88860220B44F2185286368505BFC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690D18-926A-4C71-8A95-33A68030696B}"/>
      </w:docPartPr>
      <w:docPartBody>
        <w:p w:rsidR="00F16B3D" w:rsidRDefault="00F16B3D">
          <w:pPr>
            <w:pStyle w:val="ED88860220B44F2185286368505BFCD0"/>
          </w:pPr>
          <w:r>
            <w:t>Saturday</w:t>
          </w:r>
        </w:p>
      </w:docPartBody>
    </w:docPart>
    <w:docPart>
      <w:docPartPr>
        <w:name w:val="C7BF9242F16F4AE4AD03B6F61C87AA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593043-C47F-4FC3-9C2C-3A39EF6DAF32}"/>
      </w:docPartPr>
      <w:docPartBody>
        <w:p w:rsidR="00F16B3D" w:rsidRDefault="00F16B3D" w:rsidP="00F16B3D">
          <w:pPr>
            <w:pStyle w:val="C7BF9242F16F4AE4AD03B6F61C87AA29"/>
          </w:pPr>
          <w:r>
            <w:t>Sunday</w:t>
          </w:r>
        </w:p>
      </w:docPartBody>
    </w:docPart>
    <w:docPart>
      <w:docPartPr>
        <w:name w:val="84263F6F40194213B8326219B3FD84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854245-F7ED-4CE3-BCB6-4E5E57E793CA}"/>
      </w:docPartPr>
      <w:docPartBody>
        <w:p w:rsidR="00F16B3D" w:rsidRDefault="00F16B3D" w:rsidP="00F16B3D">
          <w:pPr>
            <w:pStyle w:val="84263F6F40194213B8326219B3FD84DF"/>
          </w:pPr>
          <w:r>
            <w:t>Monday</w:t>
          </w:r>
        </w:p>
      </w:docPartBody>
    </w:docPart>
    <w:docPart>
      <w:docPartPr>
        <w:name w:val="EF479FD6CE764EF6BF3F6D929A1ABE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B6F40-9559-4BCF-9697-A5808D0771B0}"/>
      </w:docPartPr>
      <w:docPartBody>
        <w:p w:rsidR="00F16B3D" w:rsidRDefault="00F16B3D" w:rsidP="00F16B3D">
          <w:pPr>
            <w:pStyle w:val="EF479FD6CE764EF6BF3F6D929A1ABE17"/>
          </w:pPr>
          <w:r>
            <w:t>Tuesday</w:t>
          </w:r>
        </w:p>
      </w:docPartBody>
    </w:docPart>
    <w:docPart>
      <w:docPartPr>
        <w:name w:val="A11B96AA1AF64DB6B5DBD0505F61EE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68D95E-EDD9-4F04-A895-8DE8799ED9A7}"/>
      </w:docPartPr>
      <w:docPartBody>
        <w:p w:rsidR="00F16B3D" w:rsidRDefault="00F16B3D" w:rsidP="00F16B3D">
          <w:pPr>
            <w:pStyle w:val="A11B96AA1AF64DB6B5DBD0505F61EE24"/>
          </w:pPr>
          <w:r>
            <w:t>Wednesday</w:t>
          </w:r>
        </w:p>
      </w:docPartBody>
    </w:docPart>
    <w:docPart>
      <w:docPartPr>
        <w:name w:val="37E6C8AE95944236AEB89696200F2B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3F249E-39F1-46C7-A0D6-B53FF30888E3}"/>
      </w:docPartPr>
      <w:docPartBody>
        <w:p w:rsidR="00F16B3D" w:rsidRDefault="00F16B3D" w:rsidP="00F16B3D">
          <w:pPr>
            <w:pStyle w:val="37E6C8AE95944236AEB89696200F2B05"/>
          </w:pPr>
          <w:r>
            <w:t>Thursday</w:t>
          </w:r>
        </w:p>
      </w:docPartBody>
    </w:docPart>
    <w:docPart>
      <w:docPartPr>
        <w:name w:val="72E142207D9C4E6F84282D705A1ABB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759DCA-6BC0-4A22-97FE-099FA2CB8D89}"/>
      </w:docPartPr>
      <w:docPartBody>
        <w:p w:rsidR="00F16B3D" w:rsidRDefault="00F16B3D" w:rsidP="00F16B3D">
          <w:pPr>
            <w:pStyle w:val="72E142207D9C4E6F84282D705A1ABBE1"/>
          </w:pPr>
          <w:r>
            <w:t>Friday</w:t>
          </w:r>
        </w:p>
      </w:docPartBody>
    </w:docPart>
    <w:docPart>
      <w:docPartPr>
        <w:name w:val="BA802F989D264061AF2E56E91CB98E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BD6D6D-E1C2-46DB-8791-3FD2C853BC9D}"/>
      </w:docPartPr>
      <w:docPartBody>
        <w:p w:rsidR="00F16B3D" w:rsidRDefault="00F16B3D" w:rsidP="00F16B3D">
          <w:pPr>
            <w:pStyle w:val="BA802F989D264061AF2E56E91CB98E36"/>
          </w:pPr>
          <w:r>
            <w:t>Saturday</w:t>
          </w:r>
        </w:p>
      </w:docPartBody>
    </w:docPart>
    <w:docPart>
      <w:docPartPr>
        <w:name w:val="861F537759604880A58C161D9F47DF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10E301-129A-4B3A-A485-3F765B1F748F}"/>
      </w:docPartPr>
      <w:docPartBody>
        <w:p w:rsidR="00F16B3D" w:rsidRDefault="00F16B3D" w:rsidP="00F16B3D">
          <w:pPr>
            <w:pStyle w:val="861F537759604880A58C161D9F47DF65"/>
          </w:pPr>
          <w:r>
            <w:t>Sunday</w:t>
          </w:r>
        </w:p>
      </w:docPartBody>
    </w:docPart>
    <w:docPart>
      <w:docPartPr>
        <w:name w:val="50641F10F6B24EECB5C99C1DD115D2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517E8D-81B0-4939-B6BB-90BA49B9804D}"/>
      </w:docPartPr>
      <w:docPartBody>
        <w:p w:rsidR="00F16B3D" w:rsidRDefault="00F16B3D" w:rsidP="00F16B3D">
          <w:pPr>
            <w:pStyle w:val="50641F10F6B24EECB5C99C1DD115D226"/>
          </w:pPr>
          <w:r>
            <w:t>Monday</w:t>
          </w:r>
        </w:p>
      </w:docPartBody>
    </w:docPart>
    <w:docPart>
      <w:docPartPr>
        <w:name w:val="19A03EB0F86D463BB0E91D442A999A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CFC82-3536-453F-8FF0-829DD9880484}"/>
      </w:docPartPr>
      <w:docPartBody>
        <w:p w:rsidR="00F16B3D" w:rsidRDefault="00F16B3D" w:rsidP="00F16B3D">
          <w:pPr>
            <w:pStyle w:val="19A03EB0F86D463BB0E91D442A999A4B"/>
          </w:pPr>
          <w:r>
            <w:t>Tuesday</w:t>
          </w:r>
        </w:p>
      </w:docPartBody>
    </w:docPart>
    <w:docPart>
      <w:docPartPr>
        <w:name w:val="843B2681D7B04860A78C38786DBB7A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1F068C-C331-4A10-A495-E86459ADB9BD}"/>
      </w:docPartPr>
      <w:docPartBody>
        <w:p w:rsidR="00F16B3D" w:rsidRDefault="00F16B3D" w:rsidP="00F16B3D">
          <w:pPr>
            <w:pStyle w:val="843B2681D7B04860A78C38786DBB7AC3"/>
          </w:pPr>
          <w:r>
            <w:t>Wednesday</w:t>
          </w:r>
        </w:p>
      </w:docPartBody>
    </w:docPart>
    <w:docPart>
      <w:docPartPr>
        <w:name w:val="B0CCB81790B142CC8947F61DF79DCF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7A8B27-09FF-4B95-8F2D-A97670ADD9C8}"/>
      </w:docPartPr>
      <w:docPartBody>
        <w:p w:rsidR="00F16B3D" w:rsidRDefault="00F16B3D" w:rsidP="00F16B3D">
          <w:pPr>
            <w:pStyle w:val="B0CCB81790B142CC8947F61DF79DCF60"/>
          </w:pPr>
          <w:r>
            <w:t>Thursday</w:t>
          </w:r>
        </w:p>
      </w:docPartBody>
    </w:docPart>
    <w:docPart>
      <w:docPartPr>
        <w:name w:val="F06C6C566FA341FAAF0AA536027C64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A11B51-21D1-4409-87EE-AEBD6CD33C3C}"/>
      </w:docPartPr>
      <w:docPartBody>
        <w:p w:rsidR="00F16B3D" w:rsidRDefault="00F16B3D" w:rsidP="00F16B3D">
          <w:pPr>
            <w:pStyle w:val="F06C6C566FA341FAAF0AA536027C64DD"/>
          </w:pPr>
          <w:r>
            <w:t>Friday</w:t>
          </w:r>
        </w:p>
      </w:docPartBody>
    </w:docPart>
    <w:docPart>
      <w:docPartPr>
        <w:name w:val="8AE109C3275A4B299D8583BF8BFC11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5FF25-1DCF-4563-9024-FBE1BD1A9AE6}"/>
      </w:docPartPr>
      <w:docPartBody>
        <w:p w:rsidR="00F16B3D" w:rsidRDefault="00F16B3D" w:rsidP="00F16B3D">
          <w:pPr>
            <w:pStyle w:val="8AE109C3275A4B299D8583BF8BFC11AB"/>
          </w:pPr>
          <w:r>
            <w:t>Saturday</w:t>
          </w:r>
        </w:p>
      </w:docPartBody>
    </w:docPart>
    <w:docPart>
      <w:docPartPr>
        <w:name w:val="67F5ED0696F34397A51238765CB357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E49F59-733C-4B17-A925-DA801AA8D144}"/>
      </w:docPartPr>
      <w:docPartBody>
        <w:p w:rsidR="00F16B3D" w:rsidRDefault="00F16B3D" w:rsidP="00F16B3D">
          <w:pPr>
            <w:pStyle w:val="67F5ED0696F34397A51238765CB3571D"/>
          </w:pPr>
          <w:r>
            <w:t>Sunday</w:t>
          </w:r>
        </w:p>
      </w:docPartBody>
    </w:docPart>
    <w:docPart>
      <w:docPartPr>
        <w:name w:val="F898C979760045D79750FA67132DA4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437D09-2A14-4C8A-8CC5-4077FDBF173D}"/>
      </w:docPartPr>
      <w:docPartBody>
        <w:p w:rsidR="00F16B3D" w:rsidRDefault="00F16B3D" w:rsidP="00F16B3D">
          <w:pPr>
            <w:pStyle w:val="F898C979760045D79750FA67132DA4D8"/>
          </w:pPr>
          <w:r>
            <w:t>Monday</w:t>
          </w:r>
        </w:p>
      </w:docPartBody>
    </w:docPart>
    <w:docPart>
      <w:docPartPr>
        <w:name w:val="ACECFEE5CC454B848BEA2433BDE97A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7935DF-6832-4A3A-84D8-944E3E0D46FA}"/>
      </w:docPartPr>
      <w:docPartBody>
        <w:p w:rsidR="00F16B3D" w:rsidRDefault="00F16B3D" w:rsidP="00F16B3D">
          <w:pPr>
            <w:pStyle w:val="ACECFEE5CC454B848BEA2433BDE97A0B"/>
          </w:pPr>
          <w:r>
            <w:t>Tuesday</w:t>
          </w:r>
        </w:p>
      </w:docPartBody>
    </w:docPart>
    <w:docPart>
      <w:docPartPr>
        <w:name w:val="84145B47B7264C7A83D4D934EE3A35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FDF563-45CE-4E5A-97DB-71979FA07E31}"/>
      </w:docPartPr>
      <w:docPartBody>
        <w:p w:rsidR="00F16B3D" w:rsidRDefault="00F16B3D" w:rsidP="00F16B3D">
          <w:pPr>
            <w:pStyle w:val="84145B47B7264C7A83D4D934EE3A3569"/>
          </w:pPr>
          <w:r>
            <w:t>Wednesday</w:t>
          </w:r>
        </w:p>
      </w:docPartBody>
    </w:docPart>
    <w:docPart>
      <w:docPartPr>
        <w:name w:val="C9853FD7EB0A4E539782926130A4C0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F994E6-A666-45E7-945E-3294A17A62A7}"/>
      </w:docPartPr>
      <w:docPartBody>
        <w:p w:rsidR="00F16B3D" w:rsidRDefault="00F16B3D" w:rsidP="00F16B3D">
          <w:pPr>
            <w:pStyle w:val="C9853FD7EB0A4E539782926130A4C031"/>
          </w:pPr>
          <w:r>
            <w:t>Thursday</w:t>
          </w:r>
        </w:p>
      </w:docPartBody>
    </w:docPart>
    <w:docPart>
      <w:docPartPr>
        <w:name w:val="4090DD9CB9D64F97978F1CF1270FE5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36E452-6E17-4959-94EE-3971B677AA20}"/>
      </w:docPartPr>
      <w:docPartBody>
        <w:p w:rsidR="00F16B3D" w:rsidRDefault="00F16B3D" w:rsidP="00F16B3D">
          <w:pPr>
            <w:pStyle w:val="4090DD9CB9D64F97978F1CF1270FE54C"/>
          </w:pPr>
          <w:r>
            <w:t>Friday</w:t>
          </w:r>
        </w:p>
      </w:docPartBody>
    </w:docPart>
    <w:docPart>
      <w:docPartPr>
        <w:name w:val="F245ACDFA4BB4BD7B13292D0E8EF4A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482279-44A0-46EC-A15B-9C1B0BFB3C59}"/>
      </w:docPartPr>
      <w:docPartBody>
        <w:p w:rsidR="00F16B3D" w:rsidRDefault="00F16B3D" w:rsidP="00F16B3D">
          <w:pPr>
            <w:pStyle w:val="F245ACDFA4BB4BD7B13292D0E8EF4A6F"/>
          </w:pPr>
          <w:r>
            <w:t>Saturday</w:t>
          </w:r>
        </w:p>
      </w:docPartBody>
    </w:docPart>
    <w:docPart>
      <w:docPartPr>
        <w:name w:val="7C632CB29AA54CA18DCACDC604A75C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5A7D6-0085-44D5-9953-E019DE096853}"/>
      </w:docPartPr>
      <w:docPartBody>
        <w:p w:rsidR="00F16B3D" w:rsidRDefault="00F16B3D" w:rsidP="00F16B3D">
          <w:pPr>
            <w:pStyle w:val="7C632CB29AA54CA18DCACDC604A75CD1"/>
          </w:pPr>
          <w:r>
            <w:t>Sunday</w:t>
          </w:r>
        </w:p>
      </w:docPartBody>
    </w:docPart>
    <w:docPart>
      <w:docPartPr>
        <w:name w:val="BA12176FD106403D88B620CBB6FD32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F1E0C6-1C84-4134-A102-02DEF8C3424F}"/>
      </w:docPartPr>
      <w:docPartBody>
        <w:p w:rsidR="00F16B3D" w:rsidRDefault="00F16B3D" w:rsidP="00F16B3D">
          <w:pPr>
            <w:pStyle w:val="BA12176FD106403D88B620CBB6FD329A"/>
          </w:pPr>
          <w:r>
            <w:t>Monday</w:t>
          </w:r>
        </w:p>
      </w:docPartBody>
    </w:docPart>
    <w:docPart>
      <w:docPartPr>
        <w:name w:val="103AD21346284BEDA5B53408961D20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6F8F55-33B8-4C0F-BD43-08C0F2B15652}"/>
      </w:docPartPr>
      <w:docPartBody>
        <w:p w:rsidR="00F16B3D" w:rsidRDefault="00F16B3D" w:rsidP="00F16B3D">
          <w:pPr>
            <w:pStyle w:val="103AD21346284BEDA5B53408961D208F"/>
          </w:pPr>
          <w:r>
            <w:t>Tuesday</w:t>
          </w:r>
        </w:p>
      </w:docPartBody>
    </w:docPart>
    <w:docPart>
      <w:docPartPr>
        <w:name w:val="A76A36FF836F45FA91CFB79244125B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A7BAE8-B960-4662-A571-188A66D9D1BA}"/>
      </w:docPartPr>
      <w:docPartBody>
        <w:p w:rsidR="00F16B3D" w:rsidRDefault="00F16B3D" w:rsidP="00F16B3D">
          <w:pPr>
            <w:pStyle w:val="A76A36FF836F45FA91CFB79244125BCD"/>
          </w:pPr>
          <w:r>
            <w:t>Wednesday</w:t>
          </w:r>
        </w:p>
      </w:docPartBody>
    </w:docPart>
    <w:docPart>
      <w:docPartPr>
        <w:name w:val="85FD0BBF98F5420C8BDE7CB33EC63A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78A6BC-2BA1-4749-9ADB-2E5D214C1ADB}"/>
      </w:docPartPr>
      <w:docPartBody>
        <w:p w:rsidR="00F16B3D" w:rsidRDefault="00F16B3D" w:rsidP="00F16B3D">
          <w:pPr>
            <w:pStyle w:val="85FD0BBF98F5420C8BDE7CB33EC63AFA"/>
          </w:pPr>
          <w:r>
            <w:t>Thursday</w:t>
          </w:r>
        </w:p>
      </w:docPartBody>
    </w:docPart>
    <w:docPart>
      <w:docPartPr>
        <w:name w:val="60C018B1EEA6400BBBDFA2BEB7EC27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50576A-4B7E-4F6C-B2B2-FE8F0CE07A60}"/>
      </w:docPartPr>
      <w:docPartBody>
        <w:p w:rsidR="00F16B3D" w:rsidRDefault="00F16B3D" w:rsidP="00F16B3D">
          <w:pPr>
            <w:pStyle w:val="60C018B1EEA6400BBBDFA2BEB7EC27EE"/>
          </w:pPr>
          <w:r>
            <w:t>Friday</w:t>
          </w:r>
        </w:p>
      </w:docPartBody>
    </w:docPart>
    <w:docPart>
      <w:docPartPr>
        <w:name w:val="A44E4B5616CD4C3A90B987D318EB6F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FC28ED-EB34-47B9-8A4D-1DB7BAFA36CB}"/>
      </w:docPartPr>
      <w:docPartBody>
        <w:p w:rsidR="00F16B3D" w:rsidRDefault="00F16B3D" w:rsidP="00F16B3D">
          <w:pPr>
            <w:pStyle w:val="A44E4B5616CD4C3A90B987D318EB6F53"/>
          </w:pPr>
          <w:r>
            <w:t>Saturday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B3D"/>
    <w:rsid w:val="00F16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0445BAB20D9401781FAF9F5477358AF">
    <w:name w:val="C0445BAB20D9401781FAF9F5477358AF"/>
  </w:style>
  <w:style w:type="paragraph" w:customStyle="1" w:styleId="CA98AAD43B2D411FB5D0EAFE677E3D92">
    <w:name w:val="CA98AAD43B2D411FB5D0EAFE677E3D92"/>
  </w:style>
  <w:style w:type="paragraph" w:customStyle="1" w:styleId="90D8DEB6E31F459C8F6301B7D0A5FE36">
    <w:name w:val="90D8DEB6E31F459C8F6301B7D0A5FE36"/>
  </w:style>
  <w:style w:type="paragraph" w:customStyle="1" w:styleId="1EE633F0F2944B8A929E7ED0C5E9C525">
    <w:name w:val="1EE633F0F2944B8A929E7ED0C5E9C525"/>
  </w:style>
  <w:style w:type="paragraph" w:customStyle="1" w:styleId="BC092C65FB244AC59CB2440F7266463C">
    <w:name w:val="BC092C65FB244AC59CB2440F7266463C"/>
  </w:style>
  <w:style w:type="paragraph" w:customStyle="1" w:styleId="82D543B4D14C4BD5AD40AC498C2985C3">
    <w:name w:val="82D543B4D14C4BD5AD40AC498C2985C3"/>
  </w:style>
  <w:style w:type="paragraph" w:customStyle="1" w:styleId="ED88860220B44F2185286368505BFCD0">
    <w:name w:val="ED88860220B44F2185286368505BFCD0"/>
  </w:style>
  <w:style w:type="paragraph" w:customStyle="1" w:styleId="C7BF9242F16F4AE4AD03B6F61C87AA29">
    <w:name w:val="C7BF9242F16F4AE4AD03B6F61C87AA29"/>
    <w:rsid w:val="00F16B3D"/>
  </w:style>
  <w:style w:type="paragraph" w:customStyle="1" w:styleId="84263F6F40194213B8326219B3FD84DF">
    <w:name w:val="84263F6F40194213B8326219B3FD84DF"/>
    <w:rsid w:val="00F16B3D"/>
  </w:style>
  <w:style w:type="paragraph" w:customStyle="1" w:styleId="EF479FD6CE764EF6BF3F6D929A1ABE17">
    <w:name w:val="EF479FD6CE764EF6BF3F6D929A1ABE17"/>
    <w:rsid w:val="00F16B3D"/>
  </w:style>
  <w:style w:type="paragraph" w:customStyle="1" w:styleId="A11B96AA1AF64DB6B5DBD0505F61EE24">
    <w:name w:val="A11B96AA1AF64DB6B5DBD0505F61EE24"/>
    <w:rsid w:val="00F16B3D"/>
  </w:style>
  <w:style w:type="paragraph" w:customStyle="1" w:styleId="37E6C8AE95944236AEB89696200F2B05">
    <w:name w:val="37E6C8AE95944236AEB89696200F2B05"/>
    <w:rsid w:val="00F16B3D"/>
  </w:style>
  <w:style w:type="paragraph" w:customStyle="1" w:styleId="72E142207D9C4E6F84282D705A1ABBE1">
    <w:name w:val="72E142207D9C4E6F84282D705A1ABBE1"/>
    <w:rsid w:val="00F16B3D"/>
  </w:style>
  <w:style w:type="paragraph" w:customStyle="1" w:styleId="BA802F989D264061AF2E56E91CB98E36">
    <w:name w:val="BA802F989D264061AF2E56E91CB98E36"/>
    <w:rsid w:val="00F16B3D"/>
  </w:style>
  <w:style w:type="paragraph" w:customStyle="1" w:styleId="861F537759604880A58C161D9F47DF65">
    <w:name w:val="861F537759604880A58C161D9F47DF65"/>
    <w:rsid w:val="00F16B3D"/>
  </w:style>
  <w:style w:type="paragraph" w:customStyle="1" w:styleId="50641F10F6B24EECB5C99C1DD115D226">
    <w:name w:val="50641F10F6B24EECB5C99C1DD115D226"/>
    <w:rsid w:val="00F16B3D"/>
  </w:style>
  <w:style w:type="paragraph" w:customStyle="1" w:styleId="19A03EB0F86D463BB0E91D442A999A4B">
    <w:name w:val="19A03EB0F86D463BB0E91D442A999A4B"/>
    <w:rsid w:val="00F16B3D"/>
  </w:style>
  <w:style w:type="paragraph" w:customStyle="1" w:styleId="843B2681D7B04860A78C38786DBB7AC3">
    <w:name w:val="843B2681D7B04860A78C38786DBB7AC3"/>
    <w:rsid w:val="00F16B3D"/>
  </w:style>
  <w:style w:type="paragraph" w:customStyle="1" w:styleId="B0CCB81790B142CC8947F61DF79DCF60">
    <w:name w:val="B0CCB81790B142CC8947F61DF79DCF60"/>
    <w:rsid w:val="00F16B3D"/>
  </w:style>
  <w:style w:type="paragraph" w:customStyle="1" w:styleId="F06C6C566FA341FAAF0AA536027C64DD">
    <w:name w:val="F06C6C566FA341FAAF0AA536027C64DD"/>
    <w:rsid w:val="00F16B3D"/>
  </w:style>
  <w:style w:type="paragraph" w:customStyle="1" w:styleId="8AE109C3275A4B299D8583BF8BFC11AB">
    <w:name w:val="8AE109C3275A4B299D8583BF8BFC11AB"/>
    <w:rsid w:val="00F16B3D"/>
  </w:style>
  <w:style w:type="paragraph" w:customStyle="1" w:styleId="67F5ED0696F34397A51238765CB3571D">
    <w:name w:val="67F5ED0696F34397A51238765CB3571D"/>
    <w:rsid w:val="00F16B3D"/>
  </w:style>
  <w:style w:type="paragraph" w:customStyle="1" w:styleId="F898C979760045D79750FA67132DA4D8">
    <w:name w:val="F898C979760045D79750FA67132DA4D8"/>
    <w:rsid w:val="00F16B3D"/>
  </w:style>
  <w:style w:type="paragraph" w:customStyle="1" w:styleId="ACECFEE5CC454B848BEA2433BDE97A0B">
    <w:name w:val="ACECFEE5CC454B848BEA2433BDE97A0B"/>
    <w:rsid w:val="00F16B3D"/>
  </w:style>
  <w:style w:type="paragraph" w:customStyle="1" w:styleId="84145B47B7264C7A83D4D934EE3A3569">
    <w:name w:val="84145B47B7264C7A83D4D934EE3A3569"/>
    <w:rsid w:val="00F16B3D"/>
  </w:style>
  <w:style w:type="paragraph" w:customStyle="1" w:styleId="C9853FD7EB0A4E539782926130A4C031">
    <w:name w:val="C9853FD7EB0A4E539782926130A4C031"/>
    <w:rsid w:val="00F16B3D"/>
  </w:style>
  <w:style w:type="paragraph" w:customStyle="1" w:styleId="4090DD9CB9D64F97978F1CF1270FE54C">
    <w:name w:val="4090DD9CB9D64F97978F1CF1270FE54C"/>
    <w:rsid w:val="00F16B3D"/>
  </w:style>
  <w:style w:type="paragraph" w:customStyle="1" w:styleId="F245ACDFA4BB4BD7B13292D0E8EF4A6F">
    <w:name w:val="F245ACDFA4BB4BD7B13292D0E8EF4A6F"/>
    <w:rsid w:val="00F16B3D"/>
  </w:style>
  <w:style w:type="paragraph" w:customStyle="1" w:styleId="B2A978ADD6D04B93899899F4D3AFA45E">
    <w:name w:val="B2A978ADD6D04B93899899F4D3AFA45E"/>
    <w:rsid w:val="00F16B3D"/>
  </w:style>
  <w:style w:type="paragraph" w:customStyle="1" w:styleId="7CCB876EF44546F9A219C46E381624F1">
    <w:name w:val="7CCB876EF44546F9A219C46E381624F1"/>
    <w:rsid w:val="00F16B3D"/>
  </w:style>
  <w:style w:type="paragraph" w:customStyle="1" w:styleId="73C2C4CC38B24FB0A4F5F18439EE277B">
    <w:name w:val="73C2C4CC38B24FB0A4F5F18439EE277B"/>
    <w:rsid w:val="00F16B3D"/>
  </w:style>
  <w:style w:type="paragraph" w:customStyle="1" w:styleId="5C76A47BD23D42368E05DE69C2DEF6EB">
    <w:name w:val="5C76A47BD23D42368E05DE69C2DEF6EB"/>
    <w:rsid w:val="00F16B3D"/>
  </w:style>
  <w:style w:type="paragraph" w:customStyle="1" w:styleId="82862EADF7AB468B9C42AF37283E05A7">
    <w:name w:val="82862EADF7AB468B9C42AF37283E05A7"/>
    <w:rsid w:val="00F16B3D"/>
  </w:style>
  <w:style w:type="paragraph" w:customStyle="1" w:styleId="E21DF631C0724A16826BD292F32CD33C">
    <w:name w:val="E21DF631C0724A16826BD292F32CD33C"/>
    <w:rsid w:val="00F16B3D"/>
  </w:style>
  <w:style w:type="paragraph" w:customStyle="1" w:styleId="695E772BCCA942BE84AA9872CF408698">
    <w:name w:val="695E772BCCA942BE84AA9872CF408698"/>
    <w:rsid w:val="00F16B3D"/>
  </w:style>
  <w:style w:type="paragraph" w:customStyle="1" w:styleId="7C632CB29AA54CA18DCACDC604A75CD1">
    <w:name w:val="7C632CB29AA54CA18DCACDC604A75CD1"/>
    <w:rsid w:val="00F16B3D"/>
  </w:style>
  <w:style w:type="paragraph" w:customStyle="1" w:styleId="BA12176FD106403D88B620CBB6FD329A">
    <w:name w:val="BA12176FD106403D88B620CBB6FD329A"/>
    <w:rsid w:val="00F16B3D"/>
  </w:style>
  <w:style w:type="paragraph" w:customStyle="1" w:styleId="103AD21346284BEDA5B53408961D208F">
    <w:name w:val="103AD21346284BEDA5B53408961D208F"/>
    <w:rsid w:val="00F16B3D"/>
  </w:style>
  <w:style w:type="paragraph" w:customStyle="1" w:styleId="A76A36FF836F45FA91CFB79244125BCD">
    <w:name w:val="A76A36FF836F45FA91CFB79244125BCD"/>
    <w:rsid w:val="00F16B3D"/>
  </w:style>
  <w:style w:type="paragraph" w:customStyle="1" w:styleId="85FD0BBF98F5420C8BDE7CB33EC63AFA">
    <w:name w:val="85FD0BBF98F5420C8BDE7CB33EC63AFA"/>
    <w:rsid w:val="00F16B3D"/>
  </w:style>
  <w:style w:type="paragraph" w:customStyle="1" w:styleId="60C018B1EEA6400BBBDFA2BEB7EC27EE">
    <w:name w:val="60C018B1EEA6400BBBDFA2BEB7EC27EE"/>
    <w:rsid w:val="00F16B3D"/>
  </w:style>
  <w:style w:type="paragraph" w:customStyle="1" w:styleId="A44E4B5616CD4C3A90B987D318EB6F53">
    <w:name w:val="A44E4B5616CD4C3A90B987D318EB6F53"/>
    <w:rsid w:val="00F16B3D"/>
  </w:style>
  <w:style w:type="character" w:styleId="PlaceholderText">
    <w:name w:val="Placeholder Text"/>
    <w:basedOn w:val="DefaultParagraphFont"/>
    <w:uiPriority w:val="9"/>
    <w:semiHidden/>
    <w:rsid w:val="00F16B3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Banner Calendar">
      <a:majorFont>
        <a:latin typeface="Cooper Black"/>
        <a:ea typeface=""/>
        <a:cs typeface=""/>
        <a:font script="Jpan" typeface="ＭＳ Ｐ明朝"/>
      </a:majorFont>
      <a:minorFont>
        <a:latin typeface="Corbel"/>
        <a:ea typeface=""/>
        <a:cs typeface=""/>
        <a:font script="Jpan" typeface="ＭＳ Ｐ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Banner calendar</Template>
  <TotalTime>1</TotalTime>
  <Pages>5</Pages>
  <Words>1482</Words>
  <Characters>8452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9915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korbi</dc:creator>
  <cp:keywords/>
  <dc:description/>
  <cp:lastModifiedBy>korbinborg@gmail.com</cp:lastModifiedBy>
  <cp:revision>2</cp:revision>
  <dcterms:created xsi:type="dcterms:W3CDTF">2019-03-17T16:02:00Z</dcterms:created>
  <dcterms:modified xsi:type="dcterms:W3CDTF">2019-03-17T16:02:00Z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Owner">
    <vt:lpwstr>v-shbahu@microsoft.com</vt:lpwstr>
  </property>
  <property fmtid="{D5CDD505-2E9C-101B-9397-08002B2CF9AE}" pid="5" name="MSIP_Label_f42aa342-8706-4288-bd11-ebb85995028c_SetDate">
    <vt:lpwstr>2018-05-07T07:44:01.6106168Z</vt:lpwstr>
  </property>
  <property fmtid="{D5CDD505-2E9C-101B-9397-08002B2CF9AE}" pid="6" name="MSIP_Label_f42aa342-8706-4288-bd11-ebb85995028c_Name">
    <vt:lpwstr>General</vt:lpwstr>
  </property>
  <property fmtid="{D5CDD505-2E9C-101B-9397-08002B2CF9AE}" pid="7" name="MSIP_Label_f42aa342-8706-4288-bd11-ebb85995028c_Application">
    <vt:lpwstr>Microsoft Azure Information Protection</vt:lpwstr>
  </property>
  <property fmtid="{D5CDD505-2E9C-101B-9397-08002B2CF9AE}" pid="8" name="MSIP_Label_f42aa342-8706-4288-bd11-ebb85995028c_Extended_MSFT_Method">
    <vt:lpwstr>Automatic</vt:lpwstr>
  </property>
  <property fmtid="{D5CDD505-2E9C-101B-9397-08002B2CF9AE}" pid="9" name="Sensitivity">
    <vt:lpwstr>General</vt:lpwstr>
  </property>
</Properties>
</file>